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52386" w14:textId="77777777" w:rsidR="00EC6A12" w:rsidRDefault="00EC6A12"/>
    <w:p w14:paraId="4780AE83" w14:textId="77777777" w:rsidR="00EC6A12" w:rsidRDefault="00EC6A12"/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2"/>
        <w:gridCol w:w="1126"/>
        <w:gridCol w:w="2520"/>
        <w:gridCol w:w="1440"/>
        <w:gridCol w:w="500"/>
        <w:gridCol w:w="760"/>
        <w:gridCol w:w="1620"/>
        <w:gridCol w:w="97"/>
        <w:gridCol w:w="1099"/>
      </w:tblGrid>
      <w:tr w:rsidR="00DA121C" w:rsidRPr="00A069B5" w14:paraId="07302C34" w14:textId="77777777" w:rsidTr="00513AAD">
        <w:trPr>
          <w:trHeight w:val="3012"/>
          <w:jc w:val="center"/>
        </w:trPr>
        <w:tc>
          <w:tcPr>
            <w:tcW w:w="9854" w:type="dxa"/>
            <w:gridSpan w:val="9"/>
            <w:tcBorders>
              <w:bottom w:val="single" w:sz="12" w:space="0" w:color="auto"/>
            </w:tcBorders>
            <w:vAlign w:val="center"/>
          </w:tcPr>
          <w:p w14:paraId="2EB3B879" w14:textId="77777777" w:rsidR="007939E5" w:rsidRDefault="007939E5" w:rsidP="009D57EC">
            <w:pPr>
              <w:pStyle w:val="Footer"/>
              <w:spacing w:after="0"/>
              <w:jc w:val="center"/>
              <w:rPr>
                <w:rFonts w:cs="Arial"/>
                <w:b/>
                <w:bCs/>
                <w:sz w:val="36"/>
                <w:szCs w:val="36"/>
              </w:rPr>
            </w:pPr>
          </w:p>
          <w:p w14:paraId="3FB8CE7A" w14:textId="77777777" w:rsidR="007939E5" w:rsidRDefault="007939E5" w:rsidP="009D57EC">
            <w:pPr>
              <w:pStyle w:val="Footer"/>
              <w:spacing w:after="0"/>
              <w:jc w:val="center"/>
              <w:rPr>
                <w:rFonts w:cs="Arial"/>
                <w:b/>
                <w:bCs/>
                <w:sz w:val="36"/>
                <w:szCs w:val="36"/>
              </w:rPr>
            </w:pPr>
          </w:p>
          <w:p w14:paraId="2FD5F3F7" w14:textId="77777777" w:rsidR="007939E5" w:rsidRDefault="007939E5" w:rsidP="009D57EC">
            <w:pPr>
              <w:pStyle w:val="Footer"/>
              <w:spacing w:after="0"/>
              <w:jc w:val="center"/>
              <w:rPr>
                <w:rFonts w:cs="Arial"/>
                <w:b/>
                <w:bCs/>
                <w:sz w:val="36"/>
                <w:szCs w:val="36"/>
              </w:rPr>
            </w:pPr>
          </w:p>
          <w:p w14:paraId="3DFD15CF" w14:textId="77777777" w:rsidR="009D57EC" w:rsidRPr="009D57EC" w:rsidRDefault="00091B33" w:rsidP="009D57EC">
            <w:pPr>
              <w:pStyle w:val="Footer"/>
              <w:spacing w:after="0"/>
              <w:jc w:val="center"/>
              <w:rPr>
                <w:rFonts w:cs="Arial"/>
                <w:b/>
                <w:bCs/>
                <w:sz w:val="36"/>
                <w:szCs w:val="36"/>
              </w:rPr>
            </w:pPr>
            <w:r>
              <w:rPr>
                <w:rFonts w:cs="Arial"/>
                <w:b/>
                <w:bCs/>
                <w:sz w:val="36"/>
                <w:szCs w:val="36"/>
              </w:rPr>
              <w:t>FOAIE D</w:t>
            </w:r>
            <w:r w:rsidR="00637F3B">
              <w:rPr>
                <w:rFonts w:cs="Arial"/>
                <w:b/>
                <w:bCs/>
                <w:sz w:val="36"/>
                <w:szCs w:val="36"/>
              </w:rPr>
              <w:t xml:space="preserve">ATE </w:t>
            </w:r>
            <w:r>
              <w:rPr>
                <w:rFonts w:cs="Arial"/>
                <w:b/>
                <w:bCs/>
                <w:sz w:val="36"/>
                <w:szCs w:val="36"/>
              </w:rPr>
              <w:t>FILTRE TITEI</w:t>
            </w:r>
          </w:p>
          <w:p w14:paraId="313A8030" w14:textId="77777777" w:rsidR="00AB6F27" w:rsidRPr="009D57EC" w:rsidRDefault="00AB6F27" w:rsidP="00FC636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 w:val="36"/>
                <w:szCs w:val="36"/>
              </w:rPr>
            </w:pPr>
          </w:p>
          <w:p w14:paraId="2C54910C" w14:textId="77777777" w:rsidR="00DA121C" w:rsidRDefault="00DA121C" w:rsidP="009E5979">
            <w:pPr>
              <w:pStyle w:val="Default"/>
              <w:jc w:val="center"/>
              <w:rPr>
                <w:b/>
                <w:bCs/>
                <w:sz w:val="36"/>
                <w:szCs w:val="36"/>
              </w:rPr>
            </w:pPr>
          </w:p>
          <w:p w14:paraId="434D4A82" w14:textId="77777777" w:rsidR="00DA121C" w:rsidRPr="00DA121C" w:rsidRDefault="00DA121C" w:rsidP="009E5979">
            <w:pPr>
              <w:pStyle w:val="Default"/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DA121C" w:rsidRPr="00A069B5" w14:paraId="0FB735EA" w14:textId="77777777" w:rsidTr="00FA29D3">
        <w:trPr>
          <w:trHeight w:val="567"/>
          <w:jc w:val="center"/>
        </w:trPr>
        <w:tc>
          <w:tcPr>
            <w:tcW w:w="6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C8B99" w14:textId="77777777" w:rsidR="00DA121C" w:rsidRPr="00A069B5" w:rsidRDefault="00DA121C" w:rsidP="009E597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45C14" w14:textId="77777777" w:rsidR="00DA121C" w:rsidRPr="00A069B5" w:rsidRDefault="00DA121C" w:rsidP="009E597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D2987" w14:textId="77777777" w:rsidR="00DA121C" w:rsidRPr="00A069B5" w:rsidRDefault="00DA121C" w:rsidP="009E597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F1E13" w14:textId="77777777" w:rsidR="00DA121C" w:rsidRPr="00A069B5" w:rsidRDefault="00DA121C" w:rsidP="009E597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18676" w14:textId="77777777" w:rsidR="00DA121C" w:rsidRPr="00A069B5" w:rsidRDefault="00DA121C" w:rsidP="009E597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60223F" w14:textId="77777777" w:rsidR="00DA121C" w:rsidRPr="00A069B5" w:rsidRDefault="00DA121C" w:rsidP="009E597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C0ED2BB" w14:textId="77777777" w:rsidR="00DA121C" w:rsidRPr="00A069B5" w:rsidRDefault="00DA121C" w:rsidP="009E597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A121C" w:rsidRPr="00A069B5" w14:paraId="0758C8AF" w14:textId="77777777" w:rsidTr="00FA29D3">
        <w:trPr>
          <w:trHeight w:val="567"/>
          <w:jc w:val="center"/>
        </w:trPr>
        <w:tc>
          <w:tcPr>
            <w:tcW w:w="6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C0DBB" w14:textId="77777777" w:rsidR="00DA121C" w:rsidRPr="00A069B5" w:rsidRDefault="00DA121C" w:rsidP="009E597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7697E" w14:textId="77777777" w:rsidR="00DA121C" w:rsidRPr="00A069B5" w:rsidRDefault="00DA121C" w:rsidP="009E597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6E735" w14:textId="77777777" w:rsidR="00DA121C" w:rsidRPr="00A069B5" w:rsidRDefault="00DA121C" w:rsidP="009E597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C455" w14:textId="77777777" w:rsidR="00DA121C" w:rsidRPr="00A069B5" w:rsidRDefault="00DA121C" w:rsidP="009E597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8AFE4" w14:textId="77777777" w:rsidR="00DA121C" w:rsidRPr="00A069B5" w:rsidRDefault="00DA121C" w:rsidP="009E597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80B4D0" w14:textId="77777777" w:rsidR="00DA121C" w:rsidRPr="00A069B5" w:rsidRDefault="00DA121C" w:rsidP="009E597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0A57A7D" w14:textId="77777777" w:rsidR="00DA121C" w:rsidRPr="00A069B5" w:rsidRDefault="00DA121C" w:rsidP="009E597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513AAD" w:rsidRPr="00A069B5" w14:paraId="29AFF8CF" w14:textId="77777777" w:rsidTr="00FA29D3">
        <w:trPr>
          <w:trHeight w:val="567"/>
          <w:jc w:val="center"/>
        </w:trPr>
        <w:tc>
          <w:tcPr>
            <w:tcW w:w="6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788AF" w14:textId="77777777" w:rsidR="00513AAD" w:rsidRPr="00A069B5" w:rsidRDefault="00513AAD" w:rsidP="001316E8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39ABC" w14:textId="77777777" w:rsidR="00513AAD" w:rsidRPr="00A069B5" w:rsidRDefault="00513AAD" w:rsidP="001316E8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3ED32" w14:textId="77777777" w:rsidR="00513AAD" w:rsidRPr="00A069B5" w:rsidRDefault="00513AAD" w:rsidP="00513AA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F7B44" w14:textId="77777777" w:rsidR="00513AAD" w:rsidRPr="00023B33" w:rsidRDefault="00513AAD" w:rsidP="001316E8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8D351" w14:textId="77777777" w:rsidR="00513AAD" w:rsidRPr="00023B33" w:rsidRDefault="00513AAD" w:rsidP="001316E8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DFAEAF" w14:textId="77777777" w:rsidR="00513AAD" w:rsidRPr="00023B33" w:rsidRDefault="00513AAD" w:rsidP="001316E8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293D248D" w14:textId="77777777" w:rsidR="00513AAD" w:rsidRPr="0036402E" w:rsidRDefault="00513AAD" w:rsidP="001316E8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</w:tr>
      <w:tr w:rsidR="008513F6" w:rsidRPr="00A069B5" w14:paraId="1B432389" w14:textId="77777777" w:rsidTr="00FA29D3">
        <w:trPr>
          <w:trHeight w:val="505"/>
          <w:jc w:val="center"/>
        </w:trPr>
        <w:tc>
          <w:tcPr>
            <w:tcW w:w="6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8F0E4" w14:textId="6B869A8B" w:rsidR="008513F6" w:rsidRPr="00A069B5" w:rsidRDefault="008513F6" w:rsidP="008513F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E56E9" w14:textId="4B975202" w:rsidR="008513F6" w:rsidRPr="00A069B5" w:rsidRDefault="008513F6" w:rsidP="008513F6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05.2022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8FAB2" w14:textId="24E359F3" w:rsidR="008513F6" w:rsidRPr="00A069B5" w:rsidRDefault="008513F6" w:rsidP="008513F6">
            <w:pPr>
              <w:pStyle w:val="Default"/>
              <w:jc w:val="center"/>
              <w:rPr>
                <w:sz w:val="20"/>
                <w:szCs w:val="20"/>
              </w:rPr>
            </w:pPr>
            <w:r w:rsidRPr="00A069B5">
              <w:rPr>
                <w:sz w:val="20"/>
                <w:szCs w:val="20"/>
              </w:rPr>
              <w:t xml:space="preserve">Emis pentru </w:t>
            </w:r>
            <w:r>
              <w:rPr>
                <w:sz w:val="20"/>
                <w:lang w:val="ro-RO"/>
              </w:rPr>
              <w:t>construire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62E2B" w14:textId="5C18B92D" w:rsidR="008513F6" w:rsidRPr="00023B33" w:rsidRDefault="008513F6" w:rsidP="008513F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2"/>
                <w:szCs w:val="22"/>
              </w:rPr>
              <w:t>DAN M.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6079C" w14:textId="3B84E8C3" w:rsidR="008513F6" w:rsidRPr="00023B33" w:rsidRDefault="008513F6" w:rsidP="008513F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534A9">
              <w:rPr>
                <w:sz w:val="20"/>
                <w:szCs w:val="20"/>
              </w:rPr>
              <w:t>NAN J.C.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7E92F0" w14:textId="74E24C84" w:rsidR="008513F6" w:rsidRPr="00023B33" w:rsidRDefault="008513F6" w:rsidP="008513F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FA29D3">
              <w:rPr>
                <w:sz w:val="20"/>
                <w:szCs w:val="20"/>
              </w:rPr>
              <w:t>STAN C.</w:t>
            </w:r>
          </w:p>
        </w:tc>
        <w:tc>
          <w:tcPr>
            <w:tcW w:w="11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CD7BB8F" w14:textId="289E4F54" w:rsidR="008513F6" w:rsidRPr="0036402E" w:rsidRDefault="008513F6" w:rsidP="008513F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FA29D3">
              <w:rPr>
                <w:bCs/>
                <w:sz w:val="22"/>
                <w:szCs w:val="22"/>
              </w:rPr>
              <w:t>NAN J.C.</w:t>
            </w:r>
          </w:p>
        </w:tc>
      </w:tr>
      <w:tr w:rsidR="00637F3B" w:rsidRPr="00A069B5" w14:paraId="39AFA293" w14:textId="77777777" w:rsidTr="00FA29D3">
        <w:trPr>
          <w:trHeight w:val="505"/>
          <w:jc w:val="center"/>
        </w:trPr>
        <w:tc>
          <w:tcPr>
            <w:tcW w:w="6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6F64A" w14:textId="5A571EAF" w:rsidR="00637F3B" w:rsidRPr="00A069B5" w:rsidRDefault="00637F3B" w:rsidP="009E597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A29D3">
              <w:rPr>
                <w:sz w:val="20"/>
                <w:szCs w:val="20"/>
              </w:rPr>
              <w:t>0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36592" w14:textId="03DEE309" w:rsidR="00637F3B" w:rsidRPr="00A069B5" w:rsidRDefault="00FA29D3" w:rsidP="007939E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637F3B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C9970" w14:textId="77777777" w:rsidR="00637F3B" w:rsidRPr="00A069B5" w:rsidRDefault="00637F3B" w:rsidP="00B4094F">
            <w:pPr>
              <w:pStyle w:val="Default"/>
              <w:jc w:val="center"/>
              <w:rPr>
                <w:sz w:val="20"/>
                <w:szCs w:val="20"/>
              </w:rPr>
            </w:pPr>
            <w:r w:rsidRPr="00A069B5">
              <w:rPr>
                <w:sz w:val="20"/>
                <w:szCs w:val="20"/>
              </w:rPr>
              <w:t xml:space="preserve">Emis pentru </w:t>
            </w:r>
            <w:r w:rsidR="0080524A">
              <w:rPr>
                <w:sz w:val="20"/>
                <w:lang w:val="ro-RO"/>
              </w:rPr>
              <w:t>comentarii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719DA" w14:textId="1F35A6A5" w:rsidR="00637F3B" w:rsidRPr="003534A9" w:rsidRDefault="00FA29D3" w:rsidP="004A423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Cs/>
                <w:sz w:val="22"/>
                <w:szCs w:val="22"/>
              </w:rPr>
              <w:t xml:space="preserve">DAN </w:t>
            </w:r>
            <w:r w:rsidR="00E24E53">
              <w:rPr>
                <w:bCs/>
                <w:sz w:val="22"/>
                <w:szCs w:val="22"/>
              </w:rPr>
              <w:t>M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7BAED" w14:textId="77777777" w:rsidR="00637F3B" w:rsidRPr="003534A9" w:rsidRDefault="00B4094F" w:rsidP="00637F3B">
            <w:pPr>
              <w:pStyle w:val="Default"/>
              <w:jc w:val="center"/>
              <w:rPr>
                <w:sz w:val="20"/>
                <w:szCs w:val="20"/>
              </w:rPr>
            </w:pPr>
            <w:r w:rsidRPr="003534A9">
              <w:rPr>
                <w:sz w:val="20"/>
                <w:szCs w:val="20"/>
              </w:rPr>
              <w:t>NAN J.C.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4B0451" w14:textId="5FD6A978" w:rsidR="00637F3B" w:rsidRPr="003534A9" w:rsidRDefault="00FA29D3" w:rsidP="00E76026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FA29D3">
              <w:rPr>
                <w:sz w:val="20"/>
                <w:szCs w:val="20"/>
              </w:rPr>
              <w:t>STAN C.</w:t>
            </w:r>
          </w:p>
        </w:tc>
        <w:tc>
          <w:tcPr>
            <w:tcW w:w="11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3BF178AF" w14:textId="15DD630F" w:rsidR="00637F3B" w:rsidRPr="003534A9" w:rsidRDefault="00FA29D3" w:rsidP="009E5979">
            <w:pPr>
              <w:pStyle w:val="Default"/>
              <w:jc w:val="center"/>
              <w:rPr>
                <w:sz w:val="20"/>
                <w:szCs w:val="20"/>
              </w:rPr>
            </w:pPr>
            <w:r w:rsidRPr="00FA29D3">
              <w:rPr>
                <w:bCs/>
                <w:sz w:val="22"/>
                <w:szCs w:val="22"/>
              </w:rPr>
              <w:t>NAN J.C.</w:t>
            </w:r>
          </w:p>
        </w:tc>
      </w:tr>
      <w:tr w:rsidR="00637F3B" w:rsidRPr="00A069B5" w14:paraId="20037EC7" w14:textId="77777777" w:rsidTr="00FA29D3">
        <w:trPr>
          <w:trHeight w:val="567"/>
          <w:jc w:val="center"/>
        </w:trPr>
        <w:tc>
          <w:tcPr>
            <w:tcW w:w="69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1FCA271" w14:textId="77777777" w:rsidR="00637F3B" w:rsidRPr="00A069B5" w:rsidRDefault="00637F3B" w:rsidP="009E5979">
            <w:pPr>
              <w:pStyle w:val="Default"/>
              <w:jc w:val="center"/>
              <w:rPr>
                <w:sz w:val="22"/>
                <w:szCs w:val="22"/>
              </w:rPr>
            </w:pPr>
            <w:r w:rsidRPr="00A069B5">
              <w:rPr>
                <w:b/>
                <w:bCs/>
                <w:sz w:val="22"/>
                <w:szCs w:val="22"/>
              </w:rPr>
              <w:t>Rev. N</w:t>
            </w:r>
            <w:r>
              <w:rPr>
                <w:b/>
                <w:bCs/>
                <w:sz w:val="22"/>
                <w:szCs w:val="22"/>
              </w:rPr>
              <w:t>r</w:t>
            </w:r>
            <w:r w:rsidRPr="00A069B5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F09600" w14:textId="77777777" w:rsidR="00637F3B" w:rsidRPr="00A069B5" w:rsidRDefault="00637F3B" w:rsidP="00F77080">
            <w:pPr>
              <w:pStyle w:val="Default"/>
              <w:rPr>
                <w:sz w:val="22"/>
                <w:szCs w:val="22"/>
              </w:rPr>
            </w:pPr>
            <w:r w:rsidRPr="00A069B5">
              <w:rPr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B76CBE" w14:textId="77777777" w:rsidR="00637F3B" w:rsidRPr="00F77080" w:rsidRDefault="00637F3B" w:rsidP="009E597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069B5">
              <w:rPr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D3A0D8" w14:textId="77777777" w:rsidR="00637F3B" w:rsidRPr="00A069B5" w:rsidRDefault="00637F3B" w:rsidP="00F77080">
            <w:pPr>
              <w:pStyle w:val="Default"/>
              <w:jc w:val="center"/>
              <w:rPr>
                <w:sz w:val="22"/>
                <w:szCs w:val="22"/>
              </w:rPr>
            </w:pPr>
            <w:r w:rsidRPr="00A069B5">
              <w:rPr>
                <w:b/>
                <w:bCs/>
                <w:sz w:val="22"/>
                <w:szCs w:val="22"/>
              </w:rPr>
              <w:t>Intocmit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CE66FE" w14:textId="77777777" w:rsidR="00637F3B" w:rsidRPr="00A069B5" w:rsidRDefault="00637F3B" w:rsidP="00F77080">
            <w:pPr>
              <w:pStyle w:val="Default"/>
              <w:jc w:val="center"/>
              <w:rPr>
                <w:sz w:val="22"/>
                <w:szCs w:val="22"/>
              </w:rPr>
            </w:pPr>
            <w:r w:rsidRPr="00A069B5">
              <w:rPr>
                <w:b/>
                <w:bCs/>
                <w:sz w:val="22"/>
                <w:szCs w:val="22"/>
              </w:rPr>
              <w:t>Verificat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520719" w14:textId="77777777" w:rsidR="00637F3B" w:rsidRPr="00023B33" w:rsidRDefault="00637F3B" w:rsidP="00F7708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023B33">
              <w:rPr>
                <w:b/>
                <w:bCs/>
                <w:sz w:val="22"/>
                <w:szCs w:val="22"/>
              </w:rPr>
              <w:t>Sef proiect</w:t>
            </w:r>
          </w:p>
        </w:tc>
        <w:tc>
          <w:tcPr>
            <w:tcW w:w="1196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5E72857" w14:textId="77777777" w:rsidR="00637F3B" w:rsidRPr="00023B33" w:rsidRDefault="00637F3B" w:rsidP="00F7708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A069B5">
              <w:rPr>
                <w:b/>
                <w:bCs/>
                <w:sz w:val="22"/>
                <w:szCs w:val="22"/>
              </w:rPr>
              <w:t>Aprobat</w:t>
            </w:r>
          </w:p>
        </w:tc>
      </w:tr>
      <w:tr w:rsidR="00637F3B" w:rsidRPr="00A069B5" w14:paraId="73F99367" w14:textId="77777777" w:rsidTr="00FA29D3">
        <w:trPr>
          <w:trHeight w:val="1034"/>
          <w:jc w:val="center"/>
        </w:trPr>
        <w:tc>
          <w:tcPr>
            <w:tcW w:w="1818" w:type="dxa"/>
            <w:gridSpan w:val="2"/>
            <w:vMerge w:val="restar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2364B8" w14:textId="77777777" w:rsidR="00637F3B" w:rsidRDefault="007939E5" w:rsidP="007939E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0F9748BF" wp14:editId="39CE7E63">
                  <wp:extent cx="914400" cy="82931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29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5DBCB2D" w14:textId="77777777" w:rsidR="007939E5" w:rsidRPr="00A069B5" w:rsidRDefault="007939E5" w:rsidP="007939E5">
            <w:pPr>
              <w:pStyle w:val="Default"/>
              <w:jc w:val="center"/>
              <w:rPr>
                <w:sz w:val="22"/>
                <w:szCs w:val="22"/>
              </w:rPr>
            </w:pPr>
            <w:r w:rsidRPr="0081500E">
              <w:rPr>
                <w:b/>
                <w:sz w:val="16"/>
                <w:szCs w:val="16"/>
                <w:lang w:val="ro-RO"/>
              </w:rPr>
              <w:t>S.C.CONPET S.A</w:t>
            </w:r>
          </w:p>
        </w:tc>
        <w:tc>
          <w:tcPr>
            <w:tcW w:w="803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0E3924" w14:textId="77777777" w:rsidR="00637F3B" w:rsidRPr="00136995" w:rsidRDefault="00091B33" w:rsidP="007939E5">
            <w:pPr>
              <w:pStyle w:val="Footer"/>
              <w:spacing w:after="0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F</w:t>
            </w:r>
            <w:r w:rsidR="00637F3B">
              <w:rPr>
                <w:rFonts w:cs="Arial"/>
                <w:b/>
                <w:bCs/>
                <w:sz w:val="28"/>
                <w:szCs w:val="28"/>
              </w:rPr>
              <w:t>O</w:t>
            </w:r>
            <w:r>
              <w:rPr>
                <w:rFonts w:cs="Arial"/>
                <w:b/>
                <w:bCs/>
                <w:sz w:val="28"/>
                <w:szCs w:val="28"/>
              </w:rPr>
              <w:t>AIE DATE</w:t>
            </w:r>
            <w:r w:rsidR="00637F3B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sz w:val="28"/>
                <w:szCs w:val="28"/>
              </w:rPr>
              <w:t>FILTRE</w:t>
            </w:r>
            <w:r w:rsidR="00637F3B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sz w:val="28"/>
                <w:szCs w:val="28"/>
              </w:rPr>
              <w:t>TITEI</w:t>
            </w:r>
          </w:p>
          <w:p w14:paraId="28B2F1F9" w14:textId="77777777" w:rsidR="00637F3B" w:rsidRPr="007A37F6" w:rsidRDefault="00637F3B" w:rsidP="007939E5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color w:val="000000"/>
                <w:sz w:val="28"/>
                <w:szCs w:val="28"/>
              </w:rPr>
            </w:pPr>
          </w:p>
        </w:tc>
      </w:tr>
      <w:tr w:rsidR="00637F3B" w:rsidRPr="00A069B5" w14:paraId="7EC5F7E2" w14:textId="77777777" w:rsidTr="00FA29D3">
        <w:trPr>
          <w:trHeight w:val="454"/>
          <w:jc w:val="center"/>
        </w:trPr>
        <w:tc>
          <w:tcPr>
            <w:tcW w:w="1818" w:type="dxa"/>
            <w:gridSpan w:val="2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8CE3A" w14:textId="77777777" w:rsidR="00637F3B" w:rsidRPr="00A069B5" w:rsidRDefault="00637F3B" w:rsidP="007939E5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693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C71FF" w14:textId="77777777" w:rsidR="00637F3B" w:rsidRPr="007939E5" w:rsidRDefault="00637F3B" w:rsidP="007939E5">
            <w:pPr>
              <w:pStyle w:val="Default"/>
              <w:rPr>
                <w:color w:val="auto"/>
                <w:sz w:val="22"/>
                <w:szCs w:val="22"/>
              </w:rPr>
            </w:pPr>
            <w:r w:rsidRPr="007939E5">
              <w:rPr>
                <w:b/>
                <w:bCs/>
                <w:color w:val="auto"/>
                <w:sz w:val="22"/>
                <w:szCs w:val="22"/>
              </w:rPr>
              <w:t xml:space="preserve">Doc. No.: </w:t>
            </w:r>
            <w:r w:rsidR="009164E3" w:rsidRPr="007939E5">
              <w:rPr>
                <w:b/>
                <w:bCs/>
                <w:color w:val="auto"/>
                <w:sz w:val="22"/>
                <w:szCs w:val="22"/>
              </w:rPr>
              <w:t>PR1193</w:t>
            </w:r>
            <w:r w:rsidR="00F77080" w:rsidRPr="007939E5">
              <w:rPr>
                <w:b/>
                <w:bCs/>
                <w:color w:val="auto"/>
                <w:sz w:val="22"/>
                <w:szCs w:val="22"/>
              </w:rPr>
              <w:t>-ME0</w:t>
            </w:r>
            <w:r w:rsidR="009164E3" w:rsidRPr="007939E5">
              <w:rPr>
                <w:b/>
                <w:bCs/>
                <w:color w:val="auto"/>
                <w:sz w:val="22"/>
                <w:szCs w:val="22"/>
              </w:rPr>
              <w:t>7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1DFED5" w14:textId="7EE68C5D" w:rsidR="00637F3B" w:rsidRPr="00A069B5" w:rsidRDefault="00637F3B" w:rsidP="008738D6">
            <w:pPr>
              <w:pStyle w:val="Default"/>
              <w:jc w:val="center"/>
              <w:rPr>
                <w:sz w:val="22"/>
                <w:szCs w:val="22"/>
              </w:rPr>
            </w:pPr>
            <w:r w:rsidRPr="00A069B5">
              <w:rPr>
                <w:b/>
                <w:bCs/>
                <w:sz w:val="22"/>
                <w:szCs w:val="22"/>
              </w:rPr>
              <w:t xml:space="preserve">Rev.: </w:t>
            </w:r>
            <w:r>
              <w:rPr>
                <w:b/>
                <w:bCs/>
                <w:sz w:val="22"/>
                <w:szCs w:val="22"/>
              </w:rPr>
              <w:t>0</w:t>
            </w:r>
            <w:r w:rsidR="008513F6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637F3B" w:rsidRPr="00A069B5" w14:paraId="4BD91AD7" w14:textId="77777777" w:rsidTr="00FA29D3">
        <w:trPr>
          <w:trHeight w:val="448"/>
          <w:jc w:val="center"/>
        </w:trPr>
        <w:tc>
          <w:tcPr>
            <w:tcW w:w="1818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39663" w14:textId="77777777" w:rsidR="007939E5" w:rsidRDefault="007939E5" w:rsidP="007939E5">
            <w:pPr>
              <w:jc w:val="center"/>
            </w:pPr>
          </w:p>
          <w:p w14:paraId="696CFC0D" w14:textId="77777777" w:rsidR="00637F3B" w:rsidRDefault="007939E5" w:rsidP="007939E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D35BE1" wp14:editId="64789E41">
                  <wp:extent cx="878205" cy="73152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50E5F62" w14:textId="77777777" w:rsidR="007939E5" w:rsidRPr="007939E5" w:rsidRDefault="007939E5" w:rsidP="007939E5">
            <w:pPr>
              <w:jc w:val="center"/>
            </w:pPr>
            <w:r w:rsidRPr="007F794B">
              <w:rPr>
                <w:b/>
                <w:caps/>
                <w:sz w:val="13"/>
                <w:szCs w:val="13"/>
              </w:rPr>
              <w:t>S.C. Team Oil s.r.l.        PLOIEŞTI   ROMâNIa</w:t>
            </w:r>
          </w:p>
        </w:tc>
        <w:tc>
          <w:tcPr>
            <w:tcW w:w="44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DF237" w14:textId="77777777" w:rsidR="00637F3B" w:rsidRPr="001725D8" w:rsidRDefault="00637F3B" w:rsidP="009E5979">
            <w:pPr>
              <w:pStyle w:val="Default"/>
              <w:jc w:val="center"/>
              <w:rPr>
                <w:b/>
                <w:bCs/>
              </w:rPr>
            </w:pPr>
            <w:r w:rsidRPr="001725D8">
              <w:rPr>
                <w:b/>
                <w:bCs/>
              </w:rPr>
              <w:t xml:space="preserve">Titlul proiectului: </w:t>
            </w:r>
          </w:p>
        </w:tc>
        <w:tc>
          <w:tcPr>
            <w:tcW w:w="24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209FD" w14:textId="77777777" w:rsidR="00637F3B" w:rsidRPr="00A069B5" w:rsidRDefault="00637F3B" w:rsidP="009E5979">
            <w:pPr>
              <w:pStyle w:val="Default"/>
              <w:jc w:val="center"/>
              <w:rPr>
                <w:sz w:val="22"/>
                <w:szCs w:val="22"/>
              </w:rPr>
            </w:pPr>
            <w:r w:rsidRPr="00A069B5">
              <w:rPr>
                <w:b/>
                <w:bCs/>
                <w:sz w:val="22"/>
                <w:szCs w:val="22"/>
              </w:rPr>
              <w:t>Pro</w:t>
            </w:r>
            <w:r>
              <w:rPr>
                <w:b/>
                <w:bCs/>
                <w:sz w:val="22"/>
                <w:szCs w:val="22"/>
              </w:rPr>
              <w:t>i</w:t>
            </w:r>
            <w:r w:rsidRPr="00A069B5">
              <w:rPr>
                <w:b/>
                <w:bCs/>
                <w:sz w:val="22"/>
                <w:szCs w:val="22"/>
              </w:rPr>
              <w:t>ect n</w:t>
            </w:r>
            <w:r>
              <w:rPr>
                <w:b/>
                <w:bCs/>
                <w:sz w:val="22"/>
                <w:szCs w:val="22"/>
              </w:rPr>
              <w:t>r</w:t>
            </w:r>
            <w:r w:rsidRPr="00A069B5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75F8DD" w14:textId="77777777" w:rsidR="00637F3B" w:rsidRPr="00A069B5" w:rsidRDefault="00637F3B" w:rsidP="009E5979">
            <w:pPr>
              <w:pStyle w:val="Default"/>
              <w:jc w:val="center"/>
              <w:rPr>
                <w:sz w:val="22"/>
                <w:szCs w:val="22"/>
              </w:rPr>
            </w:pPr>
            <w:r w:rsidRPr="00A069B5">
              <w:rPr>
                <w:b/>
                <w:bCs/>
                <w:sz w:val="22"/>
                <w:szCs w:val="22"/>
              </w:rPr>
              <w:t>Pag. n</w:t>
            </w:r>
            <w:r>
              <w:rPr>
                <w:b/>
                <w:bCs/>
                <w:sz w:val="22"/>
                <w:szCs w:val="22"/>
              </w:rPr>
              <w:t>r</w:t>
            </w:r>
            <w:r w:rsidRPr="00A069B5">
              <w:rPr>
                <w:b/>
                <w:bCs/>
                <w:sz w:val="22"/>
                <w:szCs w:val="22"/>
              </w:rPr>
              <w:t>.:</w:t>
            </w:r>
          </w:p>
        </w:tc>
      </w:tr>
      <w:tr w:rsidR="00637F3B" w:rsidRPr="00A069B5" w14:paraId="1256F176" w14:textId="77777777" w:rsidTr="00FA29D3">
        <w:trPr>
          <w:trHeight w:val="1474"/>
          <w:jc w:val="center"/>
        </w:trPr>
        <w:tc>
          <w:tcPr>
            <w:tcW w:w="1818" w:type="dxa"/>
            <w:gridSpan w:val="2"/>
            <w:vMerge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E77ACD" w14:textId="77777777" w:rsidR="00637F3B" w:rsidRPr="001725D8" w:rsidRDefault="00637F3B" w:rsidP="009E5979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46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5EFC5D" w14:textId="77777777" w:rsidR="009164E3" w:rsidRPr="009164E3" w:rsidRDefault="009164E3" w:rsidP="009164E3">
            <w:pPr>
              <w:pStyle w:val="Footer"/>
              <w:jc w:val="center"/>
              <w:rPr>
                <w:rFonts w:cs="Arial"/>
                <w:b/>
                <w:bCs/>
                <w:sz w:val="20"/>
              </w:rPr>
            </w:pPr>
            <w:r w:rsidRPr="009164E3">
              <w:rPr>
                <w:rFonts w:cs="Arial"/>
                <w:b/>
                <w:bCs/>
                <w:sz w:val="20"/>
              </w:rPr>
              <w:t>MODERNIZAREA STATIEI DE POMPARE</w:t>
            </w:r>
          </w:p>
          <w:p w14:paraId="08045939" w14:textId="77777777" w:rsidR="008738D6" w:rsidRPr="00467CD4" w:rsidRDefault="009164E3" w:rsidP="009164E3">
            <w:pPr>
              <w:pStyle w:val="Footer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9164E3">
              <w:rPr>
                <w:rFonts w:cs="Arial"/>
                <w:b/>
                <w:bCs/>
                <w:sz w:val="20"/>
              </w:rPr>
              <w:t>A TITEIULUI SLOBOZIA JUD. PRAHOVA</w:t>
            </w:r>
          </w:p>
        </w:tc>
        <w:tc>
          <w:tcPr>
            <w:tcW w:w="2477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DFA697" w14:textId="77777777" w:rsidR="00637F3B" w:rsidRPr="009B0CB8" w:rsidRDefault="009164E3" w:rsidP="00E20C8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</w:rPr>
              <w:t>1193/2019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0406C241" w14:textId="77777777" w:rsidR="00637F3B" w:rsidRPr="00A069B5" w:rsidRDefault="0047219C" w:rsidP="00052A1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fldChar w:fldCharType="begin"/>
            </w:r>
            <w:r w:rsidR="00637F3B">
              <w:rPr>
                <w:b/>
                <w:bCs/>
                <w:sz w:val="22"/>
                <w:szCs w:val="22"/>
              </w:rPr>
              <w:instrText xml:space="preserve"> PAGE   \* MERGEFORMAT </w:instrText>
            </w:r>
            <w:r>
              <w:rPr>
                <w:b/>
                <w:bCs/>
                <w:sz w:val="22"/>
                <w:szCs w:val="22"/>
              </w:rPr>
              <w:fldChar w:fldCharType="separate"/>
            </w:r>
            <w:r w:rsidR="009E27C2">
              <w:rPr>
                <w:b/>
                <w:bCs/>
                <w:noProof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fldChar w:fldCharType="end"/>
            </w:r>
            <w:r w:rsidR="00637F3B" w:rsidRPr="00A069B5">
              <w:rPr>
                <w:b/>
                <w:bCs/>
                <w:sz w:val="22"/>
                <w:szCs w:val="22"/>
              </w:rPr>
              <w:t xml:space="preserve"> </w:t>
            </w:r>
            <w:r w:rsidR="00637F3B">
              <w:rPr>
                <w:b/>
                <w:bCs/>
                <w:sz w:val="22"/>
                <w:szCs w:val="22"/>
              </w:rPr>
              <w:t>din</w:t>
            </w:r>
            <w:r w:rsidR="00637F3B" w:rsidRPr="00A069B5">
              <w:rPr>
                <w:b/>
                <w:bCs/>
                <w:sz w:val="22"/>
                <w:szCs w:val="22"/>
              </w:rPr>
              <w:t xml:space="preserve"> </w:t>
            </w:r>
            <w:r w:rsidR="00052A11">
              <w:rPr>
                <w:b/>
                <w:bCs/>
                <w:sz w:val="22"/>
                <w:szCs w:val="22"/>
              </w:rPr>
              <w:t>4</w:t>
            </w:r>
          </w:p>
        </w:tc>
      </w:tr>
    </w:tbl>
    <w:p w14:paraId="2C79F809" w14:textId="77777777" w:rsidR="00DA121C" w:rsidRDefault="00DA121C" w:rsidP="00DA121C">
      <w:pPr>
        <w:rPr>
          <w:rFonts w:cs="Arial"/>
          <w:color w:val="000000"/>
          <w:szCs w:val="24"/>
        </w:rPr>
      </w:pPr>
    </w:p>
    <w:p w14:paraId="5E2D45A3" w14:textId="77777777" w:rsidR="00DA121C" w:rsidRDefault="00DA121C" w:rsidP="00DA121C">
      <w:pPr>
        <w:rPr>
          <w:rFonts w:cs="Arial"/>
          <w:color w:val="000000"/>
          <w:szCs w:val="24"/>
        </w:rPr>
      </w:pPr>
    </w:p>
    <w:p w14:paraId="09D56C4A" w14:textId="77777777" w:rsidR="00BA6657" w:rsidRDefault="00BA6657" w:rsidP="00DA121C">
      <w:pPr>
        <w:rPr>
          <w:rFonts w:cs="Arial"/>
          <w:color w:val="000000"/>
          <w:szCs w:val="24"/>
        </w:rPr>
      </w:pPr>
    </w:p>
    <w:p w14:paraId="5BA7FFD7" w14:textId="77777777" w:rsidR="007244ED" w:rsidRDefault="007244ED" w:rsidP="00DA121C">
      <w:pPr>
        <w:rPr>
          <w:rFonts w:cs="Arial"/>
          <w:color w:val="000000"/>
          <w:szCs w:val="24"/>
        </w:rPr>
      </w:pPr>
    </w:p>
    <w:p w14:paraId="570EB458" w14:textId="77777777" w:rsidR="007244ED" w:rsidRDefault="007244ED" w:rsidP="00DA121C">
      <w:pPr>
        <w:rPr>
          <w:rFonts w:cs="Arial"/>
          <w:color w:val="000000"/>
          <w:szCs w:val="24"/>
        </w:rPr>
      </w:pPr>
    </w:p>
    <w:p w14:paraId="6A297A9E" w14:textId="77777777" w:rsidR="007244ED" w:rsidRDefault="007244ED" w:rsidP="00DA121C">
      <w:pPr>
        <w:rPr>
          <w:rFonts w:cs="Arial"/>
          <w:color w:val="000000"/>
          <w:szCs w:val="24"/>
        </w:rPr>
      </w:pPr>
    </w:p>
    <w:p w14:paraId="5451F9C1" w14:textId="77777777" w:rsidR="007244ED" w:rsidRPr="00F84A2E" w:rsidRDefault="007244ED" w:rsidP="00DA121C">
      <w:pPr>
        <w:rPr>
          <w:rFonts w:cs="Arial"/>
          <w:color w:val="000000"/>
          <w:szCs w:val="24"/>
        </w:rPr>
      </w:pPr>
    </w:p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1"/>
        <w:gridCol w:w="6285"/>
        <w:gridCol w:w="1522"/>
      </w:tblGrid>
      <w:tr w:rsidR="00DA121C" w:rsidRPr="00BB1D00" w14:paraId="205B52A5" w14:textId="77777777" w:rsidTr="00994A0A">
        <w:trPr>
          <w:trHeight w:val="624"/>
          <w:jc w:val="center"/>
        </w:trPr>
        <w:tc>
          <w:tcPr>
            <w:tcW w:w="1571" w:type="dxa"/>
            <w:vAlign w:val="center"/>
          </w:tcPr>
          <w:p w14:paraId="67E752B4" w14:textId="77777777" w:rsidR="00DA121C" w:rsidRPr="00BB1D00" w:rsidRDefault="00DA121C" w:rsidP="00D22CF9">
            <w:pPr>
              <w:jc w:val="center"/>
              <w:rPr>
                <w:rFonts w:cs="Arial"/>
                <w:color w:val="000000"/>
                <w:szCs w:val="24"/>
              </w:rPr>
            </w:pPr>
            <w:r w:rsidRPr="00BB1D00">
              <w:rPr>
                <w:b/>
                <w:bCs/>
              </w:rPr>
              <w:lastRenderedPageBreak/>
              <w:t>Revizia nr.</w:t>
            </w:r>
          </w:p>
        </w:tc>
        <w:tc>
          <w:tcPr>
            <w:tcW w:w="6285" w:type="dxa"/>
            <w:vAlign w:val="center"/>
          </w:tcPr>
          <w:p w14:paraId="305CAB51" w14:textId="77777777" w:rsidR="00DA121C" w:rsidRPr="00BB1D00" w:rsidRDefault="00DA121C" w:rsidP="00D22CF9">
            <w:pPr>
              <w:jc w:val="center"/>
              <w:rPr>
                <w:rFonts w:cs="Arial"/>
                <w:color w:val="000000"/>
                <w:szCs w:val="24"/>
              </w:rPr>
            </w:pPr>
            <w:r w:rsidRPr="00BB1D00">
              <w:rPr>
                <w:b/>
                <w:bCs/>
              </w:rPr>
              <w:t>Motivul reviziei</w:t>
            </w:r>
          </w:p>
        </w:tc>
        <w:tc>
          <w:tcPr>
            <w:tcW w:w="1522" w:type="dxa"/>
            <w:vAlign w:val="center"/>
          </w:tcPr>
          <w:p w14:paraId="6E2519CA" w14:textId="77777777" w:rsidR="00DA121C" w:rsidRPr="00BB1D00" w:rsidRDefault="00DA121C" w:rsidP="00F77080">
            <w:pPr>
              <w:jc w:val="center"/>
              <w:rPr>
                <w:rFonts w:cs="Arial"/>
                <w:color w:val="000000"/>
                <w:szCs w:val="24"/>
              </w:rPr>
            </w:pPr>
            <w:r w:rsidRPr="00BB1D00">
              <w:rPr>
                <w:b/>
                <w:bCs/>
              </w:rPr>
              <w:t>Data:</w:t>
            </w:r>
          </w:p>
        </w:tc>
      </w:tr>
      <w:tr w:rsidR="00DA121C" w:rsidRPr="00BB1D00" w14:paraId="3ECEC040" w14:textId="77777777" w:rsidTr="00994A0A">
        <w:trPr>
          <w:trHeight w:val="624"/>
          <w:jc w:val="center"/>
        </w:trPr>
        <w:tc>
          <w:tcPr>
            <w:tcW w:w="1571" w:type="dxa"/>
            <w:vAlign w:val="center"/>
          </w:tcPr>
          <w:p w14:paraId="6A7E4BF2" w14:textId="06523A20" w:rsidR="00DA121C" w:rsidRPr="00BB1D00" w:rsidRDefault="00DA121C" w:rsidP="00D22CF9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0</w:t>
            </w:r>
            <w:r w:rsidR="00FA29D3">
              <w:rPr>
                <w:rFonts w:cs="Arial"/>
                <w:color w:val="000000"/>
                <w:szCs w:val="24"/>
              </w:rPr>
              <w:t>0</w:t>
            </w:r>
          </w:p>
        </w:tc>
        <w:tc>
          <w:tcPr>
            <w:tcW w:w="6285" w:type="dxa"/>
            <w:vAlign w:val="center"/>
          </w:tcPr>
          <w:p w14:paraId="0A34721C" w14:textId="7699F8A4" w:rsidR="00DA121C" w:rsidRPr="00BB1D00" w:rsidRDefault="00DA121C" w:rsidP="00D22CF9">
            <w:pPr>
              <w:jc w:val="center"/>
              <w:rPr>
                <w:rFonts w:cs="Arial"/>
                <w:color w:val="000000"/>
                <w:szCs w:val="24"/>
              </w:rPr>
            </w:pPr>
            <w:r w:rsidRPr="00BB1D00">
              <w:t xml:space="preserve">Emis pentru </w:t>
            </w:r>
            <w:r w:rsidR="00F77080">
              <w:t>co</w:t>
            </w:r>
            <w:r w:rsidR="00FA29D3">
              <w:t>mentarii</w:t>
            </w:r>
          </w:p>
        </w:tc>
        <w:tc>
          <w:tcPr>
            <w:tcW w:w="1522" w:type="dxa"/>
            <w:vAlign w:val="center"/>
          </w:tcPr>
          <w:p w14:paraId="190A64EE" w14:textId="55FCC478" w:rsidR="00DA121C" w:rsidRPr="00BB1D00" w:rsidRDefault="00FA29D3" w:rsidP="00F77080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t>06.</w:t>
            </w:r>
            <w:r w:rsidR="00DA121C">
              <w:t>20</w:t>
            </w:r>
            <w:r>
              <w:t>21</w:t>
            </w:r>
          </w:p>
        </w:tc>
      </w:tr>
      <w:tr w:rsidR="008513F6" w:rsidRPr="00BB1D00" w14:paraId="38ABD330" w14:textId="77777777" w:rsidTr="00994A0A">
        <w:trPr>
          <w:trHeight w:val="624"/>
          <w:jc w:val="center"/>
        </w:trPr>
        <w:tc>
          <w:tcPr>
            <w:tcW w:w="1571" w:type="dxa"/>
            <w:vAlign w:val="center"/>
          </w:tcPr>
          <w:p w14:paraId="1CB21D29" w14:textId="650EB417" w:rsidR="008513F6" w:rsidRPr="00BB1D00" w:rsidRDefault="008513F6" w:rsidP="008513F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01</w:t>
            </w:r>
          </w:p>
        </w:tc>
        <w:tc>
          <w:tcPr>
            <w:tcW w:w="6285" w:type="dxa"/>
            <w:vAlign w:val="center"/>
          </w:tcPr>
          <w:p w14:paraId="7815736D" w14:textId="5D0A4510" w:rsidR="008513F6" w:rsidRPr="00BB1D00" w:rsidRDefault="008513F6" w:rsidP="008513F6">
            <w:pPr>
              <w:jc w:val="center"/>
              <w:rPr>
                <w:rFonts w:cs="Arial"/>
                <w:color w:val="000000"/>
                <w:szCs w:val="24"/>
              </w:rPr>
            </w:pPr>
            <w:r w:rsidRPr="00BB1D00">
              <w:t xml:space="preserve">Emis pentru </w:t>
            </w:r>
            <w:r>
              <w:t>construire</w:t>
            </w:r>
          </w:p>
        </w:tc>
        <w:tc>
          <w:tcPr>
            <w:tcW w:w="1522" w:type="dxa"/>
            <w:vAlign w:val="center"/>
          </w:tcPr>
          <w:p w14:paraId="69FA0C04" w14:textId="73952FCD" w:rsidR="008513F6" w:rsidRPr="00BB1D00" w:rsidRDefault="008513F6" w:rsidP="008513F6">
            <w:pPr>
              <w:jc w:val="center"/>
              <w:rPr>
                <w:rFonts w:cs="Arial"/>
                <w:color w:val="000000"/>
                <w:szCs w:val="24"/>
              </w:rPr>
            </w:pPr>
            <w:r>
              <w:t>05.2022</w:t>
            </w:r>
          </w:p>
        </w:tc>
      </w:tr>
      <w:tr w:rsidR="00513AAD" w:rsidRPr="00BB1D00" w14:paraId="748B771D" w14:textId="77777777" w:rsidTr="00994A0A">
        <w:trPr>
          <w:trHeight w:val="624"/>
          <w:jc w:val="center"/>
        </w:trPr>
        <w:tc>
          <w:tcPr>
            <w:tcW w:w="1571" w:type="dxa"/>
            <w:vAlign w:val="center"/>
          </w:tcPr>
          <w:p w14:paraId="32D1BB32" w14:textId="77777777" w:rsidR="00513AAD" w:rsidRPr="00BB1D00" w:rsidRDefault="00513AAD" w:rsidP="001316E8">
            <w:pPr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285" w:type="dxa"/>
            <w:vAlign w:val="center"/>
          </w:tcPr>
          <w:p w14:paraId="33073013" w14:textId="77777777" w:rsidR="00513AAD" w:rsidRPr="00BB1D00" w:rsidRDefault="00513AAD" w:rsidP="001316E8">
            <w:pPr>
              <w:jc w:val="lef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522" w:type="dxa"/>
            <w:vAlign w:val="center"/>
          </w:tcPr>
          <w:p w14:paraId="35CC2A9C" w14:textId="77777777" w:rsidR="00513AAD" w:rsidRPr="00BB1D00" w:rsidRDefault="00513AAD" w:rsidP="001316E8">
            <w:pPr>
              <w:jc w:val="center"/>
              <w:rPr>
                <w:rFonts w:cs="Arial"/>
                <w:color w:val="000000"/>
                <w:szCs w:val="24"/>
              </w:rPr>
            </w:pPr>
          </w:p>
        </w:tc>
      </w:tr>
      <w:tr w:rsidR="000D3EDD" w:rsidRPr="00BB1D00" w14:paraId="7E7DEBDB" w14:textId="77777777" w:rsidTr="00994A0A">
        <w:trPr>
          <w:trHeight w:val="624"/>
          <w:jc w:val="center"/>
        </w:trPr>
        <w:tc>
          <w:tcPr>
            <w:tcW w:w="1571" w:type="dxa"/>
          </w:tcPr>
          <w:p w14:paraId="25658893" w14:textId="77777777" w:rsidR="000D3EDD" w:rsidRPr="00BB1D00" w:rsidRDefault="000D3EDD" w:rsidP="009E5979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285" w:type="dxa"/>
          </w:tcPr>
          <w:p w14:paraId="43353EC0" w14:textId="77777777" w:rsidR="000D3EDD" w:rsidRPr="00BB1D00" w:rsidRDefault="004B00CE" w:rsidP="009E5979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 </w:t>
            </w:r>
          </w:p>
        </w:tc>
        <w:tc>
          <w:tcPr>
            <w:tcW w:w="1522" w:type="dxa"/>
          </w:tcPr>
          <w:p w14:paraId="6CB5334C" w14:textId="77777777" w:rsidR="000D3EDD" w:rsidRPr="00BB1D00" w:rsidRDefault="000D3EDD" w:rsidP="009E5979">
            <w:pPr>
              <w:rPr>
                <w:rFonts w:cs="Arial"/>
                <w:color w:val="000000"/>
                <w:szCs w:val="24"/>
              </w:rPr>
            </w:pPr>
          </w:p>
        </w:tc>
      </w:tr>
      <w:tr w:rsidR="000D3EDD" w:rsidRPr="00BB1D00" w14:paraId="1EF933C6" w14:textId="77777777" w:rsidTr="00994A0A">
        <w:trPr>
          <w:trHeight w:val="624"/>
          <w:jc w:val="center"/>
        </w:trPr>
        <w:tc>
          <w:tcPr>
            <w:tcW w:w="1571" w:type="dxa"/>
          </w:tcPr>
          <w:p w14:paraId="3FCE3D80" w14:textId="77777777" w:rsidR="000D3EDD" w:rsidRPr="00BB1D00" w:rsidRDefault="000D3EDD" w:rsidP="009E5979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285" w:type="dxa"/>
          </w:tcPr>
          <w:p w14:paraId="661A2499" w14:textId="77777777" w:rsidR="000D3EDD" w:rsidRPr="00BB1D00" w:rsidRDefault="000D3EDD" w:rsidP="009E5979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522" w:type="dxa"/>
          </w:tcPr>
          <w:p w14:paraId="13FAFE44" w14:textId="77777777" w:rsidR="000D3EDD" w:rsidRPr="00BB1D00" w:rsidRDefault="000D3EDD" w:rsidP="009E5979">
            <w:pPr>
              <w:rPr>
                <w:rFonts w:cs="Arial"/>
                <w:color w:val="000000"/>
                <w:szCs w:val="24"/>
              </w:rPr>
            </w:pPr>
          </w:p>
        </w:tc>
      </w:tr>
      <w:tr w:rsidR="000D3EDD" w:rsidRPr="00BB1D00" w14:paraId="26E3EF7C" w14:textId="77777777" w:rsidTr="00994A0A">
        <w:trPr>
          <w:trHeight w:val="624"/>
          <w:jc w:val="center"/>
        </w:trPr>
        <w:tc>
          <w:tcPr>
            <w:tcW w:w="1571" w:type="dxa"/>
          </w:tcPr>
          <w:p w14:paraId="5943E7D4" w14:textId="77777777" w:rsidR="000D3EDD" w:rsidRPr="00BB1D00" w:rsidRDefault="000D3EDD" w:rsidP="009E5979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285" w:type="dxa"/>
          </w:tcPr>
          <w:p w14:paraId="1D219300" w14:textId="77777777" w:rsidR="000D3EDD" w:rsidRPr="00BB1D00" w:rsidRDefault="000D3EDD" w:rsidP="009E5979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522" w:type="dxa"/>
          </w:tcPr>
          <w:p w14:paraId="2C111874" w14:textId="77777777" w:rsidR="000D3EDD" w:rsidRPr="00BB1D00" w:rsidRDefault="000D3EDD" w:rsidP="009E5979">
            <w:pPr>
              <w:rPr>
                <w:rFonts w:cs="Arial"/>
                <w:color w:val="000000"/>
                <w:szCs w:val="24"/>
              </w:rPr>
            </w:pPr>
          </w:p>
        </w:tc>
      </w:tr>
      <w:tr w:rsidR="000D3EDD" w:rsidRPr="00BB1D00" w14:paraId="0EC6017B" w14:textId="77777777" w:rsidTr="00994A0A">
        <w:trPr>
          <w:trHeight w:val="624"/>
          <w:jc w:val="center"/>
        </w:trPr>
        <w:tc>
          <w:tcPr>
            <w:tcW w:w="1571" w:type="dxa"/>
          </w:tcPr>
          <w:p w14:paraId="11673D9E" w14:textId="77777777" w:rsidR="000D3EDD" w:rsidRPr="00BB1D00" w:rsidRDefault="000D3EDD" w:rsidP="009E5979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285" w:type="dxa"/>
          </w:tcPr>
          <w:p w14:paraId="40B39A82" w14:textId="77777777" w:rsidR="000D3EDD" w:rsidRPr="00BB1D00" w:rsidRDefault="000D3EDD" w:rsidP="009E5979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522" w:type="dxa"/>
          </w:tcPr>
          <w:p w14:paraId="453B4B56" w14:textId="77777777" w:rsidR="000D3EDD" w:rsidRPr="00BB1D00" w:rsidRDefault="000D3EDD" w:rsidP="009E5979">
            <w:pPr>
              <w:rPr>
                <w:rFonts w:cs="Arial"/>
                <w:color w:val="000000"/>
                <w:szCs w:val="24"/>
              </w:rPr>
            </w:pPr>
          </w:p>
        </w:tc>
      </w:tr>
      <w:tr w:rsidR="000D3EDD" w:rsidRPr="00BB1D00" w14:paraId="3AC02169" w14:textId="77777777" w:rsidTr="00994A0A">
        <w:trPr>
          <w:trHeight w:val="624"/>
          <w:jc w:val="center"/>
        </w:trPr>
        <w:tc>
          <w:tcPr>
            <w:tcW w:w="1571" w:type="dxa"/>
          </w:tcPr>
          <w:p w14:paraId="5D3379FD" w14:textId="77777777" w:rsidR="000D3EDD" w:rsidRPr="00BB1D00" w:rsidRDefault="000D3EDD" w:rsidP="009E5979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285" w:type="dxa"/>
          </w:tcPr>
          <w:p w14:paraId="1ADBC27E" w14:textId="77777777" w:rsidR="000D3EDD" w:rsidRPr="00BB1D00" w:rsidRDefault="000D3EDD" w:rsidP="009E5979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522" w:type="dxa"/>
          </w:tcPr>
          <w:p w14:paraId="7BC11E9B" w14:textId="77777777" w:rsidR="000D3EDD" w:rsidRPr="00BB1D00" w:rsidRDefault="000D3EDD" w:rsidP="009E5979">
            <w:pPr>
              <w:rPr>
                <w:rFonts w:cs="Arial"/>
                <w:color w:val="000000"/>
                <w:szCs w:val="24"/>
              </w:rPr>
            </w:pPr>
          </w:p>
        </w:tc>
      </w:tr>
      <w:tr w:rsidR="000D3EDD" w:rsidRPr="00BB1D00" w14:paraId="50FFB705" w14:textId="77777777" w:rsidTr="00994A0A">
        <w:trPr>
          <w:trHeight w:val="624"/>
          <w:jc w:val="center"/>
        </w:trPr>
        <w:tc>
          <w:tcPr>
            <w:tcW w:w="1571" w:type="dxa"/>
          </w:tcPr>
          <w:p w14:paraId="77CE91C8" w14:textId="77777777" w:rsidR="000D3EDD" w:rsidRPr="00BB1D00" w:rsidRDefault="000D3EDD" w:rsidP="009E5979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285" w:type="dxa"/>
          </w:tcPr>
          <w:p w14:paraId="4ABBA14A" w14:textId="77777777" w:rsidR="000D3EDD" w:rsidRPr="00BB1D00" w:rsidRDefault="000D3EDD" w:rsidP="009E5979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522" w:type="dxa"/>
          </w:tcPr>
          <w:p w14:paraId="1B2762A3" w14:textId="77777777" w:rsidR="000D3EDD" w:rsidRPr="00BB1D00" w:rsidRDefault="000D3EDD" w:rsidP="009E5979">
            <w:pPr>
              <w:rPr>
                <w:rFonts w:cs="Arial"/>
                <w:color w:val="000000"/>
                <w:szCs w:val="24"/>
              </w:rPr>
            </w:pPr>
          </w:p>
        </w:tc>
      </w:tr>
    </w:tbl>
    <w:p w14:paraId="7D1D104E" w14:textId="77777777" w:rsidR="00DA121C" w:rsidRDefault="00DA121C" w:rsidP="00DA121C">
      <w:pPr>
        <w:rPr>
          <w:rFonts w:cs="Arial"/>
          <w:color w:val="000000"/>
          <w:szCs w:val="24"/>
        </w:rPr>
      </w:pPr>
    </w:p>
    <w:p w14:paraId="5F078A34" w14:textId="77777777" w:rsidR="004B65D6" w:rsidRDefault="004B65D6" w:rsidP="00DA121C">
      <w:pPr>
        <w:rPr>
          <w:rFonts w:cs="Arial"/>
          <w:color w:val="000000"/>
          <w:szCs w:val="24"/>
        </w:rPr>
      </w:pPr>
    </w:p>
    <w:p w14:paraId="3F4DCF1F" w14:textId="77777777" w:rsidR="004B65D6" w:rsidRDefault="004B65D6" w:rsidP="00DA121C">
      <w:pPr>
        <w:rPr>
          <w:rFonts w:cs="Arial"/>
          <w:color w:val="000000"/>
          <w:szCs w:val="24"/>
        </w:rPr>
      </w:pPr>
    </w:p>
    <w:p w14:paraId="270FB71F" w14:textId="77777777" w:rsidR="004B65D6" w:rsidRDefault="004B65D6" w:rsidP="00DA121C">
      <w:pPr>
        <w:rPr>
          <w:rFonts w:cs="Arial"/>
          <w:color w:val="000000"/>
          <w:szCs w:val="24"/>
        </w:rPr>
      </w:pPr>
    </w:p>
    <w:p w14:paraId="20F0F874" w14:textId="77777777" w:rsidR="004B65D6" w:rsidRDefault="004B65D6" w:rsidP="00DA121C">
      <w:pPr>
        <w:rPr>
          <w:rFonts w:cs="Arial"/>
          <w:color w:val="000000"/>
          <w:szCs w:val="24"/>
        </w:rPr>
      </w:pPr>
    </w:p>
    <w:p w14:paraId="57784BF6" w14:textId="77777777" w:rsidR="004B65D6" w:rsidRDefault="004B65D6" w:rsidP="00DA121C">
      <w:pPr>
        <w:rPr>
          <w:rFonts w:cs="Arial"/>
          <w:color w:val="000000"/>
          <w:szCs w:val="24"/>
        </w:rPr>
      </w:pPr>
    </w:p>
    <w:p w14:paraId="3D0703B2" w14:textId="77777777" w:rsidR="004B65D6" w:rsidRDefault="004B65D6" w:rsidP="00DA121C">
      <w:pPr>
        <w:rPr>
          <w:rFonts w:cs="Arial"/>
          <w:color w:val="000000"/>
          <w:szCs w:val="24"/>
        </w:rPr>
      </w:pPr>
    </w:p>
    <w:p w14:paraId="512589A5" w14:textId="77777777" w:rsidR="004B65D6" w:rsidRDefault="004B65D6" w:rsidP="00DA121C">
      <w:pPr>
        <w:rPr>
          <w:rFonts w:cs="Arial"/>
          <w:color w:val="000000"/>
          <w:szCs w:val="24"/>
        </w:rPr>
      </w:pPr>
    </w:p>
    <w:p w14:paraId="281E71CF" w14:textId="77777777" w:rsidR="004B65D6" w:rsidRDefault="004B65D6" w:rsidP="00DA121C">
      <w:pPr>
        <w:rPr>
          <w:rFonts w:cs="Arial"/>
          <w:color w:val="000000"/>
          <w:szCs w:val="24"/>
        </w:rPr>
      </w:pPr>
    </w:p>
    <w:p w14:paraId="3300D722" w14:textId="77777777" w:rsidR="004B65D6" w:rsidRDefault="004B65D6" w:rsidP="00DA121C">
      <w:pPr>
        <w:rPr>
          <w:rFonts w:cs="Arial"/>
          <w:color w:val="000000"/>
          <w:szCs w:val="24"/>
        </w:rPr>
      </w:pPr>
    </w:p>
    <w:p w14:paraId="424A1163" w14:textId="77777777" w:rsidR="004B65D6" w:rsidRDefault="004B65D6" w:rsidP="00DA121C">
      <w:pPr>
        <w:rPr>
          <w:rFonts w:cs="Arial"/>
          <w:color w:val="000000"/>
          <w:szCs w:val="24"/>
        </w:rPr>
      </w:pPr>
    </w:p>
    <w:p w14:paraId="2E89DB3B" w14:textId="77777777" w:rsidR="002235C9" w:rsidRDefault="002235C9" w:rsidP="004B65D6">
      <w:pPr>
        <w:ind w:right="680" w:firstLine="709"/>
        <w:rPr>
          <w:lang w:val="es-ES_tradnl"/>
        </w:rPr>
      </w:pPr>
    </w:p>
    <w:p w14:paraId="79AC3F38" w14:textId="77777777" w:rsidR="00853964" w:rsidRDefault="00853964">
      <w:pPr>
        <w:ind w:left="426" w:right="680"/>
        <w:jc w:val="center"/>
        <w:rPr>
          <w:lang w:val="es-ES_tradnl"/>
        </w:rPr>
        <w:sectPr w:rsidR="00853964">
          <w:headerReference w:type="default" r:id="rId10"/>
          <w:footerReference w:type="default" r:id="rId11"/>
          <w:headerReference w:type="first" r:id="rId12"/>
          <w:footerReference w:type="first" r:id="rId13"/>
          <w:pgSz w:w="11907" w:h="16840" w:code="9"/>
          <w:pgMar w:top="522" w:right="851" w:bottom="907" w:left="1418" w:header="851" w:footer="720" w:gutter="0"/>
          <w:paperSrc w:first="7" w:other="7"/>
          <w:cols w:space="720"/>
          <w:titlePg/>
        </w:sect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134"/>
        <w:gridCol w:w="106"/>
        <w:gridCol w:w="35"/>
        <w:gridCol w:w="567"/>
        <w:gridCol w:w="1772"/>
        <w:gridCol w:w="71"/>
        <w:gridCol w:w="284"/>
        <w:gridCol w:w="567"/>
        <w:gridCol w:w="283"/>
        <w:gridCol w:w="1169"/>
        <w:gridCol w:w="2375"/>
      </w:tblGrid>
      <w:tr w:rsidR="00FA38EE" w:rsidRPr="00705E55" w14:paraId="53E6E75D" w14:textId="77777777" w:rsidTr="000D3EDD">
        <w:trPr>
          <w:trHeight w:val="89"/>
        </w:trPr>
        <w:tc>
          <w:tcPr>
            <w:tcW w:w="9923" w:type="dxa"/>
            <w:gridSpan w:val="13"/>
            <w:vAlign w:val="center"/>
          </w:tcPr>
          <w:p w14:paraId="600250E9" w14:textId="3FD5AA76" w:rsidR="00FA38EE" w:rsidRPr="00705E55" w:rsidRDefault="00FA38EE" w:rsidP="00613E56">
            <w:pPr>
              <w:pStyle w:val="Header"/>
              <w:rPr>
                <w:b/>
                <w:bCs/>
                <w:caps/>
                <w:sz w:val="16"/>
                <w:szCs w:val="16"/>
                <w:lang w:val="fr-FR"/>
              </w:rPr>
            </w:pPr>
            <w:r w:rsidRPr="00705E55">
              <w:rPr>
                <w:b/>
                <w:bCs/>
                <w:caps/>
                <w:sz w:val="16"/>
                <w:szCs w:val="16"/>
                <w:lang w:val="fr-FR"/>
              </w:rPr>
              <w:lastRenderedPageBreak/>
              <w:t xml:space="preserve">INSTALATIA:  </w:t>
            </w:r>
            <w:r w:rsidR="00DE1885" w:rsidRPr="00705E55">
              <w:rPr>
                <w:b/>
                <w:bCs/>
                <w:caps/>
                <w:sz w:val="16"/>
                <w:szCs w:val="16"/>
                <w:lang w:val="fr-FR"/>
              </w:rPr>
              <w:t>STATI</w:t>
            </w:r>
            <w:r w:rsidR="00FC0862" w:rsidRPr="00705E55">
              <w:rPr>
                <w:b/>
                <w:bCs/>
                <w:caps/>
                <w:sz w:val="16"/>
                <w:szCs w:val="16"/>
                <w:lang w:val="fr-FR"/>
              </w:rPr>
              <w:t>A</w:t>
            </w:r>
            <w:r w:rsidR="00DE1885" w:rsidRPr="00705E55">
              <w:rPr>
                <w:b/>
                <w:bCs/>
                <w:caps/>
                <w:sz w:val="16"/>
                <w:szCs w:val="16"/>
                <w:lang w:val="fr-FR"/>
              </w:rPr>
              <w:t xml:space="preserve"> DE POMPARE TITEI </w:t>
            </w:r>
            <w:r w:rsidR="00613E56">
              <w:rPr>
                <w:b/>
                <w:bCs/>
                <w:caps/>
                <w:sz w:val="16"/>
                <w:szCs w:val="16"/>
                <w:lang w:val="fr-FR"/>
              </w:rPr>
              <w:t>SLOBOZIA</w:t>
            </w:r>
          </w:p>
        </w:tc>
      </w:tr>
      <w:tr w:rsidR="00FA38EE" w:rsidRPr="00040CCE" w14:paraId="46DBBAD1" w14:textId="77777777" w:rsidTr="000D3EDD">
        <w:trPr>
          <w:trHeight w:val="89"/>
        </w:trPr>
        <w:tc>
          <w:tcPr>
            <w:tcW w:w="426" w:type="dxa"/>
            <w:vAlign w:val="center"/>
          </w:tcPr>
          <w:p w14:paraId="5C46CA21" w14:textId="77777777" w:rsidR="00FA38EE" w:rsidRPr="00FF3BFB" w:rsidRDefault="00FA38EE" w:rsidP="000D3ED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 w:rsidRPr="00FF3BFB">
              <w:rPr>
                <w:bCs/>
                <w:caps/>
                <w:sz w:val="14"/>
                <w:szCs w:val="14"/>
                <w:lang w:val="en-US"/>
              </w:rPr>
              <w:t>1</w:t>
            </w:r>
          </w:p>
        </w:tc>
        <w:tc>
          <w:tcPr>
            <w:tcW w:w="2374" w:type="dxa"/>
            <w:gridSpan w:val="3"/>
            <w:vAlign w:val="center"/>
          </w:tcPr>
          <w:p w14:paraId="22C52AAF" w14:textId="77777777" w:rsidR="00FA38EE" w:rsidRPr="0041442D" w:rsidRDefault="00FA38EE" w:rsidP="00425DC3">
            <w:pPr>
              <w:pStyle w:val="Header"/>
              <w:rPr>
                <w:bCs/>
                <w:caps/>
                <w:sz w:val="16"/>
                <w:szCs w:val="16"/>
                <w:lang w:val="en-US"/>
              </w:rPr>
            </w:pPr>
            <w:r w:rsidRPr="00040CCE">
              <w:rPr>
                <w:bCs/>
                <w:caps/>
                <w:sz w:val="14"/>
                <w:szCs w:val="14"/>
                <w:lang w:val="en-US"/>
              </w:rPr>
              <w:t>CERERE</w:t>
            </w:r>
            <w:r w:rsidR="00425DC3">
              <w:rPr>
                <w:bCs/>
                <w:caps/>
                <w:sz w:val="14"/>
                <w:szCs w:val="14"/>
                <w:lang w:val="en-US"/>
              </w:rPr>
              <w:t xml:space="preserve"> </w:t>
            </w:r>
            <w:r w:rsidRPr="00040CCE">
              <w:rPr>
                <w:bCs/>
                <w:caps/>
                <w:sz w:val="14"/>
                <w:szCs w:val="14"/>
                <w:lang w:val="en-US"/>
              </w:rPr>
              <w:t>OFERTA</w:t>
            </w:r>
            <w:r w:rsidRPr="0041442D">
              <w:rPr>
                <w:bCs/>
                <w:caps/>
                <w:sz w:val="16"/>
                <w:szCs w:val="16"/>
                <w:lang w:val="en-US"/>
              </w:rPr>
              <w:t xml:space="preserve">             </w:t>
            </w:r>
            <w:r>
              <w:rPr>
                <w:bCs/>
                <w:caps/>
                <w:sz w:val="16"/>
                <w:szCs w:val="16"/>
                <w:lang w:val="en-US"/>
              </w:rPr>
              <w:t xml:space="preserve">    </w:t>
            </w:r>
            <w:r w:rsidRPr="0041442D">
              <w:rPr>
                <w:bCs/>
                <w:caps/>
                <w:sz w:val="16"/>
                <w:szCs w:val="16"/>
                <w:lang w:val="en-US"/>
              </w:rPr>
              <w:t xml:space="preserve"> </w:t>
            </w:r>
            <w:r w:rsidRPr="0041442D">
              <w:rPr>
                <w:sz w:val="16"/>
                <w:szCs w:val="16"/>
              </w:rPr>
              <w:sym w:font="Wingdings 2" w:char="F054"/>
            </w:r>
          </w:p>
        </w:tc>
        <w:tc>
          <w:tcPr>
            <w:tcW w:w="2374" w:type="dxa"/>
            <w:gridSpan w:val="3"/>
            <w:vAlign w:val="center"/>
          </w:tcPr>
          <w:p w14:paraId="01033520" w14:textId="77777777" w:rsidR="00FA38EE" w:rsidRPr="0041442D" w:rsidRDefault="00FA38EE" w:rsidP="000D3EDD">
            <w:pPr>
              <w:pStyle w:val="Header"/>
              <w:rPr>
                <w:bCs/>
                <w:caps/>
                <w:sz w:val="16"/>
                <w:szCs w:val="16"/>
                <w:lang w:val="en-US"/>
              </w:rPr>
            </w:pPr>
            <w:r w:rsidRPr="00040CCE">
              <w:rPr>
                <w:bCs/>
                <w:caps/>
                <w:sz w:val="14"/>
                <w:szCs w:val="14"/>
                <w:lang w:val="en-US"/>
              </w:rPr>
              <w:t>CONTRACTARE</w:t>
            </w:r>
            <w:r>
              <w:rPr>
                <w:bCs/>
                <w:caps/>
                <w:sz w:val="16"/>
                <w:szCs w:val="16"/>
                <w:lang w:val="en-US"/>
              </w:rPr>
              <w:t xml:space="preserve">                       </w:t>
            </w:r>
            <w:r w:rsidRPr="003D3A4C">
              <w:rPr>
                <w:sz w:val="16"/>
                <w:szCs w:val="16"/>
              </w:rPr>
              <w:t>⁪</w:t>
            </w:r>
          </w:p>
        </w:tc>
        <w:tc>
          <w:tcPr>
            <w:tcW w:w="2374" w:type="dxa"/>
            <w:gridSpan w:val="5"/>
            <w:vAlign w:val="center"/>
          </w:tcPr>
          <w:p w14:paraId="7319ACEB" w14:textId="77777777" w:rsidR="00FA38EE" w:rsidRPr="0041442D" w:rsidRDefault="00FA38EE" w:rsidP="00DE5CF4">
            <w:pPr>
              <w:pStyle w:val="Header"/>
              <w:rPr>
                <w:bCs/>
                <w:caps/>
                <w:sz w:val="16"/>
                <w:szCs w:val="16"/>
                <w:lang w:val="en-US"/>
              </w:rPr>
            </w:pPr>
            <w:r w:rsidRPr="00040CCE">
              <w:rPr>
                <w:bCs/>
                <w:caps/>
                <w:sz w:val="14"/>
                <w:szCs w:val="14"/>
                <w:lang w:val="en-US"/>
              </w:rPr>
              <w:t>CONF.EXECUTIEI</w:t>
            </w:r>
            <w:r>
              <w:rPr>
                <w:bCs/>
                <w:caps/>
                <w:sz w:val="16"/>
                <w:szCs w:val="16"/>
                <w:lang w:val="en-US"/>
              </w:rPr>
              <w:t xml:space="preserve">                  </w:t>
            </w:r>
          </w:p>
        </w:tc>
        <w:tc>
          <w:tcPr>
            <w:tcW w:w="2375" w:type="dxa"/>
            <w:vAlign w:val="center"/>
          </w:tcPr>
          <w:p w14:paraId="3B0B983A" w14:textId="77777777" w:rsidR="00FA38EE" w:rsidRPr="00040CCE" w:rsidRDefault="00FA38EE" w:rsidP="000D3ED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 w:rsidRPr="00040CCE">
              <w:rPr>
                <w:bCs/>
                <w:caps/>
                <w:sz w:val="14"/>
                <w:szCs w:val="14"/>
                <w:lang w:val="en-US"/>
              </w:rPr>
              <w:t>PRODUCATOR</w:t>
            </w:r>
          </w:p>
        </w:tc>
      </w:tr>
      <w:tr w:rsidR="00FA38EE" w:rsidRPr="00040CCE" w14:paraId="6072B2B4" w14:textId="77777777" w:rsidTr="000D3EDD">
        <w:trPr>
          <w:trHeight w:val="89"/>
        </w:trPr>
        <w:tc>
          <w:tcPr>
            <w:tcW w:w="426" w:type="dxa"/>
            <w:vAlign w:val="center"/>
          </w:tcPr>
          <w:p w14:paraId="769AC448" w14:textId="77777777" w:rsidR="00FA38EE" w:rsidRPr="00FF3BFB" w:rsidRDefault="00FA38EE" w:rsidP="000D3ED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 w:rsidRPr="00FF3BFB">
              <w:rPr>
                <w:bCs/>
                <w:caps/>
                <w:sz w:val="14"/>
                <w:szCs w:val="14"/>
                <w:lang w:val="en-US"/>
              </w:rPr>
              <w:t>2</w:t>
            </w:r>
          </w:p>
        </w:tc>
        <w:tc>
          <w:tcPr>
            <w:tcW w:w="4748" w:type="dxa"/>
            <w:gridSpan w:val="6"/>
            <w:vAlign w:val="center"/>
          </w:tcPr>
          <w:p w14:paraId="2A68EEA0" w14:textId="38527B31" w:rsidR="00FA38EE" w:rsidRPr="00040CCE" w:rsidRDefault="00FA38EE" w:rsidP="00120462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 w:rsidRPr="0041442D">
              <w:rPr>
                <w:sz w:val="16"/>
                <w:szCs w:val="16"/>
              </w:rPr>
              <w:sym w:font="Wingdings 2" w:char="F054"/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bCs/>
                <w:caps/>
                <w:sz w:val="14"/>
                <w:szCs w:val="14"/>
                <w:lang w:val="en-US"/>
              </w:rPr>
              <w:t xml:space="preserve">SIMBOL:    </w:t>
            </w:r>
            <w:r w:rsidR="008D135B">
              <w:rPr>
                <w:bCs/>
                <w:caps/>
                <w:sz w:val="14"/>
                <w:szCs w:val="14"/>
                <w:lang w:val="en-US"/>
              </w:rPr>
              <w:t>F-001</w:t>
            </w:r>
          </w:p>
        </w:tc>
        <w:tc>
          <w:tcPr>
            <w:tcW w:w="2374" w:type="dxa"/>
            <w:gridSpan w:val="5"/>
            <w:vAlign w:val="center"/>
          </w:tcPr>
          <w:p w14:paraId="16973C54" w14:textId="77777777" w:rsidR="00FA38EE" w:rsidRPr="00040CCE" w:rsidRDefault="00FA38EE" w:rsidP="00FC0862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 w:rsidRPr="0041442D">
              <w:rPr>
                <w:sz w:val="16"/>
                <w:szCs w:val="16"/>
              </w:rPr>
              <w:sym w:font="Wingdings 2" w:char="F054"/>
            </w:r>
            <w:r>
              <w:rPr>
                <w:sz w:val="16"/>
                <w:szCs w:val="16"/>
              </w:rPr>
              <w:t xml:space="preserve">  </w:t>
            </w:r>
            <w:r w:rsidRPr="00873FC2">
              <w:rPr>
                <w:sz w:val="14"/>
                <w:szCs w:val="14"/>
              </w:rPr>
              <w:t xml:space="preserve">CANT. :  </w:t>
            </w:r>
            <w:r>
              <w:rPr>
                <w:sz w:val="14"/>
                <w:szCs w:val="14"/>
              </w:rPr>
              <w:t xml:space="preserve">        </w:t>
            </w:r>
            <w:r w:rsidR="009164E3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 xml:space="preserve">       </w:t>
            </w:r>
            <w:r w:rsidRPr="00873FC2">
              <w:rPr>
                <w:sz w:val="14"/>
                <w:szCs w:val="14"/>
              </w:rPr>
              <w:t xml:space="preserve">  BUC.</w:t>
            </w:r>
          </w:p>
        </w:tc>
        <w:tc>
          <w:tcPr>
            <w:tcW w:w="2375" w:type="dxa"/>
            <w:vAlign w:val="center"/>
          </w:tcPr>
          <w:p w14:paraId="42F231F1" w14:textId="77777777" w:rsidR="00FA38EE" w:rsidRPr="00040CCE" w:rsidRDefault="00FA38EE" w:rsidP="000D3ED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 w:rsidRPr="003660F6">
              <w:rPr>
                <w:sz w:val="16"/>
                <w:szCs w:val="16"/>
              </w:rPr>
              <w:sym w:font="Wingdings 2" w:char="F099"/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bCs/>
                <w:caps/>
                <w:sz w:val="14"/>
                <w:szCs w:val="14"/>
                <w:lang w:val="en-US"/>
              </w:rPr>
              <w:t xml:space="preserve">MODEL: </w:t>
            </w:r>
          </w:p>
        </w:tc>
      </w:tr>
      <w:tr w:rsidR="00FA38EE" w:rsidRPr="00705E55" w14:paraId="65EB41B3" w14:textId="77777777" w:rsidTr="000D3EDD">
        <w:trPr>
          <w:trHeight w:val="89"/>
        </w:trPr>
        <w:tc>
          <w:tcPr>
            <w:tcW w:w="426" w:type="dxa"/>
            <w:vAlign w:val="center"/>
          </w:tcPr>
          <w:p w14:paraId="2B3EA086" w14:textId="77777777" w:rsidR="00FA38EE" w:rsidRPr="00FF3BFB" w:rsidRDefault="00FA38EE" w:rsidP="000D3ED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 w:rsidRPr="00FF3BFB">
              <w:rPr>
                <w:bCs/>
                <w:caps/>
                <w:sz w:val="14"/>
                <w:szCs w:val="14"/>
                <w:lang w:val="en-US"/>
              </w:rPr>
              <w:t>3</w:t>
            </w:r>
          </w:p>
        </w:tc>
        <w:tc>
          <w:tcPr>
            <w:tcW w:w="9497" w:type="dxa"/>
            <w:gridSpan w:val="12"/>
            <w:vAlign w:val="center"/>
          </w:tcPr>
          <w:p w14:paraId="1CA0F532" w14:textId="77777777" w:rsidR="00FA38EE" w:rsidRPr="00705E55" w:rsidRDefault="00FA38EE" w:rsidP="008738D6">
            <w:pPr>
              <w:pStyle w:val="Header"/>
              <w:rPr>
                <w:sz w:val="16"/>
                <w:szCs w:val="16"/>
                <w:lang w:val="fr-FR"/>
              </w:rPr>
            </w:pPr>
            <w:r w:rsidRPr="0041442D">
              <w:rPr>
                <w:sz w:val="16"/>
                <w:szCs w:val="16"/>
              </w:rPr>
              <w:sym w:font="Wingdings 2" w:char="F054"/>
            </w:r>
            <w:r w:rsidRPr="00705E55">
              <w:rPr>
                <w:sz w:val="16"/>
                <w:szCs w:val="16"/>
                <w:lang w:val="fr-FR"/>
              </w:rPr>
              <w:t xml:space="preserve">  </w:t>
            </w:r>
            <w:r w:rsidRPr="00705E55">
              <w:rPr>
                <w:sz w:val="14"/>
                <w:szCs w:val="14"/>
                <w:lang w:val="fr-FR"/>
              </w:rPr>
              <w:t xml:space="preserve">DESTINATIA:    Amplasate pe </w:t>
            </w:r>
            <w:r w:rsidR="008738D6" w:rsidRPr="00705E55">
              <w:rPr>
                <w:sz w:val="14"/>
                <w:szCs w:val="14"/>
                <w:lang w:val="fr-FR"/>
              </w:rPr>
              <w:t>conducta de aspiratie ale pompelor.</w:t>
            </w:r>
          </w:p>
        </w:tc>
      </w:tr>
      <w:tr w:rsidR="00FA38EE" w:rsidRPr="003660F6" w14:paraId="3181BBC2" w14:textId="77777777" w:rsidTr="000D3EDD">
        <w:trPr>
          <w:trHeight w:val="89"/>
        </w:trPr>
        <w:tc>
          <w:tcPr>
            <w:tcW w:w="426" w:type="dxa"/>
            <w:vAlign w:val="center"/>
          </w:tcPr>
          <w:p w14:paraId="0D445542" w14:textId="77777777" w:rsidR="00FA38EE" w:rsidRPr="00FF3BFB" w:rsidRDefault="00FA38EE" w:rsidP="000D3ED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 w:rsidRPr="00FF3BFB">
              <w:rPr>
                <w:bCs/>
                <w:caps/>
                <w:sz w:val="14"/>
                <w:szCs w:val="14"/>
                <w:lang w:val="en-US"/>
              </w:rPr>
              <w:t>4</w:t>
            </w:r>
          </w:p>
        </w:tc>
        <w:tc>
          <w:tcPr>
            <w:tcW w:w="5103" w:type="dxa"/>
            <w:gridSpan w:val="8"/>
            <w:vAlign w:val="center"/>
          </w:tcPr>
          <w:p w14:paraId="118787AA" w14:textId="77777777" w:rsidR="00FA38EE" w:rsidRPr="0041442D" w:rsidRDefault="00FA38EE" w:rsidP="000D3EDD">
            <w:pPr>
              <w:pStyle w:val="Header"/>
              <w:rPr>
                <w:sz w:val="16"/>
                <w:szCs w:val="16"/>
              </w:rPr>
            </w:pPr>
            <w:r w:rsidRPr="0041442D">
              <w:rPr>
                <w:sz w:val="16"/>
                <w:szCs w:val="16"/>
              </w:rPr>
              <w:sym w:font="Wingdings 2" w:char="F054"/>
            </w:r>
            <w:r>
              <w:rPr>
                <w:sz w:val="16"/>
                <w:szCs w:val="16"/>
              </w:rPr>
              <w:t xml:space="preserve">  </w:t>
            </w:r>
            <w:r w:rsidRPr="00F00E38">
              <w:rPr>
                <w:sz w:val="14"/>
                <w:szCs w:val="14"/>
              </w:rPr>
              <w:t>LOCATIE</w:t>
            </w:r>
            <w:r w:rsidRPr="001F2EA8">
              <w:rPr>
                <w:sz w:val="14"/>
                <w:szCs w:val="14"/>
              </w:rPr>
              <w:t xml:space="preserve">: </w:t>
            </w:r>
            <w:r>
              <w:rPr>
                <w:sz w:val="14"/>
                <w:szCs w:val="14"/>
              </w:rPr>
              <w:t xml:space="preserve">  EXTERIOR</w:t>
            </w:r>
          </w:p>
        </w:tc>
        <w:tc>
          <w:tcPr>
            <w:tcW w:w="4394" w:type="dxa"/>
            <w:gridSpan w:val="4"/>
            <w:vMerge w:val="restart"/>
            <w:vAlign w:val="center"/>
          </w:tcPr>
          <w:p w14:paraId="176C5190" w14:textId="77777777" w:rsidR="00FA38EE" w:rsidRPr="003660F6" w:rsidRDefault="00FA38EE" w:rsidP="000D3EDD">
            <w:pPr>
              <w:pStyle w:val="Header"/>
              <w:rPr>
                <w:sz w:val="16"/>
                <w:szCs w:val="16"/>
              </w:rPr>
            </w:pPr>
          </w:p>
        </w:tc>
      </w:tr>
      <w:tr w:rsidR="00FA38EE" w:rsidRPr="003660F6" w14:paraId="11A46AEE" w14:textId="77777777" w:rsidTr="000D3EDD">
        <w:trPr>
          <w:trHeight w:val="89"/>
        </w:trPr>
        <w:tc>
          <w:tcPr>
            <w:tcW w:w="426" w:type="dxa"/>
            <w:vAlign w:val="center"/>
          </w:tcPr>
          <w:p w14:paraId="590CCF07" w14:textId="77777777" w:rsidR="00FA38EE" w:rsidRPr="00FF3BFB" w:rsidRDefault="00FA38EE" w:rsidP="000D3ED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 w:rsidRPr="00FF3BFB">
              <w:rPr>
                <w:bCs/>
                <w:caps/>
                <w:sz w:val="14"/>
                <w:szCs w:val="14"/>
                <w:lang w:val="en-US"/>
              </w:rPr>
              <w:t>5</w:t>
            </w:r>
          </w:p>
        </w:tc>
        <w:tc>
          <w:tcPr>
            <w:tcW w:w="5103" w:type="dxa"/>
            <w:gridSpan w:val="8"/>
            <w:vAlign w:val="center"/>
          </w:tcPr>
          <w:p w14:paraId="5B6F194E" w14:textId="77777777" w:rsidR="00FA38EE" w:rsidRDefault="00FA38EE" w:rsidP="00FC1F2F">
            <w:pPr>
              <w:pStyle w:val="Header"/>
              <w:rPr>
                <w:sz w:val="16"/>
                <w:szCs w:val="16"/>
              </w:rPr>
            </w:pPr>
            <w:r w:rsidRPr="0041442D">
              <w:rPr>
                <w:sz w:val="16"/>
                <w:szCs w:val="16"/>
              </w:rPr>
              <w:sym w:font="Wingdings 2" w:char="F054"/>
            </w:r>
            <w:r>
              <w:rPr>
                <w:sz w:val="16"/>
                <w:szCs w:val="16"/>
              </w:rPr>
              <w:t xml:space="preserve">  </w:t>
            </w:r>
            <w:r w:rsidRPr="00616A3B">
              <w:rPr>
                <w:sz w:val="14"/>
                <w:szCs w:val="14"/>
              </w:rPr>
              <w:t>POZITIE</w:t>
            </w:r>
            <w:r>
              <w:rPr>
                <w:sz w:val="14"/>
                <w:szCs w:val="14"/>
              </w:rPr>
              <w:t xml:space="preserve"> RACORDURI: ORIZONTAL</w:t>
            </w:r>
          </w:p>
        </w:tc>
        <w:tc>
          <w:tcPr>
            <w:tcW w:w="4394" w:type="dxa"/>
            <w:gridSpan w:val="4"/>
            <w:vMerge/>
            <w:vAlign w:val="center"/>
          </w:tcPr>
          <w:p w14:paraId="502AB667" w14:textId="77777777" w:rsidR="00FA38EE" w:rsidRPr="003660F6" w:rsidRDefault="00FA38EE" w:rsidP="000D3EDD">
            <w:pPr>
              <w:pStyle w:val="Header"/>
              <w:rPr>
                <w:sz w:val="16"/>
                <w:szCs w:val="16"/>
              </w:rPr>
            </w:pPr>
          </w:p>
        </w:tc>
      </w:tr>
      <w:tr w:rsidR="00FA38EE" w:rsidRPr="003660F6" w14:paraId="2B27227B" w14:textId="77777777" w:rsidTr="000D3EDD">
        <w:trPr>
          <w:trHeight w:val="89"/>
        </w:trPr>
        <w:tc>
          <w:tcPr>
            <w:tcW w:w="426" w:type="dxa"/>
            <w:vAlign w:val="center"/>
          </w:tcPr>
          <w:p w14:paraId="6BA6FA4F" w14:textId="77777777" w:rsidR="00FA38EE" w:rsidRPr="00FF3BFB" w:rsidRDefault="00FA38EE" w:rsidP="000D3ED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 w:rsidRPr="00FF3BFB">
              <w:rPr>
                <w:bCs/>
                <w:caps/>
                <w:sz w:val="14"/>
                <w:szCs w:val="14"/>
                <w:lang w:val="en-US"/>
              </w:rPr>
              <w:t>6</w:t>
            </w:r>
          </w:p>
        </w:tc>
        <w:tc>
          <w:tcPr>
            <w:tcW w:w="5103" w:type="dxa"/>
            <w:gridSpan w:val="8"/>
            <w:vAlign w:val="center"/>
          </w:tcPr>
          <w:p w14:paraId="7FDD9E55" w14:textId="77777777" w:rsidR="00FA38EE" w:rsidRPr="00A00208" w:rsidRDefault="00FA38EE" w:rsidP="00BA1781">
            <w:pPr>
              <w:pStyle w:val="Header"/>
              <w:rPr>
                <w:sz w:val="16"/>
                <w:szCs w:val="16"/>
              </w:rPr>
            </w:pPr>
            <w:r w:rsidRPr="00A00208">
              <w:rPr>
                <w:sz w:val="16"/>
                <w:szCs w:val="16"/>
              </w:rPr>
              <w:sym w:font="Wingdings 2" w:char="F054"/>
            </w:r>
            <w:r w:rsidRPr="00A00208">
              <w:rPr>
                <w:sz w:val="16"/>
                <w:szCs w:val="16"/>
              </w:rPr>
              <w:t xml:space="preserve">  </w:t>
            </w:r>
            <w:r w:rsidRPr="00A00208">
              <w:rPr>
                <w:sz w:val="14"/>
                <w:szCs w:val="14"/>
              </w:rPr>
              <w:t xml:space="preserve">PROTECTIE Ex:   </w:t>
            </w:r>
            <w:r w:rsidR="00BA1781">
              <w:rPr>
                <w:sz w:val="14"/>
                <w:szCs w:val="14"/>
              </w:rPr>
              <w:t>N/A</w:t>
            </w:r>
          </w:p>
        </w:tc>
        <w:tc>
          <w:tcPr>
            <w:tcW w:w="4394" w:type="dxa"/>
            <w:gridSpan w:val="4"/>
            <w:vMerge/>
            <w:vAlign w:val="center"/>
          </w:tcPr>
          <w:p w14:paraId="741029F9" w14:textId="77777777" w:rsidR="00FA38EE" w:rsidRPr="003660F6" w:rsidRDefault="00FA38EE" w:rsidP="000D3EDD">
            <w:pPr>
              <w:pStyle w:val="Header"/>
              <w:rPr>
                <w:sz w:val="16"/>
                <w:szCs w:val="16"/>
              </w:rPr>
            </w:pPr>
          </w:p>
        </w:tc>
      </w:tr>
      <w:tr w:rsidR="00FA38EE" w:rsidRPr="003660F6" w14:paraId="66030E69" w14:textId="77777777" w:rsidTr="000D3EDD">
        <w:trPr>
          <w:trHeight w:val="89"/>
        </w:trPr>
        <w:tc>
          <w:tcPr>
            <w:tcW w:w="426" w:type="dxa"/>
            <w:vAlign w:val="center"/>
          </w:tcPr>
          <w:p w14:paraId="17628740" w14:textId="77777777" w:rsidR="00FA38EE" w:rsidRPr="00FF3BFB" w:rsidRDefault="00FA38EE" w:rsidP="000D3ED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 w:rsidRPr="00FF3BFB">
              <w:rPr>
                <w:bCs/>
                <w:caps/>
                <w:sz w:val="14"/>
                <w:szCs w:val="14"/>
                <w:lang w:val="en-US"/>
              </w:rPr>
              <w:t>7</w:t>
            </w:r>
          </w:p>
        </w:tc>
        <w:tc>
          <w:tcPr>
            <w:tcW w:w="5103" w:type="dxa"/>
            <w:gridSpan w:val="8"/>
            <w:vAlign w:val="center"/>
          </w:tcPr>
          <w:p w14:paraId="39EB6F6D" w14:textId="77777777" w:rsidR="00FA38EE" w:rsidRPr="00A00208" w:rsidRDefault="00FA38EE" w:rsidP="000D3EDD">
            <w:pPr>
              <w:pStyle w:val="Header"/>
              <w:rPr>
                <w:sz w:val="16"/>
                <w:szCs w:val="16"/>
              </w:rPr>
            </w:pPr>
            <w:r w:rsidRPr="003660F6">
              <w:rPr>
                <w:sz w:val="16"/>
                <w:szCs w:val="16"/>
              </w:rPr>
              <w:sym w:font="Wingdings 2" w:char="F099"/>
            </w:r>
            <w:r>
              <w:rPr>
                <w:sz w:val="16"/>
                <w:szCs w:val="16"/>
              </w:rPr>
              <w:t xml:space="preserve">  </w:t>
            </w:r>
            <w:r w:rsidRPr="00A00208">
              <w:rPr>
                <w:sz w:val="14"/>
                <w:szCs w:val="14"/>
              </w:rPr>
              <w:t xml:space="preserve">CONDITII SPECIALE:                         </w:t>
            </w:r>
            <w:r w:rsidRPr="00A00208">
              <w:rPr>
                <w:sz w:val="16"/>
                <w:szCs w:val="16"/>
              </w:rPr>
              <w:t xml:space="preserve">⁪     </w:t>
            </w:r>
            <w:r w:rsidRPr="00A00208">
              <w:rPr>
                <w:sz w:val="14"/>
                <w:szCs w:val="14"/>
              </w:rPr>
              <w:t>CO</w:t>
            </w:r>
            <w:r w:rsidRPr="00A00208">
              <w:rPr>
                <w:sz w:val="14"/>
                <w:szCs w:val="14"/>
                <w:vertAlign w:val="subscript"/>
              </w:rPr>
              <w:t>2</w:t>
            </w:r>
            <w:r w:rsidRPr="00A00208">
              <w:rPr>
                <w:sz w:val="16"/>
                <w:szCs w:val="16"/>
              </w:rPr>
              <w:t xml:space="preserve">                             ⁪  </w:t>
            </w:r>
            <w:r w:rsidRPr="00A00208">
              <w:rPr>
                <w:sz w:val="14"/>
                <w:szCs w:val="14"/>
              </w:rPr>
              <w:t>H</w:t>
            </w:r>
            <w:r w:rsidRPr="00A00208">
              <w:rPr>
                <w:sz w:val="14"/>
                <w:szCs w:val="14"/>
                <w:vertAlign w:val="subscript"/>
              </w:rPr>
              <w:t>2</w:t>
            </w:r>
            <w:r w:rsidRPr="00A00208">
              <w:rPr>
                <w:sz w:val="14"/>
                <w:szCs w:val="14"/>
              </w:rPr>
              <w:t>S</w:t>
            </w:r>
          </w:p>
        </w:tc>
        <w:tc>
          <w:tcPr>
            <w:tcW w:w="4394" w:type="dxa"/>
            <w:gridSpan w:val="4"/>
            <w:vMerge/>
            <w:vAlign w:val="center"/>
          </w:tcPr>
          <w:p w14:paraId="181E85E3" w14:textId="77777777" w:rsidR="00FA38EE" w:rsidRPr="003660F6" w:rsidRDefault="00FA38EE" w:rsidP="000D3EDD">
            <w:pPr>
              <w:pStyle w:val="Header"/>
              <w:rPr>
                <w:sz w:val="16"/>
                <w:szCs w:val="16"/>
              </w:rPr>
            </w:pPr>
          </w:p>
        </w:tc>
      </w:tr>
      <w:tr w:rsidR="00FA38EE" w:rsidRPr="003660F6" w14:paraId="33E4FC77" w14:textId="77777777" w:rsidTr="000D3EDD">
        <w:trPr>
          <w:trHeight w:val="89"/>
        </w:trPr>
        <w:tc>
          <w:tcPr>
            <w:tcW w:w="426" w:type="dxa"/>
            <w:vAlign w:val="center"/>
          </w:tcPr>
          <w:p w14:paraId="1E4CADC9" w14:textId="77777777" w:rsidR="00FA38EE" w:rsidRPr="00FF3BFB" w:rsidRDefault="00FA38EE" w:rsidP="000D3ED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 w:rsidRPr="00FF3BFB">
              <w:rPr>
                <w:bCs/>
                <w:caps/>
                <w:sz w:val="14"/>
                <w:szCs w:val="14"/>
                <w:lang w:val="en-US"/>
              </w:rPr>
              <w:t>8</w:t>
            </w:r>
          </w:p>
        </w:tc>
        <w:tc>
          <w:tcPr>
            <w:tcW w:w="5103" w:type="dxa"/>
            <w:gridSpan w:val="8"/>
            <w:vAlign w:val="center"/>
          </w:tcPr>
          <w:p w14:paraId="7EB3B11D" w14:textId="77777777" w:rsidR="00FA38EE" w:rsidRPr="001F2EA8" w:rsidRDefault="00FA38EE" w:rsidP="000D3EDD">
            <w:pPr>
              <w:pStyle w:val="Header"/>
              <w:rPr>
                <w:sz w:val="14"/>
                <w:szCs w:val="14"/>
              </w:rPr>
            </w:pPr>
            <w:r w:rsidRPr="003660F6">
              <w:rPr>
                <w:sz w:val="16"/>
                <w:szCs w:val="16"/>
              </w:rPr>
              <w:sym w:font="Wingdings 2" w:char="F099"/>
            </w: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4394" w:type="dxa"/>
            <w:gridSpan w:val="4"/>
            <w:vMerge/>
            <w:vAlign w:val="center"/>
          </w:tcPr>
          <w:p w14:paraId="4E9E8F1C" w14:textId="77777777" w:rsidR="00FA38EE" w:rsidRPr="003660F6" w:rsidRDefault="00FA38EE" w:rsidP="000D3EDD">
            <w:pPr>
              <w:pStyle w:val="Header"/>
              <w:rPr>
                <w:sz w:val="16"/>
                <w:szCs w:val="16"/>
              </w:rPr>
            </w:pPr>
          </w:p>
        </w:tc>
      </w:tr>
      <w:tr w:rsidR="00FA38EE" w:rsidRPr="00267650" w14:paraId="2436E7D7" w14:textId="77777777" w:rsidTr="00691EAE">
        <w:trPr>
          <w:trHeight w:val="155"/>
        </w:trPr>
        <w:tc>
          <w:tcPr>
            <w:tcW w:w="426" w:type="dxa"/>
            <w:vAlign w:val="center"/>
          </w:tcPr>
          <w:p w14:paraId="72B62C28" w14:textId="77777777" w:rsidR="00FA38EE" w:rsidRPr="00FF3BFB" w:rsidRDefault="00FA38EE" w:rsidP="000D3ED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 w:rsidRPr="00FF3BFB">
              <w:rPr>
                <w:bCs/>
                <w:caps/>
                <w:sz w:val="14"/>
                <w:szCs w:val="14"/>
                <w:lang w:val="en-US"/>
              </w:rPr>
              <w:t>9</w:t>
            </w:r>
          </w:p>
        </w:tc>
        <w:tc>
          <w:tcPr>
            <w:tcW w:w="9497" w:type="dxa"/>
            <w:gridSpan w:val="12"/>
            <w:vAlign w:val="center"/>
          </w:tcPr>
          <w:p w14:paraId="51C8ECF2" w14:textId="77777777" w:rsidR="00FA38EE" w:rsidRPr="00267650" w:rsidRDefault="00FA38EE" w:rsidP="000D3EDD">
            <w:pPr>
              <w:pStyle w:val="Header"/>
              <w:jc w:val="center"/>
              <w:rPr>
                <w:sz w:val="22"/>
                <w:szCs w:val="22"/>
              </w:rPr>
            </w:pPr>
            <w:r w:rsidRPr="00267650">
              <w:rPr>
                <w:sz w:val="22"/>
                <w:szCs w:val="22"/>
              </w:rPr>
              <w:t>C O N D I T I I    D E   O P E R A R E</w:t>
            </w:r>
          </w:p>
        </w:tc>
      </w:tr>
      <w:tr w:rsidR="00FA38EE" w:rsidRPr="00705E55" w14:paraId="5176E5A2" w14:textId="77777777" w:rsidTr="000D3EDD">
        <w:trPr>
          <w:trHeight w:val="89"/>
        </w:trPr>
        <w:tc>
          <w:tcPr>
            <w:tcW w:w="426" w:type="dxa"/>
            <w:vAlign w:val="center"/>
          </w:tcPr>
          <w:p w14:paraId="6968FA78" w14:textId="77777777" w:rsidR="00FA38EE" w:rsidRPr="00FF3BFB" w:rsidRDefault="00FA38EE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 w:rsidRPr="00FF3BFB">
              <w:rPr>
                <w:bCs/>
                <w:caps/>
                <w:sz w:val="14"/>
                <w:szCs w:val="14"/>
                <w:lang w:val="en-US"/>
              </w:rPr>
              <w:t>1</w:t>
            </w:r>
            <w:r w:rsidR="00804ABD">
              <w:rPr>
                <w:bCs/>
                <w:caps/>
                <w:sz w:val="14"/>
                <w:szCs w:val="14"/>
                <w:lang w:val="en-US"/>
              </w:rPr>
              <w:t>0</w:t>
            </w:r>
          </w:p>
        </w:tc>
        <w:tc>
          <w:tcPr>
            <w:tcW w:w="5670" w:type="dxa"/>
            <w:gridSpan w:val="9"/>
            <w:vAlign w:val="center"/>
          </w:tcPr>
          <w:p w14:paraId="7B5DC5DA" w14:textId="44AE5776" w:rsidR="00FA38EE" w:rsidRPr="00705E55" w:rsidRDefault="00FA38EE" w:rsidP="008D135B">
            <w:pPr>
              <w:pStyle w:val="Header"/>
              <w:rPr>
                <w:sz w:val="14"/>
                <w:szCs w:val="14"/>
                <w:lang w:val="fr-FR"/>
              </w:rPr>
            </w:pPr>
            <w:r w:rsidRPr="0041442D">
              <w:rPr>
                <w:sz w:val="16"/>
                <w:szCs w:val="16"/>
              </w:rPr>
              <w:sym w:font="Wingdings 2" w:char="F054"/>
            </w:r>
            <w:r w:rsidRPr="00705E55">
              <w:rPr>
                <w:sz w:val="16"/>
                <w:szCs w:val="16"/>
                <w:lang w:val="fr-FR"/>
              </w:rPr>
              <w:t xml:space="preserve">  </w:t>
            </w:r>
            <w:r w:rsidRPr="00705E55">
              <w:rPr>
                <w:sz w:val="14"/>
                <w:szCs w:val="14"/>
                <w:lang w:val="fr-FR"/>
              </w:rPr>
              <w:t xml:space="preserve">FLUID:  TITEI BRUT </w:t>
            </w:r>
            <w:r w:rsidR="008D135B">
              <w:rPr>
                <w:sz w:val="14"/>
                <w:szCs w:val="14"/>
                <w:lang w:val="fr-FR"/>
              </w:rPr>
              <w:t>(TITEI/</w:t>
            </w:r>
            <w:r w:rsidRPr="00C73245">
              <w:rPr>
                <w:sz w:val="14"/>
                <w:szCs w:val="14"/>
                <w:lang w:val="fr-FR"/>
              </w:rPr>
              <w:t xml:space="preserve">APA SARATA cu salinitate </w:t>
            </w:r>
            <w:r w:rsidR="009164E3">
              <w:rPr>
                <w:sz w:val="14"/>
                <w:szCs w:val="14"/>
                <w:lang w:val="fr-FR"/>
              </w:rPr>
              <w:t>1900</w:t>
            </w:r>
            <w:r w:rsidR="008738D6" w:rsidRPr="00C73245">
              <w:rPr>
                <w:sz w:val="14"/>
                <w:szCs w:val="14"/>
                <w:lang w:val="fr-FR"/>
              </w:rPr>
              <w:t>kg/vagon</w:t>
            </w:r>
            <w:r w:rsidRPr="00C73245">
              <w:rPr>
                <w:sz w:val="14"/>
                <w:szCs w:val="14"/>
                <w:lang w:val="fr-FR"/>
              </w:rPr>
              <w:t xml:space="preserve"> )</w:t>
            </w:r>
          </w:p>
        </w:tc>
        <w:tc>
          <w:tcPr>
            <w:tcW w:w="3827" w:type="dxa"/>
            <w:gridSpan w:val="3"/>
            <w:vAlign w:val="center"/>
          </w:tcPr>
          <w:p w14:paraId="577C2A7D" w14:textId="77777777" w:rsidR="00FA38EE" w:rsidRPr="00705E55" w:rsidRDefault="00FA38EE" w:rsidP="000D3EDD">
            <w:pPr>
              <w:pStyle w:val="Header"/>
              <w:rPr>
                <w:sz w:val="16"/>
                <w:szCs w:val="16"/>
                <w:lang w:val="fr-FR"/>
              </w:rPr>
            </w:pPr>
          </w:p>
        </w:tc>
      </w:tr>
      <w:tr w:rsidR="00FA38EE" w:rsidRPr="00FF3BFB" w14:paraId="739650CB" w14:textId="77777777" w:rsidTr="000D3EDD">
        <w:trPr>
          <w:trHeight w:val="89"/>
        </w:trPr>
        <w:tc>
          <w:tcPr>
            <w:tcW w:w="426" w:type="dxa"/>
            <w:vAlign w:val="center"/>
          </w:tcPr>
          <w:p w14:paraId="59546B17" w14:textId="77777777" w:rsidR="00FA38EE" w:rsidRPr="00FF3BFB" w:rsidRDefault="00FA38EE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 w:rsidRPr="00FF3BFB">
              <w:rPr>
                <w:bCs/>
                <w:caps/>
                <w:sz w:val="14"/>
                <w:szCs w:val="14"/>
                <w:lang w:val="en-US"/>
              </w:rPr>
              <w:t>1</w:t>
            </w:r>
            <w:r w:rsidR="00804ABD">
              <w:rPr>
                <w:bCs/>
                <w:caps/>
                <w:sz w:val="14"/>
                <w:szCs w:val="14"/>
                <w:lang w:val="en-US"/>
              </w:rPr>
              <w:t>1</w:t>
            </w:r>
          </w:p>
        </w:tc>
        <w:tc>
          <w:tcPr>
            <w:tcW w:w="5670" w:type="dxa"/>
            <w:gridSpan w:val="9"/>
            <w:vAlign w:val="center"/>
          </w:tcPr>
          <w:p w14:paraId="169D3922" w14:textId="073F62F1" w:rsidR="00FA38EE" w:rsidRPr="00FF3BFB" w:rsidRDefault="00FA38EE" w:rsidP="008D135B">
            <w:pPr>
              <w:pStyle w:val="Header"/>
              <w:rPr>
                <w:sz w:val="14"/>
                <w:szCs w:val="14"/>
              </w:rPr>
            </w:pPr>
            <w:r w:rsidRPr="0041442D">
              <w:rPr>
                <w:sz w:val="16"/>
                <w:szCs w:val="16"/>
              </w:rPr>
              <w:sym w:font="Wingdings 2" w:char="F054"/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z w:val="14"/>
                <w:szCs w:val="14"/>
              </w:rPr>
              <w:t>TEMPERATURA DE LUCRU</w:t>
            </w:r>
            <w:r w:rsidRPr="00EA20C7">
              <w:rPr>
                <w:sz w:val="14"/>
                <w:szCs w:val="14"/>
              </w:rPr>
              <w:t xml:space="preserve">:          </w:t>
            </w:r>
            <w:r>
              <w:rPr>
                <w:sz w:val="14"/>
                <w:szCs w:val="14"/>
              </w:rPr>
              <w:t xml:space="preserve">   </w:t>
            </w:r>
            <w:r w:rsidR="007F5276">
              <w:rPr>
                <w:sz w:val="14"/>
                <w:szCs w:val="14"/>
              </w:rPr>
              <w:t xml:space="preserve">                                                    </w:t>
            </w:r>
            <w:r w:rsidR="009164E3">
              <w:rPr>
                <w:sz w:val="14"/>
                <w:szCs w:val="14"/>
              </w:rPr>
              <w:t xml:space="preserve">     </w:t>
            </w:r>
            <w:r>
              <w:rPr>
                <w:sz w:val="14"/>
                <w:szCs w:val="14"/>
              </w:rPr>
              <w:t xml:space="preserve"> </w:t>
            </w:r>
            <w:r w:rsidR="008D135B">
              <w:rPr>
                <w:sz w:val="14"/>
                <w:szCs w:val="14"/>
              </w:rPr>
              <w:t>2</w:t>
            </w:r>
            <w:r w:rsidR="009164E3">
              <w:rPr>
                <w:sz w:val="14"/>
                <w:szCs w:val="14"/>
              </w:rPr>
              <w:t>0</w:t>
            </w:r>
            <w:r w:rsidR="00D7622E">
              <w:rPr>
                <w:rFonts w:cs="Arial"/>
                <w:sz w:val="14"/>
                <w:szCs w:val="14"/>
              </w:rPr>
              <w:t>÷</w:t>
            </w:r>
            <w:r w:rsidR="009164E3">
              <w:rPr>
                <w:rFonts w:cs="Arial"/>
                <w:sz w:val="14"/>
                <w:szCs w:val="14"/>
              </w:rPr>
              <w:t>5</w:t>
            </w:r>
            <w:r w:rsidR="008738D6">
              <w:rPr>
                <w:sz w:val="14"/>
                <w:szCs w:val="14"/>
              </w:rPr>
              <w:t>5</w:t>
            </w:r>
            <w:r>
              <w:rPr>
                <w:sz w:val="14"/>
                <w:szCs w:val="14"/>
              </w:rPr>
              <w:t xml:space="preserve"> </w:t>
            </w:r>
            <w:r w:rsidRPr="00FF3BFB">
              <w:rPr>
                <w:sz w:val="14"/>
                <w:szCs w:val="14"/>
                <w:vertAlign w:val="superscript"/>
              </w:rPr>
              <w:t>0</w:t>
            </w:r>
            <w:r w:rsidRPr="00FF3BFB">
              <w:rPr>
                <w:sz w:val="14"/>
                <w:szCs w:val="14"/>
              </w:rPr>
              <w:t>C</w:t>
            </w:r>
          </w:p>
        </w:tc>
        <w:tc>
          <w:tcPr>
            <w:tcW w:w="3827" w:type="dxa"/>
            <w:gridSpan w:val="3"/>
            <w:vAlign w:val="center"/>
          </w:tcPr>
          <w:p w14:paraId="28A596C8" w14:textId="77777777" w:rsidR="00FA38EE" w:rsidRPr="00FF3BFB" w:rsidRDefault="00FA38EE" w:rsidP="000D3EDD">
            <w:pPr>
              <w:pStyle w:val="Header"/>
              <w:rPr>
                <w:sz w:val="14"/>
                <w:szCs w:val="14"/>
              </w:rPr>
            </w:pPr>
          </w:p>
        </w:tc>
      </w:tr>
      <w:tr w:rsidR="00FA38EE" w:rsidRPr="00FF3BFB" w14:paraId="26DF50A4" w14:textId="77777777" w:rsidTr="000D3EDD">
        <w:trPr>
          <w:trHeight w:val="89"/>
        </w:trPr>
        <w:tc>
          <w:tcPr>
            <w:tcW w:w="426" w:type="dxa"/>
            <w:vAlign w:val="center"/>
          </w:tcPr>
          <w:p w14:paraId="68A6694A" w14:textId="77777777" w:rsidR="00FA38EE" w:rsidRPr="00FF3BFB" w:rsidRDefault="00FA38EE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1</w:t>
            </w:r>
            <w:r w:rsidR="00804ABD">
              <w:rPr>
                <w:bCs/>
                <w:caps/>
                <w:sz w:val="14"/>
                <w:szCs w:val="14"/>
                <w:lang w:val="en-US"/>
              </w:rPr>
              <w:t>2</w:t>
            </w:r>
          </w:p>
        </w:tc>
        <w:tc>
          <w:tcPr>
            <w:tcW w:w="5670" w:type="dxa"/>
            <w:gridSpan w:val="9"/>
            <w:vAlign w:val="center"/>
          </w:tcPr>
          <w:p w14:paraId="53222B4D" w14:textId="50BDEBBE" w:rsidR="00FA38EE" w:rsidRPr="00FF3BFB" w:rsidRDefault="00FA38EE" w:rsidP="008D135B">
            <w:pPr>
              <w:pStyle w:val="Header"/>
              <w:rPr>
                <w:sz w:val="14"/>
                <w:szCs w:val="14"/>
              </w:rPr>
            </w:pPr>
            <w:r w:rsidRPr="0041442D">
              <w:rPr>
                <w:sz w:val="16"/>
                <w:szCs w:val="16"/>
              </w:rPr>
              <w:sym w:font="Wingdings 2" w:char="F054"/>
            </w:r>
            <w:r>
              <w:rPr>
                <w:sz w:val="16"/>
                <w:szCs w:val="16"/>
              </w:rPr>
              <w:t xml:space="preserve">  </w:t>
            </w:r>
            <w:r w:rsidRPr="008441FE">
              <w:rPr>
                <w:sz w:val="14"/>
                <w:szCs w:val="14"/>
              </w:rPr>
              <w:t xml:space="preserve">PRESIUNEA  DE </w:t>
            </w:r>
            <w:r>
              <w:rPr>
                <w:sz w:val="14"/>
                <w:szCs w:val="14"/>
              </w:rPr>
              <w:t xml:space="preserve">LUCRU :                 </w:t>
            </w:r>
            <w:r w:rsidR="007F5276">
              <w:rPr>
                <w:sz w:val="14"/>
                <w:szCs w:val="14"/>
              </w:rPr>
              <w:t xml:space="preserve">                                                 </w:t>
            </w:r>
            <w:r>
              <w:rPr>
                <w:sz w:val="14"/>
                <w:szCs w:val="14"/>
              </w:rPr>
              <w:t xml:space="preserve">     </w:t>
            </w:r>
            <w:r w:rsidR="008738D6">
              <w:rPr>
                <w:sz w:val="14"/>
                <w:szCs w:val="14"/>
              </w:rPr>
              <w:t>0.</w:t>
            </w:r>
            <w:r w:rsidR="008D135B">
              <w:rPr>
                <w:sz w:val="14"/>
                <w:szCs w:val="14"/>
              </w:rPr>
              <w:t>1</w:t>
            </w:r>
            <w:r w:rsidR="008D135B">
              <w:rPr>
                <w:rFonts w:cs="Arial"/>
                <w:sz w:val="14"/>
                <w:szCs w:val="14"/>
              </w:rPr>
              <w:t>÷0.6</w:t>
            </w:r>
            <w:r>
              <w:rPr>
                <w:sz w:val="14"/>
                <w:szCs w:val="14"/>
              </w:rPr>
              <w:t xml:space="preserve">  bar</w:t>
            </w:r>
          </w:p>
        </w:tc>
        <w:tc>
          <w:tcPr>
            <w:tcW w:w="3827" w:type="dxa"/>
            <w:gridSpan w:val="3"/>
            <w:vAlign w:val="center"/>
          </w:tcPr>
          <w:p w14:paraId="60E406A2" w14:textId="77777777" w:rsidR="00FA38EE" w:rsidRPr="00FF3BFB" w:rsidRDefault="00FA38EE" w:rsidP="000D3EDD">
            <w:pPr>
              <w:pStyle w:val="Header"/>
              <w:rPr>
                <w:sz w:val="14"/>
                <w:szCs w:val="14"/>
              </w:rPr>
            </w:pPr>
          </w:p>
        </w:tc>
      </w:tr>
      <w:tr w:rsidR="00FA38EE" w:rsidRPr="00FF3BFB" w14:paraId="2842A3CC" w14:textId="77777777" w:rsidTr="000D3EDD">
        <w:trPr>
          <w:trHeight w:val="89"/>
        </w:trPr>
        <w:tc>
          <w:tcPr>
            <w:tcW w:w="426" w:type="dxa"/>
            <w:vAlign w:val="center"/>
          </w:tcPr>
          <w:p w14:paraId="60256A9C" w14:textId="77777777" w:rsidR="00FA38EE" w:rsidRDefault="00FA38EE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1</w:t>
            </w:r>
            <w:r w:rsidR="00804ABD">
              <w:rPr>
                <w:bCs/>
                <w:caps/>
                <w:sz w:val="14"/>
                <w:szCs w:val="14"/>
                <w:lang w:val="en-US"/>
              </w:rPr>
              <w:t>3</w:t>
            </w:r>
          </w:p>
        </w:tc>
        <w:tc>
          <w:tcPr>
            <w:tcW w:w="5670" w:type="dxa"/>
            <w:gridSpan w:val="9"/>
            <w:vAlign w:val="center"/>
          </w:tcPr>
          <w:p w14:paraId="1677C402" w14:textId="77777777" w:rsidR="00FA38EE" w:rsidRPr="00470725" w:rsidRDefault="00FA38EE" w:rsidP="000677D3">
            <w:pPr>
              <w:pStyle w:val="Header"/>
              <w:rPr>
                <w:sz w:val="14"/>
                <w:szCs w:val="14"/>
              </w:rPr>
            </w:pPr>
            <w:r w:rsidRPr="0041442D">
              <w:rPr>
                <w:sz w:val="16"/>
                <w:szCs w:val="16"/>
              </w:rPr>
              <w:sym w:font="Wingdings 2" w:char="F054"/>
            </w:r>
            <w:r>
              <w:rPr>
                <w:sz w:val="16"/>
                <w:szCs w:val="16"/>
              </w:rPr>
              <w:t xml:space="preserve">  </w:t>
            </w:r>
            <w:r w:rsidRPr="00FF3BFB">
              <w:rPr>
                <w:sz w:val="14"/>
                <w:szCs w:val="14"/>
              </w:rPr>
              <w:t>DEBIT</w:t>
            </w:r>
            <w:r>
              <w:rPr>
                <w:sz w:val="14"/>
                <w:szCs w:val="14"/>
              </w:rPr>
              <w:t xml:space="preserve"> MAXIM:                  </w:t>
            </w:r>
            <w:r w:rsidR="00425DC3">
              <w:rPr>
                <w:sz w:val="14"/>
                <w:szCs w:val="14"/>
              </w:rPr>
              <w:t xml:space="preserve">                                                          </w:t>
            </w:r>
            <w:r>
              <w:rPr>
                <w:sz w:val="14"/>
                <w:szCs w:val="14"/>
              </w:rPr>
              <w:t xml:space="preserve">        </w:t>
            </w:r>
            <w:r w:rsidR="008738D6">
              <w:rPr>
                <w:sz w:val="14"/>
                <w:szCs w:val="14"/>
              </w:rPr>
              <w:t xml:space="preserve">   </w:t>
            </w:r>
            <w:r>
              <w:rPr>
                <w:sz w:val="14"/>
                <w:szCs w:val="14"/>
              </w:rPr>
              <w:t xml:space="preserve"> </w:t>
            </w:r>
            <w:r w:rsidR="008738D6">
              <w:rPr>
                <w:sz w:val="14"/>
                <w:szCs w:val="14"/>
              </w:rPr>
              <w:t xml:space="preserve">     </w:t>
            </w:r>
            <w:r>
              <w:rPr>
                <w:sz w:val="14"/>
                <w:szCs w:val="14"/>
              </w:rPr>
              <w:t xml:space="preserve"> </w:t>
            </w:r>
            <w:r w:rsidR="009164E3">
              <w:rPr>
                <w:sz w:val="14"/>
                <w:szCs w:val="14"/>
              </w:rPr>
              <w:t>3</w:t>
            </w:r>
            <w:r w:rsidR="008738D6">
              <w:rPr>
                <w:sz w:val="14"/>
                <w:szCs w:val="14"/>
              </w:rPr>
              <w:t>0</w:t>
            </w:r>
            <w:r>
              <w:rPr>
                <w:sz w:val="14"/>
                <w:szCs w:val="14"/>
              </w:rPr>
              <w:t xml:space="preserve">  </w:t>
            </w:r>
            <w:r w:rsidR="008738D6">
              <w:rPr>
                <w:sz w:val="14"/>
                <w:szCs w:val="14"/>
              </w:rPr>
              <w:t>mc</w:t>
            </w:r>
            <w:r>
              <w:rPr>
                <w:sz w:val="14"/>
                <w:szCs w:val="14"/>
              </w:rPr>
              <w:t>/h</w:t>
            </w:r>
          </w:p>
        </w:tc>
        <w:tc>
          <w:tcPr>
            <w:tcW w:w="3827" w:type="dxa"/>
            <w:gridSpan w:val="3"/>
            <w:vAlign w:val="center"/>
          </w:tcPr>
          <w:p w14:paraId="0BA73255" w14:textId="77777777" w:rsidR="00FA38EE" w:rsidRPr="00FF3BFB" w:rsidRDefault="00FA38EE" w:rsidP="000D3EDD">
            <w:pPr>
              <w:pStyle w:val="Header"/>
              <w:rPr>
                <w:sz w:val="14"/>
                <w:szCs w:val="14"/>
              </w:rPr>
            </w:pPr>
          </w:p>
        </w:tc>
      </w:tr>
      <w:tr w:rsidR="00FA38EE" w:rsidRPr="00470725" w14:paraId="0ED8F07D" w14:textId="77777777" w:rsidTr="000D3EDD">
        <w:trPr>
          <w:trHeight w:val="89"/>
        </w:trPr>
        <w:tc>
          <w:tcPr>
            <w:tcW w:w="426" w:type="dxa"/>
            <w:vAlign w:val="center"/>
          </w:tcPr>
          <w:p w14:paraId="1F929670" w14:textId="77777777" w:rsidR="00FA38EE" w:rsidRDefault="00FA38EE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1</w:t>
            </w:r>
            <w:r w:rsidR="00804ABD">
              <w:rPr>
                <w:bCs/>
                <w:caps/>
                <w:sz w:val="14"/>
                <w:szCs w:val="14"/>
                <w:lang w:val="en-US"/>
              </w:rPr>
              <w:t>4</w:t>
            </w:r>
          </w:p>
        </w:tc>
        <w:tc>
          <w:tcPr>
            <w:tcW w:w="5670" w:type="dxa"/>
            <w:gridSpan w:val="9"/>
            <w:vAlign w:val="center"/>
          </w:tcPr>
          <w:p w14:paraId="55A20B8C" w14:textId="266AD1D3" w:rsidR="00FA38EE" w:rsidRPr="00470725" w:rsidRDefault="00FA38EE" w:rsidP="008D135B">
            <w:pPr>
              <w:pStyle w:val="Header"/>
              <w:rPr>
                <w:sz w:val="14"/>
                <w:szCs w:val="14"/>
              </w:rPr>
            </w:pPr>
            <w:r w:rsidRPr="0041442D">
              <w:rPr>
                <w:sz w:val="16"/>
                <w:szCs w:val="16"/>
              </w:rPr>
              <w:sym w:font="Wingdings 2" w:char="F054"/>
            </w:r>
            <w:r>
              <w:rPr>
                <w:sz w:val="16"/>
                <w:szCs w:val="16"/>
              </w:rPr>
              <w:t xml:space="preserve">  </w:t>
            </w:r>
            <w:r w:rsidRPr="008441FE">
              <w:rPr>
                <w:sz w:val="14"/>
                <w:szCs w:val="14"/>
              </w:rPr>
              <w:t>DENSITATE</w:t>
            </w:r>
            <w:r>
              <w:rPr>
                <w:sz w:val="14"/>
                <w:szCs w:val="14"/>
              </w:rPr>
              <w:t xml:space="preserve"> IN CONDITII DE LUCRU :   </w:t>
            </w:r>
            <w:r w:rsidR="00425DC3">
              <w:rPr>
                <w:sz w:val="14"/>
                <w:szCs w:val="14"/>
              </w:rPr>
              <w:t xml:space="preserve">                                   </w:t>
            </w:r>
            <w:r w:rsidR="00AD26EB">
              <w:rPr>
                <w:sz w:val="14"/>
                <w:szCs w:val="14"/>
              </w:rPr>
              <w:t xml:space="preserve">    820-</w:t>
            </w:r>
            <w:r w:rsidR="00425DC3">
              <w:rPr>
                <w:sz w:val="14"/>
                <w:szCs w:val="14"/>
              </w:rPr>
              <w:t xml:space="preserve"> </w:t>
            </w:r>
            <w:r w:rsidR="008D135B">
              <w:rPr>
                <w:sz w:val="14"/>
                <w:szCs w:val="14"/>
              </w:rPr>
              <w:t>112</w:t>
            </w:r>
            <w:r w:rsidR="009164E3">
              <w:rPr>
                <w:sz w:val="14"/>
                <w:szCs w:val="14"/>
              </w:rPr>
              <w:t>0</w:t>
            </w:r>
            <w:r>
              <w:rPr>
                <w:sz w:val="14"/>
                <w:szCs w:val="14"/>
              </w:rPr>
              <w:t xml:space="preserve">  kg/m</w:t>
            </w:r>
            <w:r>
              <w:rPr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3827" w:type="dxa"/>
            <w:gridSpan w:val="3"/>
            <w:vAlign w:val="center"/>
          </w:tcPr>
          <w:p w14:paraId="44A1D0ED" w14:textId="77777777" w:rsidR="00FA38EE" w:rsidRPr="00470725" w:rsidRDefault="00FA38EE" w:rsidP="000D3EDD">
            <w:pPr>
              <w:pStyle w:val="Header"/>
              <w:rPr>
                <w:sz w:val="14"/>
                <w:szCs w:val="14"/>
              </w:rPr>
            </w:pPr>
          </w:p>
        </w:tc>
      </w:tr>
      <w:tr w:rsidR="00FA38EE" w:rsidRPr="00705E55" w14:paraId="1E86BA2F" w14:textId="77777777" w:rsidTr="000D3EDD">
        <w:trPr>
          <w:trHeight w:val="89"/>
        </w:trPr>
        <w:tc>
          <w:tcPr>
            <w:tcW w:w="426" w:type="dxa"/>
            <w:vAlign w:val="center"/>
          </w:tcPr>
          <w:p w14:paraId="338E9D77" w14:textId="77777777" w:rsidR="00FA38EE" w:rsidRDefault="00FA38EE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1</w:t>
            </w:r>
            <w:r w:rsidR="00804ABD">
              <w:rPr>
                <w:bCs/>
                <w:caps/>
                <w:sz w:val="14"/>
                <w:szCs w:val="14"/>
                <w:lang w:val="en-US"/>
              </w:rPr>
              <w:t>5</w:t>
            </w:r>
          </w:p>
        </w:tc>
        <w:tc>
          <w:tcPr>
            <w:tcW w:w="5670" w:type="dxa"/>
            <w:gridSpan w:val="9"/>
            <w:vAlign w:val="center"/>
          </w:tcPr>
          <w:p w14:paraId="013B9E99" w14:textId="77777777" w:rsidR="00FA38EE" w:rsidRPr="00705E55" w:rsidRDefault="00FA38EE" w:rsidP="008738D6">
            <w:pPr>
              <w:pStyle w:val="Header"/>
              <w:rPr>
                <w:sz w:val="14"/>
                <w:szCs w:val="14"/>
                <w:lang w:val="fr-FR"/>
              </w:rPr>
            </w:pPr>
            <w:r w:rsidRPr="0041442D">
              <w:rPr>
                <w:sz w:val="16"/>
                <w:szCs w:val="16"/>
              </w:rPr>
              <w:sym w:font="Wingdings 2" w:char="F054"/>
            </w:r>
            <w:r w:rsidRPr="00705E55">
              <w:rPr>
                <w:sz w:val="16"/>
                <w:szCs w:val="16"/>
                <w:lang w:val="fr-FR"/>
              </w:rPr>
              <w:t xml:space="preserve">  </w:t>
            </w:r>
            <w:r w:rsidRPr="00705E55">
              <w:rPr>
                <w:sz w:val="14"/>
                <w:szCs w:val="14"/>
                <w:lang w:val="fr-FR"/>
              </w:rPr>
              <w:t>IMPURITATI-SUSPENSII</w:t>
            </w:r>
            <w:r w:rsidR="008738D6" w:rsidRPr="00705E55">
              <w:rPr>
                <w:sz w:val="14"/>
                <w:szCs w:val="14"/>
                <w:lang w:val="fr-FR"/>
              </w:rPr>
              <w:t xml:space="preserve"> SOLIDE+APA</w:t>
            </w:r>
            <w:r w:rsidRPr="00705E55">
              <w:rPr>
                <w:sz w:val="14"/>
                <w:szCs w:val="14"/>
                <w:lang w:val="fr-FR"/>
              </w:rPr>
              <w:t xml:space="preserve">            </w:t>
            </w:r>
            <w:r w:rsidR="00425DC3" w:rsidRPr="00705E55">
              <w:rPr>
                <w:sz w:val="14"/>
                <w:szCs w:val="14"/>
                <w:lang w:val="fr-FR"/>
              </w:rPr>
              <w:t xml:space="preserve">             </w:t>
            </w:r>
            <w:r w:rsidRPr="00705E55">
              <w:rPr>
                <w:sz w:val="14"/>
                <w:szCs w:val="14"/>
                <w:lang w:val="fr-FR"/>
              </w:rPr>
              <w:t xml:space="preserve">    </w:t>
            </w:r>
            <w:r w:rsidR="008738D6" w:rsidRPr="00705E55">
              <w:rPr>
                <w:sz w:val="14"/>
                <w:szCs w:val="14"/>
                <w:lang w:val="fr-FR"/>
              </w:rPr>
              <w:t xml:space="preserve">  </w:t>
            </w:r>
            <w:r w:rsidRPr="00705E55">
              <w:rPr>
                <w:sz w:val="14"/>
                <w:szCs w:val="14"/>
                <w:lang w:val="fr-FR"/>
              </w:rPr>
              <w:t xml:space="preserve">             </w:t>
            </w:r>
            <w:r w:rsidR="008738D6" w:rsidRPr="00705E55">
              <w:rPr>
                <w:sz w:val="14"/>
                <w:szCs w:val="14"/>
                <w:lang w:val="fr-FR"/>
              </w:rPr>
              <w:t xml:space="preserve">         </w:t>
            </w:r>
            <w:r w:rsidRPr="00705E55">
              <w:rPr>
                <w:sz w:val="14"/>
                <w:szCs w:val="14"/>
                <w:lang w:val="fr-FR"/>
              </w:rPr>
              <w:t xml:space="preserve"> </w:t>
            </w:r>
            <w:r w:rsidR="008738D6" w:rsidRPr="00705E55">
              <w:rPr>
                <w:sz w:val="14"/>
                <w:szCs w:val="14"/>
                <w:lang w:val="fr-FR"/>
              </w:rPr>
              <w:t>max 1 %</w:t>
            </w:r>
            <w:r w:rsidRPr="00705E55">
              <w:rPr>
                <w:sz w:val="14"/>
                <w:szCs w:val="14"/>
                <w:lang w:val="fr-FR"/>
              </w:rPr>
              <w:t xml:space="preserve"> </w:t>
            </w:r>
          </w:p>
        </w:tc>
        <w:tc>
          <w:tcPr>
            <w:tcW w:w="3827" w:type="dxa"/>
            <w:gridSpan w:val="3"/>
            <w:vAlign w:val="center"/>
          </w:tcPr>
          <w:p w14:paraId="6740082E" w14:textId="77777777" w:rsidR="00FA38EE" w:rsidRPr="00705E55" w:rsidRDefault="00FA38EE" w:rsidP="000D3EDD">
            <w:pPr>
              <w:pStyle w:val="Header"/>
              <w:rPr>
                <w:sz w:val="14"/>
                <w:szCs w:val="14"/>
                <w:lang w:val="fr-FR"/>
              </w:rPr>
            </w:pPr>
          </w:p>
        </w:tc>
      </w:tr>
      <w:tr w:rsidR="00FA38EE" w:rsidRPr="00705E55" w14:paraId="4B5302C0" w14:textId="77777777" w:rsidTr="000D3EDD">
        <w:trPr>
          <w:trHeight w:val="89"/>
        </w:trPr>
        <w:tc>
          <w:tcPr>
            <w:tcW w:w="426" w:type="dxa"/>
            <w:vAlign w:val="center"/>
          </w:tcPr>
          <w:p w14:paraId="31A16A7A" w14:textId="77777777" w:rsidR="00FA38EE" w:rsidRDefault="00FA38EE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1</w:t>
            </w:r>
            <w:r w:rsidR="00804ABD">
              <w:rPr>
                <w:bCs/>
                <w:caps/>
                <w:sz w:val="14"/>
                <w:szCs w:val="14"/>
                <w:lang w:val="en-US"/>
              </w:rPr>
              <w:t>6</w:t>
            </w:r>
          </w:p>
        </w:tc>
        <w:tc>
          <w:tcPr>
            <w:tcW w:w="9497" w:type="dxa"/>
            <w:gridSpan w:val="12"/>
            <w:vAlign w:val="center"/>
          </w:tcPr>
          <w:p w14:paraId="187E9627" w14:textId="77777777" w:rsidR="00FA38EE" w:rsidRPr="00705E55" w:rsidRDefault="00FA38EE" w:rsidP="000D3EDD">
            <w:pPr>
              <w:pStyle w:val="Header"/>
              <w:jc w:val="center"/>
              <w:rPr>
                <w:sz w:val="22"/>
                <w:szCs w:val="22"/>
                <w:lang w:val="fr-FR"/>
              </w:rPr>
            </w:pPr>
            <w:r w:rsidRPr="00705E55">
              <w:rPr>
                <w:sz w:val="22"/>
                <w:szCs w:val="22"/>
                <w:lang w:val="fr-FR"/>
              </w:rPr>
              <w:t>P E R F O R M A N T E</w:t>
            </w:r>
          </w:p>
        </w:tc>
      </w:tr>
      <w:tr w:rsidR="00FA38EE" w:rsidRPr="00705E55" w14:paraId="25532B76" w14:textId="77777777" w:rsidTr="000D3EDD">
        <w:trPr>
          <w:trHeight w:val="89"/>
        </w:trPr>
        <w:tc>
          <w:tcPr>
            <w:tcW w:w="426" w:type="dxa"/>
            <w:vAlign w:val="center"/>
          </w:tcPr>
          <w:p w14:paraId="4A9D5C83" w14:textId="77777777" w:rsidR="00FA38EE" w:rsidRDefault="00FA38EE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1</w:t>
            </w:r>
            <w:r w:rsidR="00804ABD">
              <w:rPr>
                <w:bCs/>
                <w:caps/>
                <w:sz w:val="14"/>
                <w:szCs w:val="14"/>
                <w:lang w:val="en-US"/>
              </w:rPr>
              <w:t>7</w:t>
            </w:r>
          </w:p>
        </w:tc>
        <w:tc>
          <w:tcPr>
            <w:tcW w:w="5953" w:type="dxa"/>
            <w:gridSpan w:val="10"/>
            <w:vAlign w:val="center"/>
          </w:tcPr>
          <w:p w14:paraId="11F2E27D" w14:textId="77777777" w:rsidR="00FA38EE" w:rsidRPr="00705E55" w:rsidRDefault="00FA38EE" w:rsidP="007630E9">
            <w:pPr>
              <w:pStyle w:val="Header"/>
              <w:rPr>
                <w:sz w:val="14"/>
                <w:szCs w:val="14"/>
                <w:lang w:val="fr-FR"/>
              </w:rPr>
            </w:pPr>
            <w:r w:rsidRPr="0041442D">
              <w:rPr>
                <w:sz w:val="16"/>
                <w:szCs w:val="16"/>
              </w:rPr>
              <w:sym w:font="Wingdings 2" w:char="F054"/>
            </w:r>
            <w:r w:rsidRPr="00705E55">
              <w:rPr>
                <w:sz w:val="16"/>
                <w:szCs w:val="16"/>
                <w:lang w:val="fr-FR"/>
              </w:rPr>
              <w:t xml:space="preserve">   </w:t>
            </w:r>
            <w:r w:rsidRPr="00705E55">
              <w:rPr>
                <w:sz w:val="14"/>
                <w:szCs w:val="14"/>
                <w:lang w:val="fr-FR"/>
              </w:rPr>
              <w:t xml:space="preserve">FINEŢE FILTRARE PARTICULE SOLIDE </w:t>
            </w:r>
            <w:r w:rsidRPr="00705E55">
              <w:rPr>
                <w:color w:val="FF0000"/>
                <w:sz w:val="14"/>
                <w:szCs w:val="14"/>
                <w:lang w:val="fr-FR"/>
              </w:rPr>
              <w:t xml:space="preserve">:    </w:t>
            </w:r>
            <w:r w:rsidR="00425DC3" w:rsidRPr="00705E55">
              <w:rPr>
                <w:color w:val="FF0000"/>
                <w:sz w:val="14"/>
                <w:szCs w:val="14"/>
                <w:lang w:val="fr-FR"/>
              </w:rPr>
              <w:t xml:space="preserve">                                      </w:t>
            </w:r>
            <w:r w:rsidR="008E46CC">
              <w:rPr>
                <w:color w:val="FF0000"/>
                <w:sz w:val="14"/>
                <w:szCs w:val="14"/>
                <w:lang w:val="fr-FR"/>
              </w:rPr>
              <w:t xml:space="preserve">   </w:t>
            </w:r>
            <w:r w:rsidR="00425DC3" w:rsidRPr="00705E55">
              <w:rPr>
                <w:color w:val="FF0000"/>
                <w:sz w:val="14"/>
                <w:szCs w:val="14"/>
                <w:lang w:val="fr-FR"/>
              </w:rPr>
              <w:t xml:space="preserve">   </w:t>
            </w:r>
            <w:r w:rsidR="007630E9" w:rsidRPr="00705E55">
              <w:rPr>
                <w:color w:val="FF0000"/>
                <w:sz w:val="14"/>
                <w:szCs w:val="14"/>
                <w:lang w:val="fr-FR"/>
              </w:rPr>
              <w:t xml:space="preserve"> </w:t>
            </w:r>
            <w:r w:rsidR="007630E9" w:rsidRPr="00C73245">
              <w:rPr>
                <w:color w:val="000000" w:themeColor="text1"/>
                <w:sz w:val="14"/>
                <w:szCs w:val="14"/>
                <w:lang w:val="fr-FR"/>
              </w:rPr>
              <w:t xml:space="preserve">  6.34 m</w:t>
            </w:r>
            <w:r w:rsidRPr="00C73245">
              <w:rPr>
                <w:color w:val="000000" w:themeColor="text1"/>
                <w:sz w:val="14"/>
                <w:szCs w:val="14"/>
                <w:lang w:val="fr-FR"/>
              </w:rPr>
              <w:t>m</w:t>
            </w:r>
          </w:p>
        </w:tc>
        <w:tc>
          <w:tcPr>
            <w:tcW w:w="3544" w:type="dxa"/>
            <w:gridSpan w:val="2"/>
            <w:vAlign w:val="center"/>
          </w:tcPr>
          <w:p w14:paraId="2DE7812B" w14:textId="77777777" w:rsidR="00FA38EE" w:rsidRPr="00705E55" w:rsidRDefault="00FA38EE" w:rsidP="000D3EDD">
            <w:pPr>
              <w:pStyle w:val="Header"/>
              <w:rPr>
                <w:sz w:val="14"/>
                <w:szCs w:val="14"/>
                <w:lang w:val="fr-FR"/>
              </w:rPr>
            </w:pPr>
          </w:p>
        </w:tc>
      </w:tr>
      <w:tr w:rsidR="00FA38EE" w:rsidRPr="00705E55" w14:paraId="71618ECB" w14:textId="77777777" w:rsidTr="000D3EDD">
        <w:trPr>
          <w:trHeight w:val="89"/>
        </w:trPr>
        <w:tc>
          <w:tcPr>
            <w:tcW w:w="426" w:type="dxa"/>
            <w:vAlign w:val="center"/>
          </w:tcPr>
          <w:p w14:paraId="02B7035F" w14:textId="77777777" w:rsidR="00FA38EE" w:rsidRDefault="00804ABD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18</w:t>
            </w:r>
          </w:p>
        </w:tc>
        <w:tc>
          <w:tcPr>
            <w:tcW w:w="5953" w:type="dxa"/>
            <w:gridSpan w:val="10"/>
            <w:vAlign w:val="center"/>
          </w:tcPr>
          <w:p w14:paraId="4208FB26" w14:textId="77777777" w:rsidR="00FA38EE" w:rsidRPr="00470725" w:rsidRDefault="00FC0862" w:rsidP="000D3EDD">
            <w:pPr>
              <w:pStyle w:val="Header"/>
              <w:rPr>
                <w:sz w:val="14"/>
                <w:szCs w:val="14"/>
              </w:rPr>
            </w:pPr>
            <w:r w:rsidRPr="0041442D">
              <w:rPr>
                <w:sz w:val="16"/>
                <w:szCs w:val="16"/>
              </w:rPr>
              <w:sym w:font="Wingdings 2" w:char="F054"/>
            </w:r>
            <w:r>
              <w:rPr>
                <w:sz w:val="16"/>
                <w:szCs w:val="16"/>
              </w:rPr>
              <w:t xml:space="preserve">   </w:t>
            </w:r>
            <w:r w:rsidRPr="00FC0862">
              <w:rPr>
                <w:sz w:val="14"/>
                <w:szCs w:val="14"/>
              </w:rPr>
              <w:t>CADERE DE PRESIUNE</w:t>
            </w:r>
            <w:r>
              <w:rPr>
                <w:sz w:val="14"/>
                <w:szCs w:val="14"/>
              </w:rPr>
              <w:t xml:space="preserve"> :                                                                           max. 0.1 bar</w:t>
            </w:r>
          </w:p>
        </w:tc>
        <w:tc>
          <w:tcPr>
            <w:tcW w:w="3544" w:type="dxa"/>
            <w:gridSpan w:val="2"/>
            <w:vAlign w:val="center"/>
          </w:tcPr>
          <w:p w14:paraId="6D97BE04" w14:textId="066B252B" w:rsidR="00FA38EE" w:rsidRPr="00705E55" w:rsidRDefault="00FA38EE" w:rsidP="008D135B">
            <w:pPr>
              <w:pStyle w:val="Header"/>
              <w:rPr>
                <w:sz w:val="14"/>
                <w:szCs w:val="14"/>
                <w:lang w:val="fr-FR"/>
              </w:rPr>
            </w:pPr>
            <w:r w:rsidRPr="003660F6">
              <w:rPr>
                <w:sz w:val="16"/>
                <w:szCs w:val="16"/>
              </w:rPr>
              <w:sym w:font="Wingdings 2" w:char="F099"/>
            </w:r>
            <w:r w:rsidRPr="00705E55">
              <w:rPr>
                <w:sz w:val="16"/>
                <w:szCs w:val="16"/>
                <w:lang w:val="fr-FR"/>
              </w:rPr>
              <w:t xml:space="preserve">  </w:t>
            </w:r>
            <w:r w:rsidRPr="00705E55">
              <w:rPr>
                <w:sz w:val="14"/>
                <w:szCs w:val="14"/>
                <w:lang w:val="fr-FR"/>
              </w:rPr>
              <w:t xml:space="preserve">TEMP. MAX. DE  LUCRU </w:t>
            </w:r>
            <w:r w:rsidR="00425DC3" w:rsidRPr="00705E55">
              <w:rPr>
                <w:sz w:val="14"/>
                <w:szCs w:val="14"/>
                <w:lang w:val="fr-FR"/>
              </w:rPr>
              <w:t xml:space="preserve">                       + </w:t>
            </w:r>
            <w:r w:rsidR="008D135B">
              <w:rPr>
                <w:sz w:val="14"/>
                <w:szCs w:val="14"/>
                <w:lang w:val="fr-FR"/>
              </w:rPr>
              <w:t>6</w:t>
            </w:r>
            <w:r w:rsidR="008E46CC">
              <w:rPr>
                <w:sz w:val="14"/>
                <w:szCs w:val="14"/>
                <w:lang w:val="fr-FR"/>
              </w:rPr>
              <w:t>5</w:t>
            </w:r>
            <w:r w:rsidRPr="00705E55">
              <w:rPr>
                <w:sz w:val="14"/>
                <w:szCs w:val="14"/>
                <w:lang w:val="fr-FR"/>
              </w:rPr>
              <w:t xml:space="preserve">  </w:t>
            </w:r>
            <w:r w:rsidRPr="00705E55">
              <w:rPr>
                <w:sz w:val="14"/>
                <w:szCs w:val="14"/>
                <w:vertAlign w:val="superscript"/>
                <w:lang w:val="fr-FR"/>
              </w:rPr>
              <w:t>0</w:t>
            </w:r>
            <w:r w:rsidRPr="00705E55">
              <w:rPr>
                <w:sz w:val="14"/>
                <w:szCs w:val="14"/>
                <w:lang w:val="fr-FR"/>
              </w:rPr>
              <w:t>C</w:t>
            </w:r>
          </w:p>
        </w:tc>
      </w:tr>
      <w:tr w:rsidR="00FA38EE" w:rsidRPr="00705E55" w14:paraId="22C5FF21" w14:textId="77777777" w:rsidTr="000D3EDD">
        <w:trPr>
          <w:trHeight w:val="89"/>
        </w:trPr>
        <w:tc>
          <w:tcPr>
            <w:tcW w:w="426" w:type="dxa"/>
            <w:vAlign w:val="center"/>
          </w:tcPr>
          <w:p w14:paraId="46AFFEF4" w14:textId="77777777" w:rsidR="00FA38EE" w:rsidRDefault="00804ABD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19</w:t>
            </w:r>
          </w:p>
        </w:tc>
        <w:tc>
          <w:tcPr>
            <w:tcW w:w="5953" w:type="dxa"/>
            <w:gridSpan w:val="10"/>
            <w:vAlign w:val="center"/>
          </w:tcPr>
          <w:p w14:paraId="68D49E32" w14:textId="77777777" w:rsidR="00FA38EE" w:rsidRPr="0041442D" w:rsidRDefault="00FA38EE" w:rsidP="000D3EDD">
            <w:pPr>
              <w:pStyle w:val="Header"/>
              <w:rPr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3FC5CFE9" w14:textId="77777777" w:rsidR="00FA38EE" w:rsidRPr="00705E55" w:rsidRDefault="00FA38EE" w:rsidP="000C3C24">
            <w:pPr>
              <w:pStyle w:val="Header"/>
              <w:rPr>
                <w:sz w:val="14"/>
                <w:szCs w:val="14"/>
                <w:lang w:val="fr-FR"/>
              </w:rPr>
            </w:pPr>
            <w:r w:rsidRPr="003660F6">
              <w:rPr>
                <w:sz w:val="16"/>
                <w:szCs w:val="16"/>
              </w:rPr>
              <w:sym w:font="Wingdings 2" w:char="F099"/>
            </w:r>
            <w:r w:rsidRPr="00705E55">
              <w:rPr>
                <w:sz w:val="16"/>
                <w:szCs w:val="16"/>
                <w:lang w:val="fr-FR"/>
              </w:rPr>
              <w:t xml:space="preserve">  </w:t>
            </w:r>
            <w:r w:rsidRPr="00705E55">
              <w:rPr>
                <w:sz w:val="14"/>
                <w:szCs w:val="14"/>
                <w:lang w:val="fr-FR"/>
              </w:rPr>
              <w:t xml:space="preserve">TEMP. MIN.  DE LUCRU  </w:t>
            </w:r>
            <w:r w:rsidR="008E46CC">
              <w:rPr>
                <w:sz w:val="14"/>
                <w:szCs w:val="14"/>
                <w:lang w:val="fr-FR"/>
              </w:rPr>
              <w:t xml:space="preserve">                        </w:t>
            </w:r>
            <w:r w:rsidR="00425DC3" w:rsidRPr="00705E55">
              <w:rPr>
                <w:sz w:val="14"/>
                <w:szCs w:val="14"/>
                <w:lang w:val="fr-FR"/>
              </w:rPr>
              <w:t>-</w:t>
            </w:r>
            <w:r w:rsidR="008E46CC">
              <w:rPr>
                <w:sz w:val="14"/>
                <w:szCs w:val="14"/>
                <w:lang w:val="fr-FR"/>
              </w:rPr>
              <w:t xml:space="preserve"> </w:t>
            </w:r>
            <w:r w:rsidR="000C3C24" w:rsidRPr="00705E55">
              <w:rPr>
                <w:sz w:val="14"/>
                <w:szCs w:val="14"/>
                <w:lang w:val="fr-FR"/>
              </w:rPr>
              <w:t>29</w:t>
            </w:r>
            <w:r w:rsidRPr="00705E55">
              <w:rPr>
                <w:sz w:val="14"/>
                <w:szCs w:val="14"/>
                <w:lang w:val="fr-FR"/>
              </w:rPr>
              <w:t xml:space="preserve">  </w:t>
            </w:r>
            <w:r w:rsidRPr="00705E55">
              <w:rPr>
                <w:sz w:val="14"/>
                <w:szCs w:val="14"/>
                <w:vertAlign w:val="superscript"/>
                <w:lang w:val="fr-FR"/>
              </w:rPr>
              <w:t>0</w:t>
            </w:r>
            <w:r w:rsidRPr="00705E55">
              <w:rPr>
                <w:sz w:val="14"/>
                <w:szCs w:val="14"/>
                <w:lang w:val="fr-FR"/>
              </w:rPr>
              <w:t>C</w:t>
            </w:r>
          </w:p>
        </w:tc>
      </w:tr>
      <w:tr w:rsidR="00FA38EE" w:rsidRPr="00470725" w14:paraId="1C1C0E93" w14:textId="77777777" w:rsidTr="000D3EDD">
        <w:trPr>
          <w:trHeight w:val="89"/>
        </w:trPr>
        <w:tc>
          <w:tcPr>
            <w:tcW w:w="426" w:type="dxa"/>
            <w:vAlign w:val="center"/>
          </w:tcPr>
          <w:p w14:paraId="20D95488" w14:textId="77777777" w:rsidR="00FA38EE" w:rsidRDefault="00FA38EE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2</w:t>
            </w:r>
            <w:r w:rsidR="00804ABD">
              <w:rPr>
                <w:bCs/>
                <w:caps/>
                <w:sz w:val="14"/>
                <w:szCs w:val="14"/>
                <w:lang w:val="en-US"/>
              </w:rPr>
              <w:t>0</w:t>
            </w:r>
          </w:p>
        </w:tc>
        <w:tc>
          <w:tcPr>
            <w:tcW w:w="5953" w:type="dxa"/>
            <w:gridSpan w:val="10"/>
            <w:vAlign w:val="center"/>
          </w:tcPr>
          <w:p w14:paraId="4C8C9A15" w14:textId="77777777" w:rsidR="00FA38EE" w:rsidRPr="0041442D" w:rsidRDefault="00FA38EE" w:rsidP="000D3EDD">
            <w:pPr>
              <w:pStyle w:val="Header"/>
              <w:rPr>
                <w:sz w:val="16"/>
                <w:szCs w:val="16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48FFE5B4" w14:textId="77777777" w:rsidR="00FA38EE" w:rsidRPr="00470725" w:rsidRDefault="00FA38EE" w:rsidP="000D3EDD">
            <w:pPr>
              <w:pStyle w:val="Header"/>
              <w:rPr>
                <w:sz w:val="14"/>
                <w:szCs w:val="14"/>
              </w:rPr>
            </w:pPr>
            <w:r w:rsidRPr="003660F6">
              <w:rPr>
                <w:sz w:val="16"/>
                <w:szCs w:val="16"/>
              </w:rPr>
              <w:sym w:font="Wingdings 2" w:char="F099"/>
            </w:r>
          </w:p>
        </w:tc>
      </w:tr>
      <w:tr w:rsidR="00FA38EE" w:rsidRPr="00705E55" w14:paraId="47385889" w14:textId="77777777" w:rsidTr="002F4D8F">
        <w:trPr>
          <w:trHeight w:val="89"/>
        </w:trPr>
        <w:tc>
          <w:tcPr>
            <w:tcW w:w="426" w:type="dxa"/>
            <w:vAlign w:val="center"/>
          </w:tcPr>
          <w:p w14:paraId="7B67CB41" w14:textId="77777777" w:rsidR="00FA38EE" w:rsidRDefault="00FA38EE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2</w:t>
            </w:r>
            <w:r w:rsidR="00804ABD">
              <w:rPr>
                <w:bCs/>
                <w:caps/>
                <w:sz w:val="14"/>
                <w:szCs w:val="14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14:paraId="57ED831C" w14:textId="77777777" w:rsidR="00FA38EE" w:rsidRPr="00092329" w:rsidRDefault="00FA38EE" w:rsidP="000D3EDD">
            <w:pPr>
              <w:pStyle w:val="Header"/>
              <w:jc w:val="center"/>
              <w:rPr>
                <w:sz w:val="14"/>
                <w:szCs w:val="14"/>
              </w:rPr>
            </w:pPr>
            <w:r w:rsidRPr="00092329">
              <w:rPr>
                <w:sz w:val="14"/>
                <w:szCs w:val="14"/>
              </w:rPr>
              <w:t>RACORDURI</w:t>
            </w:r>
          </w:p>
        </w:tc>
        <w:tc>
          <w:tcPr>
            <w:tcW w:w="1134" w:type="dxa"/>
            <w:vAlign w:val="center"/>
          </w:tcPr>
          <w:p w14:paraId="4DCBA4CF" w14:textId="77777777" w:rsidR="00FA38EE" w:rsidRPr="00092329" w:rsidRDefault="00FA38EE" w:rsidP="000D3EDD">
            <w:pPr>
              <w:pStyle w:val="Header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DIMENSIUNI</w:t>
            </w:r>
          </w:p>
        </w:tc>
        <w:tc>
          <w:tcPr>
            <w:tcW w:w="708" w:type="dxa"/>
            <w:gridSpan w:val="3"/>
            <w:vAlign w:val="center"/>
          </w:tcPr>
          <w:p w14:paraId="187E78A9" w14:textId="77777777" w:rsidR="00FA38EE" w:rsidRPr="00092329" w:rsidRDefault="00FA38EE" w:rsidP="002F4D8F">
            <w:pPr>
              <w:pStyle w:val="Header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Pn</w:t>
            </w:r>
          </w:p>
        </w:tc>
        <w:tc>
          <w:tcPr>
            <w:tcW w:w="1843" w:type="dxa"/>
            <w:gridSpan w:val="2"/>
            <w:vAlign w:val="center"/>
          </w:tcPr>
          <w:p w14:paraId="46E7AE9B" w14:textId="77777777" w:rsidR="00FA38EE" w:rsidRPr="00092329" w:rsidRDefault="00FA38EE" w:rsidP="000D3EDD">
            <w:pPr>
              <w:pStyle w:val="Header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SUPRAFATA ETANSARE</w:t>
            </w:r>
          </w:p>
        </w:tc>
        <w:tc>
          <w:tcPr>
            <w:tcW w:w="1134" w:type="dxa"/>
            <w:gridSpan w:val="3"/>
            <w:vAlign w:val="center"/>
          </w:tcPr>
          <w:p w14:paraId="41224786" w14:textId="77777777" w:rsidR="00FA38EE" w:rsidRPr="00092329" w:rsidRDefault="00FA38EE" w:rsidP="000D3EDD">
            <w:pPr>
              <w:pStyle w:val="Header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POZITIE</w:t>
            </w:r>
          </w:p>
        </w:tc>
        <w:tc>
          <w:tcPr>
            <w:tcW w:w="3544" w:type="dxa"/>
            <w:gridSpan w:val="2"/>
            <w:vAlign w:val="center"/>
          </w:tcPr>
          <w:p w14:paraId="5B1ECA00" w14:textId="77777777" w:rsidR="00FA38EE" w:rsidRPr="00705E55" w:rsidRDefault="00FA38EE" w:rsidP="008E46CC">
            <w:pPr>
              <w:pStyle w:val="Header"/>
              <w:rPr>
                <w:sz w:val="16"/>
                <w:szCs w:val="16"/>
                <w:lang w:val="fr-FR"/>
              </w:rPr>
            </w:pPr>
            <w:r w:rsidRPr="003660F6">
              <w:rPr>
                <w:sz w:val="16"/>
                <w:szCs w:val="16"/>
              </w:rPr>
              <w:sym w:font="Wingdings 2" w:char="F099"/>
            </w:r>
            <w:r w:rsidRPr="00705E55">
              <w:rPr>
                <w:sz w:val="16"/>
                <w:szCs w:val="16"/>
                <w:lang w:val="fr-FR"/>
              </w:rPr>
              <w:t xml:space="preserve">  </w:t>
            </w:r>
            <w:r w:rsidRPr="00705E55">
              <w:rPr>
                <w:sz w:val="14"/>
                <w:szCs w:val="14"/>
                <w:lang w:val="fr-FR"/>
              </w:rPr>
              <w:t xml:space="preserve">PRES. MAX. DE LUCRU  </w:t>
            </w:r>
            <w:r w:rsidR="00425DC3" w:rsidRPr="00705E55">
              <w:rPr>
                <w:sz w:val="14"/>
                <w:szCs w:val="14"/>
                <w:lang w:val="fr-FR"/>
              </w:rPr>
              <w:t xml:space="preserve">                  </w:t>
            </w:r>
            <w:r w:rsidR="007630E9" w:rsidRPr="00705E55">
              <w:rPr>
                <w:sz w:val="14"/>
                <w:szCs w:val="14"/>
                <w:lang w:val="fr-FR"/>
              </w:rPr>
              <w:t xml:space="preserve">   </w:t>
            </w:r>
            <w:r w:rsidR="008E46CC">
              <w:rPr>
                <w:sz w:val="14"/>
                <w:szCs w:val="14"/>
                <w:lang w:val="fr-FR"/>
              </w:rPr>
              <w:t xml:space="preserve">   1</w:t>
            </w:r>
            <w:r w:rsidR="003231C8" w:rsidRPr="00705E55">
              <w:rPr>
                <w:sz w:val="14"/>
                <w:szCs w:val="14"/>
                <w:lang w:val="fr-FR"/>
              </w:rPr>
              <w:t>6</w:t>
            </w:r>
            <w:r w:rsidRPr="00705E55">
              <w:rPr>
                <w:sz w:val="14"/>
                <w:szCs w:val="14"/>
                <w:lang w:val="fr-FR"/>
              </w:rPr>
              <w:t xml:space="preserve">  barg</w:t>
            </w:r>
          </w:p>
        </w:tc>
      </w:tr>
      <w:tr w:rsidR="00FA38EE" w:rsidRPr="00705E55" w14:paraId="7B393B9C" w14:textId="77777777" w:rsidTr="002F4D8F">
        <w:trPr>
          <w:trHeight w:val="89"/>
        </w:trPr>
        <w:tc>
          <w:tcPr>
            <w:tcW w:w="426" w:type="dxa"/>
            <w:vAlign w:val="center"/>
          </w:tcPr>
          <w:p w14:paraId="57A9673F" w14:textId="77777777" w:rsidR="00FA38EE" w:rsidRDefault="00FA38EE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2</w:t>
            </w:r>
            <w:r w:rsidR="00804ABD">
              <w:rPr>
                <w:bCs/>
                <w:caps/>
                <w:sz w:val="14"/>
                <w:szCs w:val="14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14:paraId="18EAAFCF" w14:textId="77777777" w:rsidR="00FA38EE" w:rsidRPr="00092329" w:rsidRDefault="00FA38EE" w:rsidP="000D3EDD">
            <w:pPr>
              <w:pStyle w:val="Header"/>
              <w:rPr>
                <w:sz w:val="14"/>
                <w:szCs w:val="14"/>
              </w:rPr>
            </w:pPr>
            <w:r w:rsidRPr="00092329">
              <w:rPr>
                <w:sz w:val="20"/>
              </w:rPr>
              <w:t>◘</w:t>
            </w:r>
            <w:r>
              <w:rPr>
                <w:sz w:val="20"/>
              </w:rPr>
              <w:t xml:space="preserve"> </w:t>
            </w:r>
            <w:r>
              <w:rPr>
                <w:sz w:val="14"/>
                <w:szCs w:val="14"/>
              </w:rPr>
              <w:t>INTRARE</w:t>
            </w:r>
          </w:p>
        </w:tc>
        <w:tc>
          <w:tcPr>
            <w:tcW w:w="1134" w:type="dxa"/>
            <w:vAlign w:val="center"/>
          </w:tcPr>
          <w:p w14:paraId="7E675C75" w14:textId="77777777" w:rsidR="00FA38EE" w:rsidRDefault="00FA38EE" w:rsidP="00DE1885">
            <w:pPr>
              <w:pStyle w:val="Header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DN </w:t>
            </w:r>
            <w:r w:rsidR="009164E3">
              <w:rPr>
                <w:sz w:val="14"/>
                <w:szCs w:val="14"/>
              </w:rPr>
              <w:t>15</w:t>
            </w:r>
            <w:r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  <w:gridSpan w:val="3"/>
            <w:vAlign w:val="center"/>
          </w:tcPr>
          <w:p w14:paraId="5E52E08D" w14:textId="77777777" w:rsidR="00FA38EE" w:rsidRDefault="00FA38EE" w:rsidP="000D3EDD">
            <w:pPr>
              <w:pStyle w:val="Header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PN 16</w:t>
            </w:r>
          </w:p>
        </w:tc>
        <w:tc>
          <w:tcPr>
            <w:tcW w:w="1843" w:type="dxa"/>
            <w:gridSpan w:val="2"/>
            <w:vAlign w:val="center"/>
          </w:tcPr>
          <w:p w14:paraId="2C7D585E" w14:textId="77777777" w:rsidR="00FA38EE" w:rsidRDefault="00FA38EE" w:rsidP="000D3EDD">
            <w:pPr>
              <w:pStyle w:val="Header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EN 1092-1 tip 11B</w:t>
            </w:r>
          </w:p>
        </w:tc>
        <w:tc>
          <w:tcPr>
            <w:tcW w:w="1134" w:type="dxa"/>
            <w:gridSpan w:val="3"/>
            <w:vAlign w:val="center"/>
          </w:tcPr>
          <w:p w14:paraId="5FB3CB23" w14:textId="77777777" w:rsidR="00FA38EE" w:rsidRPr="004C0302" w:rsidRDefault="00FA38EE" w:rsidP="000D3EDD">
            <w:pPr>
              <w:pStyle w:val="Header"/>
              <w:jc w:val="center"/>
              <w:rPr>
                <w:sz w:val="14"/>
                <w:szCs w:val="14"/>
              </w:rPr>
            </w:pPr>
            <w:r w:rsidRPr="004C0302">
              <w:rPr>
                <w:sz w:val="14"/>
                <w:szCs w:val="14"/>
              </w:rPr>
              <w:t>ORIZONTALA</w:t>
            </w:r>
          </w:p>
        </w:tc>
        <w:tc>
          <w:tcPr>
            <w:tcW w:w="3544" w:type="dxa"/>
            <w:gridSpan w:val="2"/>
            <w:vAlign w:val="center"/>
          </w:tcPr>
          <w:p w14:paraId="0F84F860" w14:textId="2722A387" w:rsidR="00FA38EE" w:rsidRPr="00705E55" w:rsidRDefault="00FA38EE" w:rsidP="008D135B">
            <w:pPr>
              <w:pStyle w:val="Header"/>
              <w:rPr>
                <w:sz w:val="14"/>
                <w:szCs w:val="14"/>
                <w:lang w:val="fr-FR"/>
              </w:rPr>
            </w:pPr>
            <w:r w:rsidRPr="003660F6">
              <w:rPr>
                <w:sz w:val="16"/>
                <w:szCs w:val="16"/>
              </w:rPr>
              <w:sym w:font="Wingdings 2" w:char="F099"/>
            </w:r>
            <w:r w:rsidRPr="00705E55">
              <w:rPr>
                <w:sz w:val="16"/>
                <w:szCs w:val="16"/>
                <w:lang w:val="fr-FR"/>
              </w:rPr>
              <w:t xml:space="preserve"> </w:t>
            </w:r>
            <w:r w:rsidRPr="00705E55">
              <w:rPr>
                <w:sz w:val="14"/>
                <w:szCs w:val="14"/>
                <w:lang w:val="fr-FR"/>
              </w:rPr>
              <w:t xml:space="preserve"> PRES. MIN. DE LUCRU  </w:t>
            </w:r>
            <w:r w:rsidR="00425DC3" w:rsidRPr="00705E55">
              <w:rPr>
                <w:sz w:val="14"/>
                <w:szCs w:val="14"/>
                <w:lang w:val="fr-FR"/>
              </w:rPr>
              <w:t xml:space="preserve">          </w:t>
            </w:r>
            <w:r w:rsidR="00DE1885" w:rsidRPr="00705E55">
              <w:rPr>
                <w:sz w:val="14"/>
                <w:szCs w:val="14"/>
                <w:lang w:val="fr-FR"/>
              </w:rPr>
              <w:t xml:space="preserve">   </w:t>
            </w:r>
            <w:r w:rsidR="00425DC3" w:rsidRPr="00705E55">
              <w:rPr>
                <w:sz w:val="14"/>
                <w:szCs w:val="14"/>
                <w:lang w:val="fr-FR"/>
              </w:rPr>
              <w:t xml:space="preserve">    </w:t>
            </w:r>
            <w:r w:rsidRPr="00705E55">
              <w:rPr>
                <w:sz w:val="14"/>
                <w:szCs w:val="14"/>
                <w:lang w:val="fr-FR"/>
              </w:rPr>
              <w:t xml:space="preserve">       </w:t>
            </w:r>
            <w:r w:rsidR="008D135B">
              <w:rPr>
                <w:sz w:val="14"/>
                <w:szCs w:val="14"/>
                <w:lang w:val="fr-FR"/>
              </w:rPr>
              <w:t>0.</w:t>
            </w:r>
            <w:r w:rsidR="00DE1885" w:rsidRPr="00705E55">
              <w:rPr>
                <w:sz w:val="14"/>
                <w:szCs w:val="14"/>
                <w:lang w:val="fr-FR"/>
              </w:rPr>
              <w:t>1</w:t>
            </w:r>
            <w:r w:rsidRPr="00705E55">
              <w:rPr>
                <w:sz w:val="14"/>
                <w:szCs w:val="14"/>
                <w:lang w:val="fr-FR"/>
              </w:rPr>
              <w:t xml:space="preserve">  barg</w:t>
            </w:r>
          </w:p>
        </w:tc>
      </w:tr>
      <w:tr w:rsidR="00FA38EE" w:rsidRPr="003660F6" w14:paraId="02B67D66" w14:textId="77777777" w:rsidTr="002F4D8F">
        <w:trPr>
          <w:trHeight w:val="89"/>
        </w:trPr>
        <w:tc>
          <w:tcPr>
            <w:tcW w:w="426" w:type="dxa"/>
            <w:vAlign w:val="center"/>
          </w:tcPr>
          <w:p w14:paraId="5DB0CD7A" w14:textId="77777777" w:rsidR="00FA38EE" w:rsidRDefault="00FA38EE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2</w:t>
            </w:r>
            <w:r w:rsidR="00804ABD">
              <w:rPr>
                <w:bCs/>
                <w:caps/>
                <w:sz w:val="14"/>
                <w:szCs w:val="14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14:paraId="62C79A42" w14:textId="77777777" w:rsidR="00FA38EE" w:rsidRPr="00092329" w:rsidRDefault="00FA38EE" w:rsidP="000D3EDD">
            <w:pPr>
              <w:pStyle w:val="Header"/>
              <w:rPr>
                <w:sz w:val="14"/>
                <w:szCs w:val="14"/>
              </w:rPr>
            </w:pPr>
            <w:r w:rsidRPr="00092329">
              <w:rPr>
                <w:sz w:val="20"/>
              </w:rPr>
              <w:t>◘</w:t>
            </w:r>
            <w:r>
              <w:rPr>
                <w:sz w:val="20"/>
              </w:rPr>
              <w:t xml:space="preserve"> </w:t>
            </w:r>
            <w:r>
              <w:rPr>
                <w:sz w:val="14"/>
                <w:szCs w:val="14"/>
              </w:rPr>
              <w:t>IESIRE</w:t>
            </w:r>
          </w:p>
        </w:tc>
        <w:tc>
          <w:tcPr>
            <w:tcW w:w="1134" w:type="dxa"/>
            <w:vAlign w:val="center"/>
          </w:tcPr>
          <w:p w14:paraId="1E75C71F" w14:textId="77777777" w:rsidR="00FA38EE" w:rsidRDefault="00FA38EE" w:rsidP="009164E3">
            <w:pPr>
              <w:pStyle w:val="Header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DN </w:t>
            </w:r>
            <w:r w:rsidR="009164E3">
              <w:rPr>
                <w:sz w:val="14"/>
                <w:szCs w:val="14"/>
              </w:rPr>
              <w:t>15</w:t>
            </w:r>
            <w:r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  <w:gridSpan w:val="3"/>
            <w:vAlign w:val="center"/>
          </w:tcPr>
          <w:p w14:paraId="2764AE61" w14:textId="77777777" w:rsidR="00FA38EE" w:rsidRDefault="00FA38EE" w:rsidP="000D3EDD">
            <w:pPr>
              <w:pStyle w:val="Header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PN 16</w:t>
            </w:r>
          </w:p>
        </w:tc>
        <w:tc>
          <w:tcPr>
            <w:tcW w:w="1843" w:type="dxa"/>
            <w:gridSpan w:val="2"/>
            <w:vAlign w:val="center"/>
          </w:tcPr>
          <w:p w14:paraId="5C8288F7" w14:textId="77777777" w:rsidR="00FA38EE" w:rsidRDefault="00FA38EE" w:rsidP="000D3EDD">
            <w:pPr>
              <w:pStyle w:val="Header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EN 1092-1 tip 11B</w:t>
            </w:r>
          </w:p>
        </w:tc>
        <w:tc>
          <w:tcPr>
            <w:tcW w:w="1134" w:type="dxa"/>
            <w:gridSpan w:val="3"/>
            <w:vAlign w:val="center"/>
          </w:tcPr>
          <w:p w14:paraId="16CD61BF" w14:textId="77777777" w:rsidR="00FA38EE" w:rsidRPr="004C0302" w:rsidRDefault="00FA38EE" w:rsidP="000D3EDD">
            <w:pPr>
              <w:pStyle w:val="Header"/>
              <w:jc w:val="center"/>
              <w:rPr>
                <w:sz w:val="14"/>
                <w:szCs w:val="14"/>
              </w:rPr>
            </w:pPr>
            <w:r w:rsidRPr="004C0302">
              <w:rPr>
                <w:sz w:val="14"/>
                <w:szCs w:val="14"/>
              </w:rPr>
              <w:t>ORIZONTALA</w:t>
            </w:r>
          </w:p>
        </w:tc>
        <w:tc>
          <w:tcPr>
            <w:tcW w:w="3544" w:type="dxa"/>
            <w:gridSpan w:val="2"/>
            <w:vAlign w:val="center"/>
          </w:tcPr>
          <w:p w14:paraId="602B9315" w14:textId="77777777" w:rsidR="00FA38EE" w:rsidRPr="003660F6" w:rsidRDefault="00FA38EE" w:rsidP="000D3EDD">
            <w:pPr>
              <w:pStyle w:val="Header"/>
              <w:rPr>
                <w:sz w:val="16"/>
                <w:szCs w:val="16"/>
              </w:rPr>
            </w:pPr>
          </w:p>
        </w:tc>
      </w:tr>
      <w:tr w:rsidR="00FA38EE" w:rsidRPr="003660F6" w14:paraId="10E1CA33" w14:textId="77777777" w:rsidTr="002F4D8F">
        <w:trPr>
          <w:trHeight w:val="89"/>
        </w:trPr>
        <w:tc>
          <w:tcPr>
            <w:tcW w:w="426" w:type="dxa"/>
            <w:vAlign w:val="center"/>
          </w:tcPr>
          <w:p w14:paraId="2DF573B1" w14:textId="77777777" w:rsidR="00FA38EE" w:rsidRDefault="00FA38EE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2</w:t>
            </w:r>
            <w:r w:rsidR="00804ABD">
              <w:rPr>
                <w:bCs/>
                <w:caps/>
                <w:sz w:val="14"/>
                <w:szCs w:val="14"/>
                <w:lang w:val="en-US"/>
              </w:rPr>
              <w:t>4</w:t>
            </w:r>
          </w:p>
        </w:tc>
        <w:tc>
          <w:tcPr>
            <w:tcW w:w="1134" w:type="dxa"/>
            <w:vAlign w:val="center"/>
          </w:tcPr>
          <w:p w14:paraId="3C642BA3" w14:textId="77777777" w:rsidR="00FA38EE" w:rsidRPr="00092329" w:rsidRDefault="00FA38EE" w:rsidP="000D3EDD">
            <w:pPr>
              <w:pStyle w:val="Header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9EAF0FE" w14:textId="77777777" w:rsidR="00FA38EE" w:rsidRDefault="00FA38EE" w:rsidP="000D3EDD">
            <w:pPr>
              <w:pStyle w:val="Header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vAlign w:val="center"/>
          </w:tcPr>
          <w:p w14:paraId="752C25E0" w14:textId="77777777" w:rsidR="00FA38EE" w:rsidRDefault="00FA38EE" w:rsidP="000D3EDD">
            <w:pPr>
              <w:pStyle w:val="Header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9B5E7E7" w14:textId="77777777" w:rsidR="00FA38EE" w:rsidRDefault="00FA38EE" w:rsidP="000D3EDD">
            <w:pPr>
              <w:pStyle w:val="Header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28E678E" w14:textId="77777777" w:rsidR="00FA38EE" w:rsidRDefault="00FA38EE" w:rsidP="000D3EDD">
            <w:pPr>
              <w:pStyle w:val="Header"/>
              <w:jc w:val="center"/>
              <w:rPr>
                <w:sz w:val="14"/>
                <w:szCs w:val="1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7C2775DE" w14:textId="77777777" w:rsidR="00FA38EE" w:rsidRPr="003660F6" w:rsidRDefault="00FA38EE" w:rsidP="000D3EDD">
            <w:pPr>
              <w:pStyle w:val="Header"/>
              <w:rPr>
                <w:sz w:val="16"/>
                <w:szCs w:val="16"/>
              </w:rPr>
            </w:pPr>
          </w:p>
        </w:tc>
      </w:tr>
      <w:tr w:rsidR="00FA38EE" w:rsidRPr="003660F6" w14:paraId="0566FE83" w14:textId="77777777" w:rsidTr="000D3EDD">
        <w:trPr>
          <w:trHeight w:val="89"/>
        </w:trPr>
        <w:tc>
          <w:tcPr>
            <w:tcW w:w="426" w:type="dxa"/>
            <w:vAlign w:val="center"/>
          </w:tcPr>
          <w:p w14:paraId="4116C671" w14:textId="77777777" w:rsidR="00FA38EE" w:rsidRDefault="00FA38EE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2</w:t>
            </w:r>
            <w:r w:rsidR="00804ABD">
              <w:rPr>
                <w:bCs/>
                <w:caps/>
                <w:sz w:val="14"/>
                <w:szCs w:val="14"/>
                <w:lang w:val="en-US"/>
              </w:rPr>
              <w:t>5</w:t>
            </w:r>
          </w:p>
        </w:tc>
        <w:tc>
          <w:tcPr>
            <w:tcW w:w="9497" w:type="dxa"/>
            <w:gridSpan w:val="12"/>
            <w:vAlign w:val="center"/>
          </w:tcPr>
          <w:p w14:paraId="21C7B492" w14:textId="77777777" w:rsidR="00FA38EE" w:rsidRPr="003660F6" w:rsidRDefault="00014685" w:rsidP="00DE1885">
            <w:pPr>
              <w:pStyle w:val="Head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Dimensiuni</w:t>
            </w:r>
            <w:r w:rsidR="00FA38EE">
              <w:rPr>
                <w:sz w:val="16"/>
                <w:szCs w:val="16"/>
              </w:rPr>
              <w:t xml:space="preserve">: </w:t>
            </w:r>
          </w:p>
        </w:tc>
      </w:tr>
      <w:tr w:rsidR="002E3D00" w:rsidRPr="003660F6" w14:paraId="6FFC4666" w14:textId="77777777" w:rsidTr="000D3EDD">
        <w:trPr>
          <w:trHeight w:val="89"/>
        </w:trPr>
        <w:tc>
          <w:tcPr>
            <w:tcW w:w="426" w:type="dxa"/>
            <w:vAlign w:val="center"/>
          </w:tcPr>
          <w:p w14:paraId="5B3EA747" w14:textId="77777777" w:rsidR="002E3D00" w:rsidRDefault="002E3D00" w:rsidP="001316E8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26</w:t>
            </w:r>
          </w:p>
        </w:tc>
        <w:tc>
          <w:tcPr>
            <w:tcW w:w="9497" w:type="dxa"/>
            <w:gridSpan w:val="12"/>
            <w:vAlign w:val="center"/>
          </w:tcPr>
          <w:p w14:paraId="0DA437C5" w14:textId="77777777" w:rsidR="002E3D00" w:rsidRPr="0041442D" w:rsidRDefault="002E3D00" w:rsidP="00DE1885">
            <w:pPr>
              <w:pStyle w:val="Head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Materiale: </w:t>
            </w:r>
          </w:p>
        </w:tc>
      </w:tr>
      <w:tr w:rsidR="002E3D00" w:rsidRPr="00267650" w14:paraId="1FDF795E" w14:textId="77777777" w:rsidTr="000D3EDD">
        <w:trPr>
          <w:trHeight w:val="89"/>
        </w:trPr>
        <w:tc>
          <w:tcPr>
            <w:tcW w:w="426" w:type="dxa"/>
            <w:vAlign w:val="center"/>
          </w:tcPr>
          <w:p w14:paraId="3C259BFC" w14:textId="77777777" w:rsidR="002E3D00" w:rsidRDefault="002E3D00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27</w:t>
            </w:r>
          </w:p>
        </w:tc>
        <w:tc>
          <w:tcPr>
            <w:tcW w:w="9497" w:type="dxa"/>
            <w:gridSpan w:val="12"/>
            <w:vAlign w:val="center"/>
          </w:tcPr>
          <w:p w14:paraId="09DDDFCD" w14:textId="77777777" w:rsidR="002E3D00" w:rsidRPr="00267650" w:rsidRDefault="002E3D00" w:rsidP="000D3EDD">
            <w:pPr>
              <w:pStyle w:val="Header"/>
              <w:jc w:val="center"/>
              <w:rPr>
                <w:sz w:val="22"/>
                <w:szCs w:val="22"/>
              </w:rPr>
            </w:pPr>
            <w:r w:rsidRPr="00267650">
              <w:rPr>
                <w:sz w:val="22"/>
                <w:szCs w:val="22"/>
              </w:rPr>
              <w:t>D O T A R I</w:t>
            </w:r>
          </w:p>
        </w:tc>
      </w:tr>
      <w:tr w:rsidR="002E3D00" w:rsidRPr="003660F6" w14:paraId="44969860" w14:textId="77777777" w:rsidTr="000D3EDD">
        <w:trPr>
          <w:trHeight w:val="89"/>
        </w:trPr>
        <w:tc>
          <w:tcPr>
            <w:tcW w:w="426" w:type="dxa"/>
            <w:vAlign w:val="center"/>
          </w:tcPr>
          <w:p w14:paraId="5B3FBFF9" w14:textId="77777777" w:rsidR="002E3D00" w:rsidRDefault="002E3D00" w:rsidP="002E3D00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28</w:t>
            </w:r>
          </w:p>
        </w:tc>
        <w:tc>
          <w:tcPr>
            <w:tcW w:w="5670" w:type="dxa"/>
            <w:gridSpan w:val="9"/>
            <w:vAlign w:val="center"/>
          </w:tcPr>
          <w:p w14:paraId="37B48F78" w14:textId="77777777" w:rsidR="002E3D00" w:rsidRDefault="002E3D00" w:rsidP="009164E3">
            <w:pPr>
              <w:pStyle w:val="Header"/>
              <w:rPr>
                <w:sz w:val="14"/>
                <w:szCs w:val="14"/>
              </w:rPr>
            </w:pPr>
            <w:r w:rsidRPr="003D3A4C">
              <w:rPr>
                <w:sz w:val="16"/>
                <w:szCs w:val="16"/>
              </w:rPr>
              <w:t>⁪</w:t>
            </w:r>
            <w:r>
              <w:rPr>
                <w:sz w:val="16"/>
                <w:szCs w:val="16"/>
              </w:rPr>
              <w:t>Suport montare skid</w:t>
            </w:r>
            <w:r w:rsidR="00DE1885">
              <w:rPr>
                <w:sz w:val="16"/>
                <w:szCs w:val="16"/>
              </w:rPr>
              <w:t xml:space="preserve"> : </w:t>
            </w:r>
            <w:r w:rsidR="009164E3">
              <w:rPr>
                <w:sz w:val="16"/>
                <w:szCs w:val="16"/>
              </w:rPr>
              <w:t>-</w:t>
            </w:r>
          </w:p>
        </w:tc>
        <w:tc>
          <w:tcPr>
            <w:tcW w:w="3827" w:type="dxa"/>
            <w:gridSpan w:val="3"/>
            <w:vAlign w:val="center"/>
          </w:tcPr>
          <w:p w14:paraId="24F0CA88" w14:textId="77777777" w:rsidR="002E3D00" w:rsidRPr="003660F6" w:rsidRDefault="002E3D00" w:rsidP="000D3EDD">
            <w:pPr>
              <w:pStyle w:val="Header"/>
              <w:jc w:val="center"/>
              <w:rPr>
                <w:sz w:val="16"/>
                <w:szCs w:val="16"/>
              </w:rPr>
            </w:pPr>
          </w:p>
        </w:tc>
      </w:tr>
      <w:tr w:rsidR="002E3D00" w:rsidRPr="00BD1309" w14:paraId="39185939" w14:textId="77777777" w:rsidTr="000D3EDD">
        <w:trPr>
          <w:trHeight w:val="89"/>
        </w:trPr>
        <w:tc>
          <w:tcPr>
            <w:tcW w:w="426" w:type="dxa"/>
            <w:vAlign w:val="center"/>
          </w:tcPr>
          <w:p w14:paraId="606073F7" w14:textId="77777777" w:rsidR="002E3D00" w:rsidRDefault="002E3D00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29</w:t>
            </w:r>
          </w:p>
        </w:tc>
        <w:tc>
          <w:tcPr>
            <w:tcW w:w="5670" w:type="dxa"/>
            <w:gridSpan w:val="9"/>
            <w:vAlign w:val="center"/>
          </w:tcPr>
          <w:p w14:paraId="6F4DA371" w14:textId="77777777" w:rsidR="002E3D00" w:rsidRPr="0041442D" w:rsidRDefault="002E3D00" w:rsidP="000D3EDD">
            <w:pPr>
              <w:pStyle w:val="Header"/>
              <w:rPr>
                <w:sz w:val="16"/>
                <w:szCs w:val="16"/>
              </w:rPr>
            </w:pPr>
            <w:r w:rsidRPr="003D3A4C">
              <w:rPr>
                <w:sz w:val="16"/>
                <w:szCs w:val="16"/>
              </w:rPr>
              <w:t>⁪</w:t>
            </w:r>
            <w:r w:rsidR="00D21719">
              <w:rPr>
                <w:sz w:val="16"/>
                <w:szCs w:val="16"/>
              </w:rPr>
              <w:t>Element filtrant de rezerva</w:t>
            </w:r>
          </w:p>
        </w:tc>
        <w:tc>
          <w:tcPr>
            <w:tcW w:w="3827" w:type="dxa"/>
            <w:gridSpan w:val="3"/>
            <w:vAlign w:val="center"/>
          </w:tcPr>
          <w:p w14:paraId="108428A7" w14:textId="77777777" w:rsidR="002E3D00" w:rsidRPr="00BD1309" w:rsidRDefault="002E3D00" w:rsidP="000D3EDD">
            <w:pPr>
              <w:pStyle w:val="Header"/>
              <w:rPr>
                <w:sz w:val="14"/>
                <w:szCs w:val="14"/>
              </w:rPr>
            </w:pPr>
          </w:p>
        </w:tc>
      </w:tr>
      <w:tr w:rsidR="002E3D00" w:rsidRPr="00BD1309" w14:paraId="48652F6D" w14:textId="77777777" w:rsidTr="000D3EDD">
        <w:trPr>
          <w:trHeight w:val="89"/>
        </w:trPr>
        <w:tc>
          <w:tcPr>
            <w:tcW w:w="426" w:type="dxa"/>
            <w:vAlign w:val="center"/>
          </w:tcPr>
          <w:p w14:paraId="7623AF47" w14:textId="77777777" w:rsidR="002E3D00" w:rsidRDefault="002E3D00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30</w:t>
            </w:r>
          </w:p>
        </w:tc>
        <w:tc>
          <w:tcPr>
            <w:tcW w:w="5670" w:type="dxa"/>
            <w:gridSpan w:val="9"/>
            <w:vAlign w:val="center"/>
          </w:tcPr>
          <w:p w14:paraId="52083340" w14:textId="77777777" w:rsidR="002E3D00" w:rsidRPr="0041442D" w:rsidRDefault="002E3D00" w:rsidP="000D3EDD">
            <w:pPr>
              <w:pStyle w:val="Header"/>
              <w:rPr>
                <w:sz w:val="16"/>
                <w:szCs w:val="16"/>
              </w:rPr>
            </w:pPr>
            <w:r w:rsidRPr="003D3A4C">
              <w:rPr>
                <w:sz w:val="16"/>
                <w:szCs w:val="16"/>
              </w:rPr>
              <w:t>⁪</w:t>
            </w:r>
          </w:p>
        </w:tc>
        <w:tc>
          <w:tcPr>
            <w:tcW w:w="3827" w:type="dxa"/>
            <w:gridSpan w:val="3"/>
            <w:vAlign w:val="center"/>
          </w:tcPr>
          <w:p w14:paraId="1FA2ECDA" w14:textId="77777777" w:rsidR="002E3D00" w:rsidRPr="00BD1309" w:rsidRDefault="002E3D00" w:rsidP="000D3EDD">
            <w:pPr>
              <w:pStyle w:val="Header"/>
              <w:rPr>
                <w:sz w:val="14"/>
                <w:szCs w:val="14"/>
              </w:rPr>
            </w:pPr>
          </w:p>
        </w:tc>
      </w:tr>
      <w:tr w:rsidR="002E3D00" w:rsidRPr="003660F6" w14:paraId="5A53E946" w14:textId="77777777" w:rsidTr="000D3EDD">
        <w:trPr>
          <w:trHeight w:val="89"/>
        </w:trPr>
        <w:tc>
          <w:tcPr>
            <w:tcW w:w="426" w:type="dxa"/>
            <w:vAlign w:val="center"/>
          </w:tcPr>
          <w:p w14:paraId="6CD94655" w14:textId="77777777" w:rsidR="002E3D00" w:rsidRDefault="002E3D00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31</w:t>
            </w:r>
          </w:p>
        </w:tc>
        <w:tc>
          <w:tcPr>
            <w:tcW w:w="9497" w:type="dxa"/>
            <w:gridSpan w:val="12"/>
            <w:vAlign w:val="center"/>
          </w:tcPr>
          <w:p w14:paraId="666C0DA2" w14:textId="77777777" w:rsidR="002E3D00" w:rsidRPr="003660F6" w:rsidRDefault="002E3D00" w:rsidP="000D3EDD">
            <w:pPr>
              <w:pStyle w:val="Header"/>
              <w:jc w:val="center"/>
              <w:rPr>
                <w:sz w:val="16"/>
                <w:szCs w:val="16"/>
              </w:rPr>
            </w:pPr>
            <w:r w:rsidRPr="00267650"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 A T E   F I N A L E</w:t>
            </w:r>
          </w:p>
        </w:tc>
      </w:tr>
      <w:tr w:rsidR="002E3D00" w:rsidRPr="003660F6" w14:paraId="24AE3BF4" w14:textId="77777777" w:rsidTr="000D3EDD">
        <w:trPr>
          <w:trHeight w:val="89"/>
        </w:trPr>
        <w:tc>
          <w:tcPr>
            <w:tcW w:w="426" w:type="dxa"/>
            <w:vAlign w:val="center"/>
          </w:tcPr>
          <w:p w14:paraId="60291212" w14:textId="77777777" w:rsidR="002E3D00" w:rsidRDefault="002E3D00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32</w:t>
            </w:r>
          </w:p>
        </w:tc>
        <w:tc>
          <w:tcPr>
            <w:tcW w:w="5670" w:type="dxa"/>
            <w:gridSpan w:val="9"/>
            <w:vAlign w:val="center"/>
          </w:tcPr>
          <w:p w14:paraId="22A72F1B" w14:textId="77777777" w:rsidR="002E3D00" w:rsidRPr="003C48A3" w:rsidRDefault="002E3D00" w:rsidP="00DE1885">
            <w:pPr>
              <w:pStyle w:val="Header"/>
              <w:rPr>
                <w:sz w:val="14"/>
                <w:szCs w:val="14"/>
              </w:rPr>
            </w:pPr>
            <w:r w:rsidRPr="003660F6">
              <w:rPr>
                <w:sz w:val="16"/>
                <w:szCs w:val="16"/>
              </w:rPr>
              <w:sym w:font="Wingdings 2" w:char="F099"/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z w:val="14"/>
                <w:szCs w:val="14"/>
              </w:rPr>
              <w:t xml:space="preserve">DESEN GABARIT NR. TIP PRODUCATOR: </w:t>
            </w:r>
          </w:p>
        </w:tc>
        <w:tc>
          <w:tcPr>
            <w:tcW w:w="3827" w:type="dxa"/>
            <w:gridSpan w:val="3"/>
            <w:vAlign w:val="center"/>
          </w:tcPr>
          <w:p w14:paraId="02C6EE3D" w14:textId="77777777" w:rsidR="002E3D00" w:rsidRPr="003660F6" w:rsidRDefault="002E3D00" w:rsidP="000D3EDD">
            <w:pPr>
              <w:pStyle w:val="Header"/>
              <w:rPr>
                <w:sz w:val="16"/>
                <w:szCs w:val="16"/>
              </w:rPr>
            </w:pPr>
          </w:p>
        </w:tc>
      </w:tr>
      <w:tr w:rsidR="002E3D00" w:rsidRPr="003660F6" w14:paraId="23E8B720" w14:textId="77777777" w:rsidTr="000D3EDD">
        <w:trPr>
          <w:trHeight w:val="89"/>
        </w:trPr>
        <w:tc>
          <w:tcPr>
            <w:tcW w:w="426" w:type="dxa"/>
            <w:vAlign w:val="center"/>
          </w:tcPr>
          <w:p w14:paraId="4B3ED669" w14:textId="77777777" w:rsidR="002E3D00" w:rsidRDefault="002E3D00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33</w:t>
            </w:r>
          </w:p>
        </w:tc>
        <w:tc>
          <w:tcPr>
            <w:tcW w:w="5670" w:type="dxa"/>
            <w:gridSpan w:val="9"/>
            <w:vAlign w:val="center"/>
          </w:tcPr>
          <w:p w14:paraId="44B451A9" w14:textId="77777777" w:rsidR="002E3D00" w:rsidRPr="0041442D" w:rsidRDefault="002E3D00" w:rsidP="000D3EDD">
            <w:pPr>
              <w:pStyle w:val="Header"/>
              <w:rPr>
                <w:sz w:val="16"/>
                <w:szCs w:val="16"/>
              </w:rPr>
            </w:pPr>
            <w:r w:rsidRPr="003660F6">
              <w:rPr>
                <w:sz w:val="16"/>
                <w:szCs w:val="16"/>
              </w:rPr>
              <w:sym w:font="Wingdings 2" w:char="F099"/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z w:val="14"/>
                <w:szCs w:val="14"/>
              </w:rPr>
              <w:t>DESEN CU SECTIUNE NR.</w:t>
            </w:r>
          </w:p>
        </w:tc>
        <w:tc>
          <w:tcPr>
            <w:tcW w:w="3827" w:type="dxa"/>
            <w:gridSpan w:val="3"/>
            <w:vAlign w:val="center"/>
          </w:tcPr>
          <w:p w14:paraId="54ADA03A" w14:textId="77777777" w:rsidR="002E3D00" w:rsidRPr="003660F6" w:rsidRDefault="002E3D00" w:rsidP="000D3EDD">
            <w:pPr>
              <w:pStyle w:val="Header"/>
              <w:rPr>
                <w:sz w:val="16"/>
                <w:szCs w:val="16"/>
              </w:rPr>
            </w:pPr>
          </w:p>
        </w:tc>
      </w:tr>
      <w:tr w:rsidR="002E3D00" w:rsidRPr="003660F6" w14:paraId="65BFE476" w14:textId="77777777" w:rsidTr="000D3EDD">
        <w:trPr>
          <w:trHeight w:val="89"/>
        </w:trPr>
        <w:tc>
          <w:tcPr>
            <w:tcW w:w="426" w:type="dxa"/>
            <w:vAlign w:val="center"/>
          </w:tcPr>
          <w:p w14:paraId="31C6093D" w14:textId="77777777" w:rsidR="002E3D00" w:rsidRDefault="002E3D00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34</w:t>
            </w:r>
          </w:p>
        </w:tc>
        <w:tc>
          <w:tcPr>
            <w:tcW w:w="2409" w:type="dxa"/>
            <w:gridSpan w:val="4"/>
            <w:vMerge w:val="restart"/>
            <w:vAlign w:val="center"/>
          </w:tcPr>
          <w:p w14:paraId="155D2EFF" w14:textId="77777777" w:rsidR="002E3D00" w:rsidRPr="0041442D" w:rsidRDefault="002E3D00" w:rsidP="000D3EDD">
            <w:pPr>
              <w:pStyle w:val="Header"/>
              <w:rPr>
                <w:sz w:val="16"/>
                <w:szCs w:val="16"/>
              </w:rPr>
            </w:pPr>
            <w:r w:rsidRPr="003660F6">
              <w:rPr>
                <w:sz w:val="16"/>
                <w:szCs w:val="16"/>
              </w:rPr>
              <w:sym w:font="Wingdings 2" w:char="F099"/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z w:val="14"/>
                <w:szCs w:val="14"/>
              </w:rPr>
              <w:t xml:space="preserve">GREUTATI    </w:t>
            </w:r>
          </w:p>
        </w:tc>
        <w:tc>
          <w:tcPr>
            <w:tcW w:w="3261" w:type="dxa"/>
            <w:gridSpan w:val="5"/>
            <w:vAlign w:val="center"/>
          </w:tcPr>
          <w:p w14:paraId="32E0AB34" w14:textId="77777777" w:rsidR="002E3D00" w:rsidRPr="003C48A3" w:rsidRDefault="002E3D00" w:rsidP="000D3EDD">
            <w:pPr>
              <w:pStyle w:val="Header"/>
              <w:rPr>
                <w:sz w:val="14"/>
                <w:szCs w:val="14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7014B710" w14:textId="77777777" w:rsidR="002E3D00" w:rsidRPr="003660F6" w:rsidRDefault="002E3D00" w:rsidP="000D3EDD">
            <w:pPr>
              <w:pStyle w:val="Header"/>
              <w:rPr>
                <w:sz w:val="16"/>
                <w:szCs w:val="16"/>
              </w:rPr>
            </w:pPr>
          </w:p>
        </w:tc>
      </w:tr>
      <w:tr w:rsidR="002E3D00" w:rsidRPr="003660F6" w14:paraId="76F712C5" w14:textId="77777777" w:rsidTr="000D3EDD">
        <w:trPr>
          <w:trHeight w:val="89"/>
        </w:trPr>
        <w:tc>
          <w:tcPr>
            <w:tcW w:w="426" w:type="dxa"/>
            <w:vAlign w:val="center"/>
          </w:tcPr>
          <w:p w14:paraId="0DAC6241" w14:textId="77777777" w:rsidR="002E3D00" w:rsidRDefault="002E3D00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35</w:t>
            </w:r>
          </w:p>
        </w:tc>
        <w:tc>
          <w:tcPr>
            <w:tcW w:w="2409" w:type="dxa"/>
            <w:gridSpan w:val="4"/>
            <w:vMerge/>
            <w:vAlign w:val="center"/>
          </w:tcPr>
          <w:p w14:paraId="294213DB" w14:textId="77777777" w:rsidR="002E3D00" w:rsidRPr="0041442D" w:rsidRDefault="002E3D00" w:rsidP="000D3EDD">
            <w:pPr>
              <w:pStyle w:val="Header"/>
              <w:rPr>
                <w:sz w:val="16"/>
                <w:szCs w:val="16"/>
              </w:rPr>
            </w:pPr>
          </w:p>
        </w:tc>
        <w:tc>
          <w:tcPr>
            <w:tcW w:w="3261" w:type="dxa"/>
            <w:gridSpan w:val="5"/>
            <w:vAlign w:val="center"/>
          </w:tcPr>
          <w:p w14:paraId="670093E5" w14:textId="77777777" w:rsidR="002E3D00" w:rsidRPr="003C48A3" w:rsidRDefault="002E3D00" w:rsidP="000D3EDD">
            <w:pPr>
              <w:pStyle w:val="Header"/>
              <w:rPr>
                <w:sz w:val="14"/>
                <w:szCs w:val="14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1C36A224" w14:textId="77777777" w:rsidR="002E3D00" w:rsidRPr="003660F6" w:rsidRDefault="002E3D00" w:rsidP="000D3EDD">
            <w:pPr>
              <w:pStyle w:val="Header"/>
              <w:rPr>
                <w:sz w:val="16"/>
                <w:szCs w:val="16"/>
              </w:rPr>
            </w:pPr>
          </w:p>
        </w:tc>
      </w:tr>
      <w:tr w:rsidR="002E3D00" w:rsidRPr="003660F6" w14:paraId="4EA99620" w14:textId="77777777" w:rsidTr="000D3EDD">
        <w:trPr>
          <w:trHeight w:val="89"/>
        </w:trPr>
        <w:tc>
          <w:tcPr>
            <w:tcW w:w="426" w:type="dxa"/>
            <w:vAlign w:val="center"/>
          </w:tcPr>
          <w:p w14:paraId="7F980BA5" w14:textId="77777777" w:rsidR="002E3D00" w:rsidRDefault="002E3D00" w:rsidP="00804ABD">
            <w:pPr>
              <w:pStyle w:val="Header"/>
              <w:rPr>
                <w:bCs/>
                <w:caps/>
                <w:sz w:val="14"/>
                <w:szCs w:val="14"/>
                <w:lang w:val="en-US"/>
              </w:rPr>
            </w:pPr>
            <w:r>
              <w:rPr>
                <w:bCs/>
                <w:caps/>
                <w:sz w:val="14"/>
                <w:szCs w:val="14"/>
                <w:lang w:val="en-US"/>
              </w:rPr>
              <w:t>36</w:t>
            </w:r>
          </w:p>
        </w:tc>
        <w:tc>
          <w:tcPr>
            <w:tcW w:w="2409" w:type="dxa"/>
            <w:gridSpan w:val="4"/>
            <w:vMerge/>
            <w:vAlign w:val="center"/>
          </w:tcPr>
          <w:p w14:paraId="0703B15B" w14:textId="77777777" w:rsidR="002E3D00" w:rsidRPr="0041442D" w:rsidRDefault="002E3D00" w:rsidP="000D3EDD">
            <w:pPr>
              <w:pStyle w:val="Header"/>
              <w:rPr>
                <w:sz w:val="16"/>
                <w:szCs w:val="16"/>
              </w:rPr>
            </w:pPr>
          </w:p>
        </w:tc>
        <w:tc>
          <w:tcPr>
            <w:tcW w:w="3261" w:type="dxa"/>
            <w:gridSpan w:val="5"/>
            <w:vAlign w:val="center"/>
          </w:tcPr>
          <w:p w14:paraId="33B79FA4" w14:textId="77777777" w:rsidR="002E3D00" w:rsidRPr="003C48A3" w:rsidRDefault="002E3D00" w:rsidP="00AD26EB">
            <w:pPr>
              <w:pStyle w:val="Header"/>
              <w:rPr>
                <w:b/>
                <w:sz w:val="14"/>
                <w:szCs w:val="14"/>
              </w:rPr>
            </w:pPr>
            <w:r w:rsidRPr="003C48A3">
              <w:rPr>
                <w:b/>
                <w:sz w:val="14"/>
                <w:szCs w:val="14"/>
              </w:rPr>
              <w:t>TOTAL</w:t>
            </w:r>
            <w:r>
              <w:rPr>
                <w:b/>
                <w:sz w:val="14"/>
                <w:szCs w:val="14"/>
              </w:rPr>
              <w:t xml:space="preserve">:          </w:t>
            </w:r>
            <w:r w:rsidR="00AD26EB">
              <w:rPr>
                <w:b/>
                <w:sz w:val="14"/>
                <w:szCs w:val="14"/>
              </w:rPr>
              <w:t xml:space="preserve">~ 100 </w:t>
            </w:r>
            <w:r>
              <w:rPr>
                <w:b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kg</w:t>
            </w:r>
          </w:p>
        </w:tc>
        <w:tc>
          <w:tcPr>
            <w:tcW w:w="3827" w:type="dxa"/>
            <w:gridSpan w:val="3"/>
            <w:vAlign w:val="center"/>
          </w:tcPr>
          <w:p w14:paraId="2674172B" w14:textId="77777777" w:rsidR="002E3D00" w:rsidRPr="003660F6" w:rsidRDefault="002E3D00" w:rsidP="000D3EDD">
            <w:pPr>
              <w:pStyle w:val="Header"/>
              <w:rPr>
                <w:sz w:val="16"/>
                <w:szCs w:val="16"/>
              </w:rPr>
            </w:pPr>
          </w:p>
        </w:tc>
      </w:tr>
    </w:tbl>
    <w:p w14:paraId="5AF12ABB" w14:textId="77777777" w:rsidR="00DE1885" w:rsidRDefault="00DE1885" w:rsidP="00FA38EE">
      <w:pPr>
        <w:rPr>
          <w:rFonts w:cs="Arial"/>
          <w:szCs w:val="22"/>
          <w:lang w:val="it-IT"/>
        </w:rPr>
      </w:pPr>
    </w:p>
    <w:p w14:paraId="7101315B" w14:textId="77777777" w:rsidR="00DE1885" w:rsidRDefault="00DE1885">
      <w:pPr>
        <w:spacing w:line="240" w:lineRule="auto"/>
        <w:jc w:val="left"/>
        <w:rPr>
          <w:rFonts w:cs="Arial"/>
          <w:szCs w:val="22"/>
          <w:lang w:val="it-IT"/>
        </w:rPr>
      </w:pPr>
    </w:p>
    <w:p w14:paraId="55CF5FB3" w14:textId="279F2924" w:rsidR="00AD4540" w:rsidRDefault="006C6A0C" w:rsidP="002B261D">
      <w:pPr>
        <w:spacing w:line="240" w:lineRule="auto"/>
        <w:jc w:val="center"/>
        <w:rPr>
          <w:rFonts w:cs="Arial"/>
          <w:szCs w:val="22"/>
          <w:lang w:val="it-IT"/>
        </w:rPr>
      </w:pPr>
      <w:r>
        <w:rPr>
          <w:noProof/>
        </w:rPr>
        <w:lastRenderedPageBreak/>
        <w:drawing>
          <wp:inline distT="0" distB="0" distL="0" distR="0" wp14:anchorId="1FFA1EAD" wp14:editId="00B16FBF">
            <wp:extent cx="5070763" cy="769756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8564" t="13586" r="41667" b="6078"/>
                    <a:stretch/>
                  </pic:blipFill>
                  <pic:spPr bwMode="auto">
                    <a:xfrm>
                      <a:off x="0" y="0"/>
                      <a:ext cx="5092400" cy="7730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D4540" w:rsidSect="00FA38EE">
      <w:pgSz w:w="11907" w:h="16840" w:code="9"/>
      <w:pgMar w:top="522" w:right="425" w:bottom="794" w:left="1418" w:header="851" w:footer="720" w:gutter="0"/>
      <w:paperSrc w:first="7" w:other="7"/>
      <w:cols w:space="282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47AD39" w14:textId="77777777" w:rsidR="001316E8" w:rsidRDefault="001316E8">
      <w:r>
        <w:separator/>
      </w:r>
    </w:p>
  </w:endnote>
  <w:endnote w:type="continuationSeparator" w:id="0">
    <w:p w14:paraId="03EAC1A3" w14:textId="77777777" w:rsidR="001316E8" w:rsidRDefault="00131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mall Font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58" w:type="pct"/>
      <w:tblLook w:val="04A0" w:firstRow="1" w:lastRow="0" w:firstColumn="1" w:lastColumn="0" w:noHBand="0" w:noVBand="1"/>
    </w:tblPr>
    <w:tblGrid>
      <w:gridCol w:w="9771"/>
    </w:tblGrid>
    <w:tr w:rsidR="001316E8" w:rsidRPr="009857FC" w14:paraId="596080EB" w14:textId="77777777" w:rsidTr="00465B09">
      <w:trPr>
        <w:trHeight w:val="548"/>
      </w:trPr>
      <w:tc>
        <w:tcPr>
          <w:tcW w:w="5000" w:type="pct"/>
          <w:tcBorders>
            <w:top w:val="single" w:sz="8" w:space="0" w:color="000000"/>
          </w:tcBorders>
          <w:vAlign w:val="center"/>
        </w:tcPr>
        <w:p w14:paraId="7691FB3E" w14:textId="77777777" w:rsidR="001316E8" w:rsidRPr="009857FC" w:rsidRDefault="001316E8" w:rsidP="009E5979">
          <w:pPr>
            <w:pStyle w:val="Footer"/>
            <w:rPr>
              <w:rFonts w:cs="Arial"/>
              <w:sz w:val="14"/>
              <w:szCs w:val="18"/>
            </w:rPr>
          </w:pPr>
        </w:p>
      </w:tc>
    </w:tr>
    <w:tr w:rsidR="001316E8" w:rsidRPr="00705E55" w14:paraId="0AA3074A" w14:textId="77777777" w:rsidTr="002235C9">
      <w:trPr>
        <w:trHeight w:val="275"/>
      </w:trPr>
      <w:tc>
        <w:tcPr>
          <w:tcW w:w="5000" w:type="pct"/>
          <w:vAlign w:val="center"/>
        </w:tcPr>
        <w:p w14:paraId="663E99E6" w14:textId="3012FD19" w:rsidR="001316E8" w:rsidRPr="00282A58" w:rsidRDefault="001316E8" w:rsidP="000C0180">
          <w:pPr>
            <w:pStyle w:val="Footer"/>
            <w:rPr>
              <w:rFonts w:cs="Arial"/>
              <w:sz w:val="16"/>
              <w:szCs w:val="16"/>
              <w:lang w:val="fr-FR"/>
            </w:rPr>
          </w:pPr>
          <w:r w:rsidRPr="00282A58">
            <w:rPr>
              <w:rFonts w:cs="Arial"/>
              <w:sz w:val="14"/>
              <w:szCs w:val="16"/>
              <w:lang w:val="fr-FR"/>
            </w:rPr>
            <w:t xml:space="preserve">Fisier: </w:t>
          </w:r>
          <w:r w:rsidR="006C6A0C" w:rsidRPr="006C6A0C">
            <w:rPr>
              <w:sz w:val="14"/>
              <w:szCs w:val="16"/>
            </w:rPr>
            <w:t>PR1193-ME07_00_Foaie_date_filtre</w:t>
          </w:r>
        </w:p>
      </w:tc>
    </w:tr>
  </w:tbl>
  <w:p w14:paraId="2B5B6997" w14:textId="77777777" w:rsidR="001316E8" w:rsidRPr="00705E55" w:rsidRDefault="001316E8" w:rsidP="002235C9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9854"/>
    </w:tblGrid>
    <w:tr w:rsidR="001316E8" w:rsidRPr="009857FC" w14:paraId="393ECE78" w14:textId="77777777" w:rsidTr="002235C9">
      <w:trPr>
        <w:trHeight w:val="126"/>
      </w:trPr>
      <w:tc>
        <w:tcPr>
          <w:tcW w:w="5000" w:type="pct"/>
          <w:tcBorders>
            <w:top w:val="single" w:sz="8" w:space="0" w:color="000000"/>
          </w:tcBorders>
          <w:vAlign w:val="center"/>
        </w:tcPr>
        <w:p w14:paraId="4174CF3A" w14:textId="77777777" w:rsidR="001316E8" w:rsidRPr="009857FC" w:rsidRDefault="001316E8" w:rsidP="009E5979">
          <w:pPr>
            <w:pStyle w:val="Footer"/>
            <w:rPr>
              <w:rFonts w:cs="Arial"/>
              <w:sz w:val="14"/>
              <w:szCs w:val="18"/>
            </w:rPr>
          </w:pPr>
        </w:p>
      </w:tc>
    </w:tr>
    <w:tr w:rsidR="001316E8" w:rsidRPr="00282A58" w14:paraId="0AED17A8" w14:textId="77777777" w:rsidTr="009E5979">
      <w:tc>
        <w:tcPr>
          <w:tcW w:w="5000" w:type="pct"/>
          <w:vAlign w:val="center"/>
        </w:tcPr>
        <w:p w14:paraId="3983A8BC" w14:textId="772F3745" w:rsidR="001316E8" w:rsidRPr="00282A58" w:rsidRDefault="001316E8" w:rsidP="009E5979">
          <w:pPr>
            <w:pStyle w:val="Footer"/>
            <w:rPr>
              <w:rFonts w:cs="Arial"/>
              <w:sz w:val="14"/>
              <w:szCs w:val="16"/>
              <w:lang w:val="fr-FR"/>
            </w:rPr>
          </w:pPr>
          <w:r w:rsidRPr="00282A58">
            <w:rPr>
              <w:rFonts w:cs="Arial"/>
              <w:sz w:val="14"/>
              <w:szCs w:val="16"/>
              <w:lang w:val="fr-FR"/>
            </w:rPr>
            <w:t xml:space="preserve">Fisier: </w:t>
          </w:r>
          <w:r w:rsidR="008513F6">
            <w:rPr>
              <w:sz w:val="14"/>
              <w:szCs w:val="16"/>
            </w:rPr>
            <w:t>PR1193-ME07_01</w:t>
          </w:r>
          <w:r w:rsidR="006C6A0C" w:rsidRPr="006C6A0C">
            <w:rPr>
              <w:sz w:val="14"/>
              <w:szCs w:val="16"/>
            </w:rPr>
            <w:t>_Foaie_date_filtre</w:t>
          </w:r>
        </w:p>
      </w:tc>
    </w:tr>
  </w:tbl>
  <w:p w14:paraId="44B135F6" w14:textId="77777777" w:rsidR="001316E8" w:rsidRPr="00282A58" w:rsidRDefault="001316E8">
    <w:pPr>
      <w:pStyle w:val="Footer"/>
      <w:tabs>
        <w:tab w:val="clear" w:pos="4253"/>
        <w:tab w:val="clear" w:pos="7938"/>
      </w:tabs>
      <w:spacing w:after="20"/>
      <w:rPr>
        <w:sz w:val="14"/>
        <w:szCs w:val="16"/>
        <w:lang w:val="fr-FR"/>
      </w:rPr>
    </w:pPr>
    <w:r w:rsidRPr="00282A58">
      <w:rPr>
        <w:sz w:val="14"/>
        <w:szCs w:val="16"/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A4834" w14:textId="77777777" w:rsidR="001316E8" w:rsidRDefault="001316E8">
      <w:r>
        <w:separator/>
      </w:r>
    </w:p>
  </w:footnote>
  <w:footnote w:type="continuationSeparator" w:id="0">
    <w:p w14:paraId="6E9DAC4A" w14:textId="77777777" w:rsidR="001316E8" w:rsidRDefault="00131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48"/>
      <w:gridCol w:w="1589"/>
      <w:gridCol w:w="1473"/>
      <w:gridCol w:w="851"/>
      <w:gridCol w:w="1984"/>
    </w:tblGrid>
    <w:tr w:rsidR="009E27C2" w:rsidRPr="00A504C6" w14:paraId="2BB36353" w14:textId="77777777" w:rsidTr="00506245">
      <w:trPr>
        <w:trHeight w:val="702"/>
        <w:jc w:val="center"/>
      </w:trPr>
      <w:tc>
        <w:tcPr>
          <w:tcW w:w="2948" w:type="dxa"/>
          <w:vMerge w:val="restart"/>
          <w:vAlign w:val="center"/>
        </w:tcPr>
        <w:p w14:paraId="5B01FA31" w14:textId="77777777" w:rsidR="00CC38C5" w:rsidRPr="00CC38C5" w:rsidRDefault="00CC38C5" w:rsidP="00CC38C5">
          <w:pPr>
            <w:pStyle w:val="Footer"/>
            <w:jc w:val="center"/>
            <w:rPr>
              <w:rFonts w:cs="Arial"/>
              <w:b/>
              <w:bCs/>
              <w:sz w:val="16"/>
              <w:szCs w:val="16"/>
            </w:rPr>
          </w:pPr>
          <w:r w:rsidRPr="00CC38C5">
            <w:rPr>
              <w:rFonts w:cs="Arial"/>
              <w:b/>
              <w:bCs/>
              <w:sz w:val="16"/>
              <w:szCs w:val="16"/>
            </w:rPr>
            <w:t>MODERNIZAREA STATIEI DE POMPARE</w:t>
          </w:r>
        </w:p>
        <w:p w14:paraId="75E8012A" w14:textId="77777777" w:rsidR="009E27C2" w:rsidRPr="008738D6" w:rsidRDefault="00CC38C5" w:rsidP="00CC38C5">
          <w:pPr>
            <w:pStyle w:val="Footer"/>
            <w:jc w:val="center"/>
            <w:rPr>
              <w:rFonts w:cs="Arial"/>
              <w:b/>
              <w:bCs/>
              <w:sz w:val="16"/>
              <w:szCs w:val="16"/>
            </w:rPr>
          </w:pPr>
          <w:r w:rsidRPr="00CC38C5">
            <w:rPr>
              <w:rFonts w:cs="Arial"/>
              <w:b/>
              <w:bCs/>
              <w:sz w:val="16"/>
              <w:szCs w:val="16"/>
            </w:rPr>
            <w:t>A TITEIULUI SLOBOZIA JUD. PRAHOVA</w:t>
          </w:r>
        </w:p>
      </w:tc>
      <w:tc>
        <w:tcPr>
          <w:tcW w:w="1589" w:type="dxa"/>
          <w:vMerge w:val="restart"/>
          <w:vAlign w:val="center"/>
        </w:tcPr>
        <w:p w14:paraId="6081A084" w14:textId="77777777" w:rsidR="009E27C2" w:rsidRDefault="009E27C2" w:rsidP="009E27C2">
          <w:pPr>
            <w:ind w:right="-70"/>
            <w:jc w:val="center"/>
          </w:pPr>
          <w:r>
            <w:rPr>
              <w:noProof/>
            </w:rPr>
            <w:drawing>
              <wp:inline distT="0" distB="0" distL="0" distR="0" wp14:anchorId="5437C622" wp14:editId="7AB8F086">
                <wp:extent cx="906145" cy="757555"/>
                <wp:effectExtent l="0" t="0" r="0" b="0"/>
                <wp:docPr id="5" name="Picture 5" descr="logo conp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 conpe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145" cy="757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7F7D652" w14:textId="77777777" w:rsidR="009E27C2" w:rsidRPr="008738D6" w:rsidRDefault="009E27C2" w:rsidP="009E27C2">
          <w:pPr>
            <w:pStyle w:val="Footer"/>
            <w:ind w:left="56"/>
            <w:jc w:val="center"/>
            <w:rPr>
              <w:b/>
              <w:caps/>
              <w:sz w:val="13"/>
              <w:szCs w:val="13"/>
            </w:rPr>
          </w:pPr>
          <w:r w:rsidRPr="008738D6">
            <w:rPr>
              <w:b/>
              <w:caps/>
              <w:sz w:val="13"/>
              <w:szCs w:val="13"/>
            </w:rPr>
            <w:t>S.C. CONPET S.A.</w:t>
          </w:r>
        </w:p>
        <w:p w14:paraId="29E5F6FC" w14:textId="77777777" w:rsidR="009E27C2" w:rsidRPr="002A59D1" w:rsidRDefault="009E27C2" w:rsidP="009E27C2">
          <w:pPr>
            <w:pStyle w:val="Footer"/>
            <w:rPr>
              <w:rFonts w:cs="Arial"/>
              <w:sz w:val="20"/>
            </w:rPr>
          </w:pPr>
        </w:p>
      </w:tc>
      <w:tc>
        <w:tcPr>
          <w:tcW w:w="1473" w:type="dxa"/>
          <w:vMerge w:val="restart"/>
          <w:vAlign w:val="center"/>
        </w:tcPr>
        <w:p w14:paraId="7640EA4D" w14:textId="77777777" w:rsidR="009E27C2" w:rsidRPr="003C1572" w:rsidRDefault="009E27C2" w:rsidP="009E27C2">
          <w:pPr>
            <w:pStyle w:val="Footer"/>
            <w:ind w:left="167"/>
            <w:rPr>
              <w:rFonts w:cs="Arial"/>
              <w:szCs w:val="8"/>
            </w:rPr>
          </w:pPr>
          <w:r>
            <w:rPr>
              <w:rFonts w:cs="Arial"/>
              <w:noProof/>
              <w:szCs w:val="8"/>
              <w:lang w:val="en-US"/>
            </w:rPr>
            <w:drawing>
              <wp:inline distT="0" distB="0" distL="0" distR="0" wp14:anchorId="23F02D48" wp14:editId="5005EC83">
                <wp:extent cx="614680" cy="518160"/>
                <wp:effectExtent l="19050" t="0" r="0" b="0"/>
                <wp:docPr id="7" name="Picture 7" descr="SIGLA-TOP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SIGLA-TOP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680" cy="518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cs="Arial"/>
              <w:szCs w:val="8"/>
            </w:rPr>
            <w:t xml:space="preserve"> </w:t>
          </w:r>
        </w:p>
        <w:p w14:paraId="33697420" w14:textId="77777777" w:rsidR="009E27C2" w:rsidRPr="00684F5C" w:rsidRDefault="009E27C2" w:rsidP="009E27C2">
          <w:pPr>
            <w:pStyle w:val="Footer"/>
            <w:ind w:left="56"/>
            <w:rPr>
              <w:b/>
              <w:caps/>
              <w:sz w:val="13"/>
              <w:szCs w:val="13"/>
            </w:rPr>
          </w:pPr>
          <w:r w:rsidRPr="0024686F">
            <w:rPr>
              <w:b/>
              <w:caps/>
              <w:sz w:val="13"/>
              <w:szCs w:val="13"/>
            </w:rPr>
            <w:t xml:space="preserve">S.C. Team Oil s.r.l. </w:t>
          </w:r>
          <w:r>
            <w:rPr>
              <w:b/>
              <w:caps/>
              <w:sz w:val="13"/>
              <w:szCs w:val="13"/>
            </w:rPr>
            <w:t xml:space="preserve">       PLOIEŞTI   ROMâNIa</w:t>
          </w:r>
        </w:p>
      </w:tc>
      <w:tc>
        <w:tcPr>
          <w:tcW w:w="851" w:type="dxa"/>
          <w:vAlign w:val="center"/>
        </w:tcPr>
        <w:p w14:paraId="6F98B5AE" w14:textId="77777777" w:rsidR="009E27C2" w:rsidRPr="00A504C6" w:rsidRDefault="009E27C2" w:rsidP="009E27C2">
          <w:pPr>
            <w:pStyle w:val="Footer"/>
            <w:jc w:val="center"/>
            <w:rPr>
              <w:rFonts w:cs="Arial"/>
              <w:sz w:val="18"/>
              <w:szCs w:val="18"/>
            </w:rPr>
          </w:pPr>
          <w:r w:rsidRPr="00A504C6">
            <w:rPr>
              <w:rFonts w:cs="Arial"/>
              <w:sz w:val="18"/>
              <w:szCs w:val="18"/>
            </w:rPr>
            <w:t>Doc. nr.:</w:t>
          </w:r>
        </w:p>
      </w:tc>
      <w:tc>
        <w:tcPr>
          <w:tcW w:w="1984" w:type="dxa"/>
          <w:vAlign w:val="center"/>
        </w:tcPr>
        <w:p w14:paraId="507ECE0B" w14:textId="62233312" w:rsidR="009E27C2" w:rsidRPr="00052A11" w:rsidRDefault="008513F6" w:rsidP="009E27C2">
          <w:pPr>
            <w:pStyle w:val="Footer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PR1193-ME07_01</w:t>
          </w:r>
        </w:p>
      </w:tc>
    </w:tr>
    <w:tr w:rsidR="009E27C2" w:rsidRPr="00A504C6" w14:paraId="50D965F2" w14:textId="77777777" w:rsidTr="00506245">
      <w:trPr>
        <w:trHeight w:val="444"/>
        <w:jc w:val="center"/>
      </w:trPr>
      <w:tc>
        <w:tcPr>
          <w:tcW w:w="2948" w:type="dxa"/>
          <w:vMerge/>
          <w:vAlign w:val="center"/>
        </w:tcPr>
        <w:p w14:paraId="1BF62D23" w14:textId="77777777" w:rsidR="009E27C2" w:rsidRPr="00A504C6" w:rsidRDefault="009E27C2" w:rsidP="009E27C2">
          <w:pPr>
            <w:pStyle w:val="Footer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589" w:type="dxa"/>
          <w:vMerge/>
          <w:vAlign w:val="center"/>
        </w:tcPr>
        <w:p w14:paraId="4E2E6437" w14:textId="77777777" w:rsidR="009E27C2" w:rsidRPr="00A504C6" w:rsidRDefault="009E27C2" w:rsidP="009E27C2">
          <w:pPr>
            <w:pStyle w:val="Footer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473" w:type="dxa"/>
          <w:vMerge/>
          <w:vAlign w:val="center"/>
        </w:tcPr>
        <w:p w14:paraId="64C77D47" w14:textId="77777777" w:rsidR="009E27C2" w:rsidRPr="00A504C6" w:rsidRDefault="009E27C2" w:rsidP="009E27C2">
          <w:pPr>
            <w:pStyle w:val="Footer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851" w:type="dxa"/>
          <w:vAlign w:val="center"/>
        </w:tcPr>
        <w:p w14:paraId="541DEAD4" w14:textId="77777777" w:rsidR="009E27C2" w:rsidRPr="00A504C6" w:rsidRDefault="009E27C2" w:rsidP="009E27C2">
          <w:pPr>
            <w:pStyle w:val="Footer"/>
            <w:jc w:val="center"/>
            <w:rPr>
              <w:rFonts w:cs="Arial"/>
              <w:sz w:val="18"/>
              <w:szCs w:val="18"/>
            </w:rPr>
          </w:pPr>
          <w:r w:rsidRPr="00A504C6">
            <w:rPr>
              <w:rFonts w:cs="Arial"/>
              <w:sz w:val="18"/>
              <w:szCs w:val="18"/>
            </w:rPr>
            <w:t>Rev. nr.:</w:t>
          </w:r>
        </w:p>
      </w:tc>
      <w:tc>
        <w:tcPr>
          <w:tcW w:w="1984" w:type="dxa"/>
          <w:vAlign w:val="center"/>
        </w:tcPr>
        <w:p w14:paraId="1AC69F49" w14:textId="5809886F" w:rsidR="009E27C2" w:rsidRPr="00A504C6" w:rsidRDefault="009E27C2" w:rsidP="009E27C2">
          <w:pPr>
            <w:pStyle w:val="Footer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0</w:t>
          </w:r>
          <w:r w:rsidR="008513F6">
            <w:rPr>
              <w:rFonts w:cs="Arial"/>
              <w:sz w:val="18"/>
              <w:szCs w:val="18"/>
            </w:rPr>
            <w:t>1</w:t>
          </w:r>
        </w:p>
      </w:tc>
    </w:tr>
    <w:tr w:rsidR="009E27C2" w:rsidRPr="00A504C6" w14:paraId="3C79464B" w14:textId="77777777" w:rsidTr="00506245">
      <w:trPr>
        <w:trHeight w:val="487"/>
        <w:jc w:val="center"/>
      </w:trPr>
      <w:tc>
        <w:tcPr>
          <w:tcW w:w="2948" w:type="dxa"/>
          <w:vAlign w:val="center"/>
        </w:tcPr>
        <w:p w14:paraId="3F28D81F" w14:textId="77777777" w:rsidR="009E27C2" w:rsidRPr="00A3443C" w:rsidRDefault="009E27C2" w:rsidP="009E27C2">
          <w:pPr>
            <w:pStyle w:val="Footer"/>
            <w:spacing w:after="0"/>
            <w:jc w:val="center"/>
            <w:rPr>
              <w:rFonts w:cs="Arial"/>
              <w:b/>
              <w:bCs/>
              <w:sz w:val="18"/>
              <w:szCs w:val="18"/>
            </w:rPr>
          </w:pPr>
          <w:r>
            <w:rPr>
              <w:rFonts w:cs="Arial"/>
              <w:b/>
              <w:bCs/>
              <w:sz w:val="18"/>
              <w:szCs w:val="18"/>
            </w:rPr>
            <w:t>FOAIE DATE FILTRE TITEI</w:t>
          </w:r>
        </w:p>
      </w:tc>
      <w:tc>
        <w:tcPr>
          <w:tcW w:w="1589" w:type="dxa"/>
          <w:vMerge/>
          <w:vAlign w:val="center"/>
        </w:tcPr>
        <w:p w14:paraId="1CF7E39F" w14:textId="77777777" w:rsidR="009E27C2" w:rsidRPr="00A504C6" w:rsidRDefault="009E27C2" w:rsidP="009E27C2">
          <w:pPr>
            <w:pStyle w:val="Footer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473" w:type="dxa"/>
          <w:vMerge/>
          <w:vAlign w:val="center"/>
        </w:tcPr>
        <w:p w14:paraId="6CE413BD" w14:textId="77777777" w:rsidR="009E27C2" w:rsidRPr="00A504C6" w:rsidRDefault="009E27C2" w:rsidP="009E27C2">
          <w:pPr>
            <w:pStyle w:val="Footer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851" w:type="dxa"/>
          <w:vAlign w:val="center"/>
        </w:tcPr>
        <w:p w14:paraId="04D636B8" w14:textId="77777777" w:rsidR="009E27C2" w:rsidRDefault="009E27C2" w:rsidP="009E27C2">
          <w:pPr>
            <w:pStyle w:val="Footer"/>
            <w:jc w:val="center"/>
            <w:rPr>
              <w:rFonts w:cs="Arial"/>
              <w:sz w:val="18"/>
              <w:szCs w:val="18"/>
            </w:rPr>
          </w:pPr>
          <w:r w:rsidRPr="00A504C6">
            <w:rPr>
              <w:rFonts w:cs="Arial"/>
              <w:sz w:val="18"/>
              <w:szCs w:val="18"/>
            </w:rPr>
            <w:t>Pagina:</w:t>
          </w:r>
        </w:p>
        <w:p w14:paraId="28FDEA77" w14:textId="77777777" w:rsidR="009E27C2" w:rsidRPr="001455FE" w:rsidRDefault="009E27C2" w:rsidP="009E27C2">
          <w:pPr>
            <w:rPr>
              <w:lang w:val="ro-RO" w:eastAsia="en-GB"/>
            </w:rPr>
          </w:pPr>
        </w:p>
      </w:tc>
      <w:tc>
        <w:tcPr>
          <w:tcW w:w="1984" w:type="dxa"/>
          <w:vAlign w:val="center"/>
        </w:tcPr>
        <w:p w14:paraId="3018A4DC" w14:textId="77777777" w:rsidR="009E27C2" w:rsidRPr="00A504C6" w:rsidRDefault="0047219C" w:rsidP="009E27C2">
          <w:pPr>
            <w:pStyle w:val="Footer"/>
            <w:jc w:val="center"/>
            <w:rPr>
              <w:rFonts w:cs="Arial"/>
              <w:sz w:val="18"/>
              <w:szCs w:val="18"/>
            </w:rPr>
          </w:pPr>
          <w:r w:rsidRPr="00A504C6">
            <w:rPr>
              <w:rFonts w:cs="Arial"/>
              <w:sz w:val="18"/>
              <w:szCs w:val="18"/>
            </w:rPr>
            <w:fldChar w:fldCharType="begin"/>
          </w:r>
          <w:r w:rsidR="009E27C2" w:rsidRPr="00A504C6">
            <w:rPr>
              <w:rFonts w:cs="Arial"/>
              <w:sz w:val="18"/>
              <w:szCs w:val="18"/>
            </w:rPr>
            <w:instrText xml:space="preserve"> PAGE   \* MERGEFORMAT </w:instrText>
          </w:r>
          <w:r w:rsidRPr="00A504C6">
            <w:rPr>
              <w:rFonts w:cs="Arial"/>
              <w:sz w:val="18"/>
              <w:szCs w:val="18"/>
            </w:rPr>
            <w:fldChar w:fldCharType="separate"/>
          </w:r>
          <w:r w:rsidR="008513F6">
            <w:rPr>
              <w:rFonts w:cs="Arial"/>
              <w:noProof/>
              <w:sz w:val="18"/>
              <w:szCs w:val="18"/>
            </w:rPr>
            <w:t>4</w:t>
          </w:r>
          <w:r w:rsidRPr="00A504C6">
            <w:rPr>
              <w:rFonts w:cs="Arial"/>
              <w:sz w:val="18"/>
              <w:szCs w:val="18"/>
            </w:rPr>
            <w:fldChar w:fldCharType="end"/>
          </w:r>
          <w:r w:rsidR="009E27C2" w:rsidRPr="00A504C6">
            <w:rPr>
              <w:rFonts w:cs="Arial"/>
              <w:sz w:val="18"/>
              <w:szCs w:val="18"/>
            </w:rPr>
            <w:t xml:space="preserve"> din </w:t>
          </w:r>
          <w:r w:rsidR="00052A11">
            <w:rPr>
              <w:rFonts w:cs="Arial"/>
              <w:sz w:val="18"/>
              <w:szCs w:val="18"/>
            </w:rPr>
            <w:t>4</w:t>
          </w:r>
        </w:p>
      </w:tc>
    </w:tr>
  </w:tbl>
  <w:p w14:paraId="138A71D5" w14:textId="77777777" w:rsidR="001316E8" w:rsidRPr="00F41E88" w:rsidRDefault="001316E8" w:rsidP="00F41E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48"/>
      <w:gridCol w:w="1589"/>
      <w:gridCol w:w="1473"/>
      <w:gridCol w:w="851"/>
      <w:gridCol w:w="1984"/>
    </w:tblGrid>
    <w:tr w:rsidR="001316E8" w:rsidRPr="00A504C6" w14:paraId="61B2671B" w14:textId="77777777" w:rsidTr="002A59D1">
      <w:trPr>
        <w:trHeight w:val="702"/>
        <w:jc w:val="center"/>
      </w:trPr>
      <w:tc>
        <w:tcPr>
          <w:tcW w:w="2948" w:type="dxa"/>
          <w:vMerge w:val="restart"/>
          <w:vAlign w:val="center"/>
        </w:tcPr>
        <w:p w14:paraId="18772C97" w14:textId="77777777" w:rsidR="00CC38C5" w:rsidRPr="00CC38C5" w:rsidRDefault="00CC38C5" w:rsidP="00CC38C5">
          <w:pPr>
            <w:pStyle w:val="Footer"/>
            <w:jc w:val="center"/>
            <w:rPr>
              <w:rFonts w:cs="Arial"/>
              <w:b/>
              <w:bCs/>
              <w:sz w:val="16"/>
              <w:szCs w:val="16"/>
            </w:rPr>
          </w:pPr>
          <w:r w:rsidRPr="00CC38C5">
            <w:rPr>
              <w:rFonts w:cs="Arial"/>
              <w:b/>
              <w:bCs/>
              <w:sz w:val="16"/>
              <w:szCs w:val="16"/>
            </w:rPr>
            <w:t>MODERNIZAREA STATIEI DE POMPARE</w:t>
          </w:r>
        </w:p>
        <w:p w14:paraId="2EF65D38" w14:textId="77777777" w:rsidR="001316E8" w:rsidRPr="008738D6" w:rsidRDefault="00CC38C5" w:rsidP="00CC38C5">
          <w:pPr>
            <w:pStyle w:val="Footer"/>
            <w:jc w:val="center"/>
            <w:rPr>
              <w:rFonts w:cs="Arial"/>
              <w:b/>
              <w:bCs/>
              <w:sz w:val="16"/>
              <w:szCs w:val="16"/>
            </w:rPr>
          </w:pPr>
          <w:r w:rsidRPr="00CC38C5">
            <w:rPr>
              <w:rFonts w:cs="Arial"/>
              <w:b/>
              <w:bCs/>
              <w:sz w:val="16"/>
              <w:szCs w:val="16"/>
            </w:rPr>
            <w:t>A TITEIULUI SLOBOZIA JUD. PRAHOVA</w:t>
          </w:r>
        </w:p>
      </w:tc>
      <w:tc>
        <w:tcPr>
          <w:tcW w:w="1589" w:type="dxa"/>
          <w:vMerge w:val="restart"/>
          <w:vAlign w:val="center"/>
        </w:tcPr>
        <w:p w14:paraId="3C63084F" w14:textId="77777777" w:rsidR="001316E8" w:rsidRDefault="001316E8" w:rsidP="008738D6">
          <w:pPr>
            <w:ind w:right="-70"/>
            <w:jc w:val="center"/>
          </w:pPr>
          <w:r>
            <w:rPr>
              <w:noProof/>
            </w:rPr>
            <w:drawing>
              <wp:inline distT="0" distB="0" distL="0" distR="0" wp14:anchorId="0E4F30C3" wp14:editId="0F0E7425">
                <wp:extent cx="906145" cy="757555"/>
                <wp:effectExtent l="0" t="0" r="0" b="0"/>
                <wp:docPr id="2" name="Picture 2" descr="logo conp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 conpe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145" cy="757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E4285CE" w14:textId="77777777" w:rsidR="001316E8" w:rsidRPr="008738D6" w:rsidRDefault="001316E8" w:rsidP="008738D6">
          <w:pPr>
            <w:pStyle w:val="Footer"/>
            <w:ind w:left="56"/>
            <w:jc w:val="center"/>
            <w:rPr>
              <w:b/>
              <w:caps/>
              <w:sz w:val="13"/>
              <w:szCs w:val="13"/>
            </w:rPr>
          </w:pPr>
          <w:r w:rsidRPr="008738D6">
            <w:rPr>
              <w:b/>
              <w:caps/>
              <w:sz w:val="13"/>
              <w:szCs w:val="13"/>
            </w:rPr>
            <w:t>S.C. CONPET S.A.</w:t>
          </w:r>
        </w:p>
        <w:p w14:paraId="19141824" w14:textId="77777777" w:rsidR="001316E8" w:rsidRPr="002A59D1" w:rsidRDefault="001316E8" w:rsidP="002A59D1">
          <w:pPr>
            <w:pStyle w:val="Footer"/>
            <w:rPr>
              <w:rFonts w:cs="Arial"/>
              <w:sz w:val="20"/>
            </w:rPr>
          </w:pPr>
        </w:p>
      </w:tc>
      <w:tc>
        <w:tcPr>
          <w:tcW w:w="1473" w:type="dxa"/>
          <w:vMerge w:val="restart"/>
          <w:vAlign w:val="center"/>
        </w:tcPr>
        <w:p w14:paraId="32EECA90" w14:textId="77777777" w:rsidR="001316E8" w:rsidRPr="003C1572" w:rsidRDefault="001316E8" w:rsidP="00684F5C">
          <w:pPr>
            <w:pStyle w:val="Footer"/>
            <w:ind w:left="167"/>
            <w:rPr>
              <w:rFonts w:cs="Arial"/>
              <w:szCs w:val="8"/>
            </w:rPr>
          </w:pPr>
          <w:r>
            <w:rPr>
              <w:rFonts w:cs="Arial"/>
              <w:noProof/>
              <w:szCs w:val="8"/>
              <w:lang w:val="en-US"/>
            </w:rPr>
            <w:drawing>
              <wp:inline distT="0" distB="0" distL="0" distR="0" wp14:anchorId="388A77F9" wp14:editId="33295EB4">
                <wp:extent cx="614680" cy="518160"/>
                <wp:effectExtent l="19050" t="0" r="0" b="0"/>
                <wp:docPr id="6" name="Picture 6" descr="SIGLA-TOP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SIGLA-TOP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680" cy="518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cs="Arial"/>
              <w:szCs w:val="8"/>
            </w:rPr>
            <w:t xml:space="preserve"> </w:t>
          </w:r>
        </w:p>
        <w:p w14:paraId="0DDDB39B" w14:textId="77777777" w:rsidR="001316E8" w:rsidRPr="00684F5C" w:rsidRDefault="001316E8" w:rsidP="00684F5C">
          <w:pPr>
            <w:pStyle w:val="Footer"/>
            <w:ind w:left="56"/>
            <w:rPr>
              <w:b/>
              <w:caps/>
              <w:sz w:val="13"/>
              <w:szCs w:val="13"/>
            </w:rPr>
          </w:pPr>
          <w:r w:rsidRPr="0024686F">
            <w:rPr>
              <w:b/>
              <w:caps/>
              <w:sz w:val="13"/>
              <w:szCs w:val="13"/>
            </w:rPr>
            <w:t xml:space="preserve">S.C. Team Oil s.r.l. </w:t>
          </w:r>
          <w:r>
            <w:rPr>
              <w:b/>
              <w:caps/>
              <w:sz w:val="13"/>
              <w:szCs w:val="13"/>
            </w:rPr>
            <w:t xml:space="preserve">       PLOIEŞTI   ROMâNIa</w:t>
          </w:r>
        </w:p>
      </w:tc>
      <w:tc>
        <w:tcPr>
          <w:tcW w:w="851" w:type="dxa"/>
          <w:vAlign w:val="center"/>
        </w:tcPr>
        <w:p w14:paraId="0D400B1E" w14:textId="77777777" w:rsidR="001316E8" w:rsidRPr="00A504C6" w:rsidRDefault="001316E8" w:rsidP="009E5979">
          <w:pPr>
            <w:pStyle w:val="Footer"/>
            <w:jc w:val="center"/>
            <w:rPr>
              <w:rFonts w:cs="Arial"/>
              <w:sz w:val="18"/>
              <w:szCs w:val="18"/>
            </w:rPr>
          </w:pPr>
          <w:r w:rsidRPr="00A504C6">
            <w:rPr>
              <w:rFonts w:cs="Arial"/>
              <w:sz w:val="18"/>
              <w:szCs w:val="18"/>
            </w:rPr>
            <w:t>Doc. nr.:</w:t>
          </w:r>
        </w:p>
      </w:tc>
      <w:tc>
        <w:tcPr>
          <w:tcW w:w="1984" w:type="dxa"/>
          <w:vAlign w:val="center"/>
        </w:tcPr>
        <w:p w14:paraId="6CF72E26" w14:textId="00693EE2" w:rsidR="001316E8" w:rsidRPr="00052A11" w:rsidRDefault="008513F6" w:rsidP="009961FE">
          <w:pPr>
            <w:pStyle w:val="Footer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PR1193-ME07_01</w:t>
          </w:r>
        </w:p>
      </w:tc>
    </w:tr>
    <w:tr w:rsidR="001316E8" w:rsidRPr="00A504C6" w14:paraId="4F38117E" w14:textId="77777777" w:rsidTr="00272C6A">
      <w:trPr>
        <w:trHeight w:val="444"/>
        <w:jc w:val="center"/>
      </w:trPr>
      <w:tc>
        <w:tcPr>
          <w:tcW w:w="2948" w:type="dxa"/>
          <w:vMerge/>
          <w:vAlign w:val="center"/>
        </w:tcPr>
        <w:p w14:paraId="142A6807" w14:textId="77777777" w:rsidR="001316E8" w:rsidRPr="00A504C6" w:rsidRDefault="001316E8" w:rsidP="009E5979">
          <w:pPr>
            <w:pStyle w:val="Footer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589" w:type="dxa"/>
          <w:vMerge/>
          <w:vAlign w:val="center"/>
        </w:tcPr>
        <w:p w14:paraId="39E599A1" w14:textId="77777777" w:rsidR="001316E8" w:rsidRPr="00A504C6" w:rsidRDefault="001316E8" w:rsidP="009E5979">
          <w:pPr>
            <w:pStyle w:val="Footer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473" w:type="dxa"/>
          <w:vMerge/>
          <w:vAlign w:val="center"/>
        </w:tcPr>
        <w:p w14:paraId="38437B19" w14:textId="77777777" w:rsidR="001316E8" w:rsidRPr="00A504C6" w:rsidRDefault="001316E8" w:rsidP="009E5979">
          <w:pPr>
            <w:pStyle w:val="Footer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851" w:type="dxa"/>
          <w:vAlign w:val="center"/>
        </w:tcPr>
        <w:p w14:paraId="0FD63E1C" w14:textId="77777777" w:rsidR="001316E8" w:rsidRPr="00A504C6" w:rsidRDefault="001316E8" w:rsidP="009E5979">
          <w:pPr>
            <w:pStyle w:val="Footer"/>
            <w:jc w:val="center"/>
            <w:rPr>
              <w:rFonts w:cs="Arial"/>
              <w:sz w:val="18"/>
              <w:szCs w:val="18"/>
            </w:rPr>
          </w:pPr>
          <w:r w:rsidRPr="00A504C6">
            <w:rPr>
              <w:rFonts w:cs="Arial"/>
              <w:sz w:val="18"/>
              <w:szCs w:val="18"/>
            </w:rPr>
            <w:t>Rev. nr.:</w:t>
          </w:r>
        </w:p>
      </w:tc>
      <w:tc>
        <w:tcPr>
          <w:tcW w:w="1984" w:type="dxa"/>
          <w:vAlign w:val="center"/>
        </w:tcPr>
        <w:p w14:paraId="29196B5A" w14:textId="28F61D3B" w:rsidR="001316E8" w:rsidRPr="00A504C6" w:rsidRDefault="001316E8" w:rsidP="008738D6">
          <w:pPr>
            <w:pStyle w:val="Footer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0</w:t>
          </w:r>
          <w:r w:rsidR="008513F6">
            <w:rPr>
              <w:rFonts w:cs="Arial"/>
              <w:sz w:val="18"/>
              <w:szCs w:val="18"/>
            </w:rPr>
            <w:t>1</w:t>
          </w:r>
        </w:p>
      </w:tc>
    </w:tr>
    <w:tr w:rsidR="001316E8" w:rsidRPr="00A504C6" w14:paraId="626A40D5" w14:textId="77777777" w:rsidTr="002A59D1">
      <w:trPr>
        <w:trHeight w:val="487"/>
        <w:jc w:val="center"/>
      </w:trPr>
      <w:tc>
        <w:tcPr>
          <w:tcW w:w="2948" w:type="dxa"/>
          <w:vAlign w:val="center"/>
        </w:tcPr>
        <w:p w14:paraId="3503F8A6" w14:textId="77777777" w:rsidR="001316E8" w:rsidRPr="00A3443C" w:rsidRDefault="001316E8" w:rsidP="00091B33">
          <w:pPr>
            <w:pStyle w:val="Footer"/>
            <w:spacing w:after="0"/>
            <w:jc w:val="center"/>
            <w:rPr>
              <w:rFonts w:cs="Arial"/>
              <w:b/>
              <w:bCs/>
              <w:sz w:val="18"/>
              <w:szCs w:val="18"/>
            </w:rPr>
          </w:pPr>
          <w:r>
            <w:rPr>
              <w:rFonts w:cs="Arial"/>
              <w:b/>
              <w:bCs/>
              <w:sz w:val="18"/>
              <w:szCs w:val="18"/>
            </w:rPr>
            <w:t>FOAIE DATE FILTRE TITEI</w:t>
          </w:r>
        </w:p>
      </w:tc>
      <w:tc>
        <w:tcPr>
          <w:tcW w:w="1589" w:type="dxa"/>
          <w:vMerge/>
          <w:vAlign w:val="center"/>
        </w:tcPr>
        <w:p w14:paraId="7466C507" w14:textId="77777777" w:rsidR="001316E8" w:rsidRPr="00A504C6" w:rsidRDefault="001316E8" w:rsidP="009E5979">
          <w:pPr>
            <w:pStyle w:val="Footer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473" w:type="dxa"/>
          <w:vMerge/>
          <w:vAlign w:val="center"/>
        </w:tcPr>
        <w:p w14:paraId="25A19DBF" w14:textId="77777777" w:rsidR="001316E8" w:rsidRPr="00A504C6" w:rsidRDefault="001316E8" w:rsidP="009E5979">
          <w:pPr>
            <w:pStyle w:val="Footer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851" w:type="dxa"/>
          <w:vAlign w:val="center"/>
        </w:tcPr>
        <w:p w14:paraId="442D7A22" w14:textId="77777777" w:rsidR="001316E8" w:rsidRDefault="001316E8" w:rsidP="009E5979">
          <w:pPr>
            <w:pStyle w:val="Footer"/>
            <w:jc w:val="center"/>
            <w:rPr>
              <w:rFonts w:cs="Arial"/>
              <w:sz w:val="18"/>
              <w:szCs w:val="18"/>
            </w:rPr>
          </w:pPr>
          <w:r w:rsidRPr="00A504C6">
            <w:rPr>
              <w:rFonts w:cs="Arial"/>
              <w:sz w:val="18"/>
              <w:szCs w:val="18"/>
            </w:rPr>
            <w:t>Pagina:</w:t>
          </w:r>
        </w:p>
        <w:p w14:paraId="1FB34AB6" w14:textId="77777777" w:rsidR="001316E8" w:rsidRPr="001455FE" w:rsidRDefault="001316E8" w:rsidP="009E5979">
          <w:pPr>
            <w:rPr>
              <w:lang w:val="ro-RO" w:eastAsia="en-GB"/>
            </w:rPr>
          </w:pPr>
        </w:p>
      </w:tc>
      <w:tc>
        <w:tcPr>
          <w:tcW w:w="1984" w:type="dxa"/>
          <w:vAlign w:val="center"/>
        </w:tcPr>
        <w:p w14:paraId="3C45F239" w14:textId="77777777" w:rsidR="001316E8" w:rsidRPr="00A504C6" w:rsidRDefault="0047219C" w:rsidP="009E27C2">
          <w:pPr>
            <w:pStyle w:val="Footer"/>
            <w:jc w:val="center"/>
            <w:rPr>
              <w:rFonts w:cs="Arial"/>
              <w:sz w:val="18"/>
              <w:szCs w:val="18"/>
            </w:rPr>
          </w:pPr>
          <w:r w:rsidRPr="00A504C6">
            <w:rPr>
              <w:rFonts w:cs="Arial"/>
              <w:sz w:val="18"/>
              <w:szCs w:val="18"/>
            </w:rPr>
            <w:fldChar w:fldCharType="begin"/>
          </w:r>
          <w:r w:rsidR="001316E8" w:rsidRPr="00A504C6">
            <w:rPr>
              <w:rFonts w:cs="Arial"/>
              <w:sz w:val="18"/>
              <w:szCs w:val="18"/>
            </w:rPr>
            <w:instrText xml:space="preserve"> PAGE   \* MERGEFORMAT </w:instrText>
          </w:r>
          <w:r w:rsidRPr="00A504C6">
            <w:rPr>
              <w:rFonts w:cs="Arial"/>
              <w:sz w:val="18"/>
              <w:szCs w:val="18"/>
            </w:rPr>
            <w:fldChar w:fldCharType="separate"/>
          </w:r>
          <w:r w:rsidR="008513F6">
            <w:rPr>
              <w:rFonts w:cs="Arial"/>
              <w:noProof/>
              <w:sz w:val="18"/>
              <w:szCs w:val="18"/>
            </w:rPr>
            <w:t>1</w:t>
          </w:r>
          <w:r w:rsidRPr="00A504C6">
            <w:rPr>
              <w:rFonts w:cs="Arial"/>
              <w:sz w:val="18"/>
              <w:szCs w:val="18"/>
            </w:rPr>
            <w:fldChar w:fldCharType="end"/>
          </w:r>
          <w:r w:rsidR="001316E8" w:rsidRPr="00A504C6">
            <w:rPr>
              <w:rFonts w:cs="Arial"/>
              <w:sz w:val="18"/>
              <w:szCs w:val="18"/>
            </w:rPr>
            <w:t xml:space="preserve"> din </w:t>
          </w:r>
          <w:r w:rsidR="00052A11">
            <w:rPr>
              <w:rFonts w:cs="Arial"/>
              <w:sz w:val="18"/>
              <w:szCs w:val="18"/>
            </w:rPr>
            <w:t>4</w:t>
          </w:r>
        </w:p>
      </w:tc>
    </w:tr>
  </w:tbl>
  <w:p w14:paraId="21461A33" w14:textId="77777777" w:rsidR="001316E8" w:rsidRPr="009B519F" w:rsidRDefault="001316E8" w:rsidP="009B51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4148E"/>
    <w:multiLevelType w:val="hybridMultilevel"/>
    <w:tmpl w:val="608434EE"/>
    <w:lvl w:ilvl="0" w:tplc="48B83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41B3B"/>
    <w:multiLevelType w:val="hybridMultilevel"/>
    <w:tmpl w:val="306A97A2"/>
    <w:lvl w:ilvl="0" w:tplc="9D6E17F6">
      <w:start w:val="1"/>
      <w:numFmt w:val="decimal"/>
      <w:pStyle w:val="Heading4"/>
      <w:lvlText w:val="1.%1."/>
      <w:lvlJc w:val="left"/>
      <w:pPr>
        <w:ind w:left="2487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13E27DBC"/>
    <w:multiLevelType w:val="hybridMultilevel"/>
    <w:tmpl w:val="C94CEF0A"/>
    <w:lvl w:ilvl="0" w:tplc="810072E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E6A3C"/>
    <w:multiLevelType w:val="hybridMultilevel"/>
    <w:tmpl w:val="612421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F0DFC"/>
    <w:multiLevelType w:val="hybridMultilevel"/>
    <w:tmpl w:val="3DB25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236F1"/>
    <w:multiLevelType w:val="hybridMultilevel"/>
    <w:tmpl w:val="EF728758"/>
    <w:lvl w:ilvl="0" w:tplc="810072E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73998"/>
    <w:multiLevelType w:val="hybridMultilevel"/>
    <w:tmpl w:val="5B44C29C"/>
    <w:lvl w:ilvl="0" w:tplc="48B83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A0215"/>
    <w:multiLevelType w:val="hybridMultilevel"/>
    <w:tmpl w:val="1DF6BF32"/>
    <w:lvl w:ilvl="0" w:tplc="3FEA5D80">
      <w:start w:val="1"/>
      <w:numFmt w:val="decimal"/>
      <w:pStyle w:val="Heading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F06BD"/>
    <w:multiLevelType w:val="hybridMultilevel"/>
    <w:tmpl w:val="620E1E7C"/>
    <w:lvl w:ilvl="0" w:tplc="F8C2DD04">
      <w:start w:val="1"/>
      <w:numFmt w:val="decimal"/>
      <w:pStyle w:val="Subtitle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33C5A"/>
    <w:multiLevelType w:val="hybridMultilevel"/>
    <w:tmpl w:val="8C844DB6"/>
    <w:lvl w:ilvl="0" w:tplc="810072E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F26395"/>
    <w:multiLevelType w:val="hybridMultilevel"/>
    <w:tmpl w:val="613822A6"/>
    <w:lvl w:ilvl="0" w:tplc="D3FE2D76">
      <w:numFmt w:val="bullet"/>
      <w:lvlText w:val="-"/>
      <w:lvlJc w:val="left"/>
      <w:pPr>
        <w:ind w:left="1034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11" w15:restartNumberingAfterBreak="0">
    <w:nsid w:val="48D00AE3"/>
    <w:multiLevelType w:val="hybridMultilevel"/>
    <w:tmpl w:val="FE4C2CB2"/>
    <w:lvl w:ilvl="0" w:tplc="ED1A9ACA">
      <w:start w:val="1"/>
      <w:numFmt w:val="decimal"/>
      <w:pStyle w:val="Heading9"/>
      <w:lvlText w:val="4.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BDE54AE"/>
    <w:multiLevelType w:val="hybridMultilevel"/>
    <w:tmpl w:val="99E200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AA2180"/>
    <w:multiLevelType w:val="hybridMultilevel"/>
    <w:tmpl w:val="4FCEE38A"/>
    <w:lvl w:ilvl="0" w:tplc="C4184126">
      <w:start w:val="1"/>
      <w:numFmt w:val="decimal"/>
      <w:pStyle w:val="Heading8"/>
      <w:lvlText w:val="3.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52C76BC8"/>
    <w:multiLevelType w:val="hybridMultilevel"/>
    <w:tmpl w:val="DC786B1A"/>
    <w:lvl w:ilvl="0" w:tplc="38EAD2CC">
      <w:start w:val="1"/>
      <w:numFmt w:val="decimal"/>
      <w:lvlText w:val="%1."/>
      <w:lvlJc w:val="left"/>
      <w:pPr>
        <w:ind w:left="1648" w:hanging="360"/>
      </w:pPr>
      <w:rPr>
        <w:rFonts w:ascii="Arial" w:hAnsi="Arial" w:hint="default"/>
        <w:spacing w:val="0"/>
        <w:w w:val="100"/>
        <w:position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368" w:hanging="360"/>
      </w:pPr>
    </w:lvl>
    <w:lvl w:ilvl="2" w:tplc="0409001B" w:tentative="1">
      <w:start w:val="1"/>
      <w:numFmt w:val="lowerRoman"/>
      <w:lvlText w:val="%3."/>
      <w:lvlJc w:val="right"/>
      <w:pPr>
        <w:ind w:left="3088" w:hanging="180"/>
      </w:pPr>
    </w:lvl>
    <w:lvl w:ilvl="3" w:tplc="0409000F" w:tentative="1">
      <w:start w:val="1"/>
      <w:numFmt w:val="decimal"/>
      <w:lvlText w:val="%4."/>
      <w:lvlJc w:val="left"/>
      <w:pPr>
        <w:ind w:left="3808" w:hanging="360"/>
      </w:pPr>
    </w:lvl>
    <w:lvl w:ilvl="4" w:tplc="04090019" w:tentative="1">
      <w:start w:val="1"/>
      <w:numFmt w:val="lowerLetter"/>
      <w:lvlText w:val="%5."/>
      <w:lvlJc w:val="left"/>
      <w:pPr>
        <w:ind w:left="4528" w:hanging="360"/>
      </w:pPr>
    </w:lvl>
    <w:lvl w:ilvl="5" w:tplc="0409001B" w:tentative="1">
      <w:start w:val="1"/>
      <w:numFmt w:val="lowerRoman"/>
      <w:lvlText w:val="%6."/>
      <w:lvlJc w:val="right"/>
      <w:pPr>
        <w:ind w:left="5248" w:hanging="180"/>
      </w:pPr>
    </w:lvl>
    <w:lvl w:ilvl="6" w:tplc="0409000F" w:tentative="1">
      <w:start w:val="1"/>
      <w:numFmt w:val="decimal"/>
      <w:lvlText w:val="%7."/>
      <w:lvlJc w:val="left"/>
      <w:pPr>
        <w:ind w:left="5968" w:hanging="360"/>
      </w:pPr>
    </w:lvl>
    <w:lvl w:ilvl="7" w:tplc="04090019" w:tentative="1">
      <w:start w:val="1"/>
      <w:numFmt w:val="lowerLetter"/>
      <w:lvlText w:val="%8."/>
      <w:lvlJc w:val="left"/>
      <w:pPr>
        <w:ind w:left="6688" w:hanging="360"/>
      </w:pPr>
    </w:lvl>
    <w:lvl w:ilvl="8" w:tplc="040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5" w15:restartNumberingAfterBreak="0">
    <w:nsid w:val="551F4606"/>
    <w:multiLevelType w:val="hybridMultilevel"/>
    <w:tmpl w:val="43D6F93C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70B1713"/>
    <w:multiLevelType w:val="hybridMultilevel"/>
    <w:tmpl w:val="E5A47172"/>
    <w:lvl w:ilvl="0" w:tplc="0B9829E0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CF20230"/>
    <w:multiLevelType w:val="hybridMultilevel"/>
    <w:tmpl w:val="E37E13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95"/>
        </w:tabs>
        <w:ind w:left="109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15"/>
        </w:tabs>
        <w:ind w:left="181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35"/>
        </w:tabs>
        <w:ind w:left="253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55"/>
        </w:tabs>
        <w:ind w:left="325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75"/>
        </w:tabs>
        <w:ind w:left="39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95"/>
        </w:tabs>
        <w:ind w:left="46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15"/>
        </w:tabs>
        <w:ind w:left="541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35"/>
        </w:tabs>
        <w:ind w:left="6135" w:hanging="360"/>
      </w:pPr>
      <w:rPr>
        <w:rFonts w:ascii="Wingdings" w:hAnsi="Wingdings" w:hint="default"/>
      </w:rPr>
    </w:lvl>
  </w:abstractNum>
  <w:abstractNum w:abstractNumId="18" w15:restartNumberingAfterBreak="0">
    <w:nsid w:val="6069740F"/>
    <w:multiLevelType w:val="hybridMultilevel"/>
    <w:tmpl w:val="07709A90"/>
    <w:lvl w:ilvl="0" w:tplc="2A489324">
      <w:start w:val="1"/>
      <w:numFmt w:val="decimal"/>
      <w:pStyle w:val="Heading7"/>
      <w:lvlText w:val="3.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90A6490"/>
    <w:multiLevelType w:val="hybridMultilevel"/>
    <w:tmpl w:val="4F1095D2"/>
    <w:lvl w:ilvl="0" w:tplc="1A4C5BD2">
      <w:start w:val="1"/>
      <w:numFmt w:val="decimal"/>
      <w:pStyle w:val="Heading2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75207"/>
    <w:multiLevelType w:val="hybridMultilevel"/>
    <w:tmpl w:val="31DE73D0"/>
    <w:lvl w:ilvl="0" w:tplc="6A7EF196">
      <w:start w:val="1"/>
      <w:numFmt w:val="decimal"/>
      <w:pStyle w:val="Heading5"/>
      <w:lvlText w:val="2.%1."/>
      <w:lvlJc w:val="left"/>
      <w:pPr>
        <w:ind w:left="1004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6457DAA"/>
    <w:multiLevelType w:val="hybridMultilevel"/>
    <w:tmpl w:val="71181A2E"/>
    <w:lvl w:ilvl="0" w:tplc="AC9EBF9A">
      <w:start w:val="1"/>
      <w:numFmt w:val="decimal"/>
      <w:pStyle w:val="Heading6"/>
      <w:lvlText w:val="2.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6DF28DD"/>
    <w:multiLevelType w:val="hybridMultilevel"/>
    <w:tmpl w:val="83B41C96"/>
    <w:lvl w:ilvl="0" w:tplc="0E7059B0">
      <w:start w:val="1"/>
      <w:numFmt w:val="decimal"/>
      <w:lvlText w:val="%1."/>
      <w:lvlJc w:val="left"/>
      <w:pPr>
        <w:ind w:left="1394" w:hanging="360"/>
      </w:pPr>
    </w:lvl>
    <w:lvl w:ilvl="1" w:tplc="04180019" w:tentative="1">
      <w:start w:val="1"/>
      <w:numFmt w:val="lowerLetter"/>
      <w:lvlText w:val="%2."/>
      <w:lvlJc w:val="left"/>
      <w:pPr>
        <w:ind w:left="2114" w:hanging="360"/>
      </w:pPr>
    </w:lvl>
    <w:lvl w:ilvl="2" w:tplc="0418001B" w:tentative="1">
      <w:start w:val="1"/>
      <w:numFmt w:val="lowerRoman"/>
      <w:lvlText w:val="%3."/>
      <w:lvlJc w:val="right"/>
      <w:pPr>
        <w:ind w:left="2834" w:hanging="180"/>
      </w:pPr>
    </w:lvl>
    <w:lvl w:ilvl="3" w:tplc="0418000F" w:tentative="1">
      <w:start w:val="1"/>
      <w:numFmt w:val="decimal"/>
      <w:lvlText w:val="%4."/>
      <w:lvlJc w:val="left"/>
      <w:pPr>
        <w:ind w:left="3554" w:hanging="360"/>
      </w:pPr>
    </w:lvl>
    <w:lvl w:ilvl="4" w:tplc="04180019" w:tentative="1">
      <w:start w:val="1"/>
      <w:numFmt w:val="lowerLetter"/>
      <w:lvlText w:val="%5."/>
      <w:lvlJc w:val="left"/>
      <w:pPr>
        <w:ind w:left="4274" w:hanging="360"/>
      </w:pPr>
    </w:lvl>
    <w:lvl w:ilvl="5" w:tplc="0418001B" w:tentative="1">
      <w:start w:val="1"/>
      <w:numFmt w:val="lowerRoman"/>
      <w:lvlText w:val="%6."/>
      <w:lvlJc w:val="right"/>
      <w:pPr>
        <w:ind w:left="4994" w:hanging="180"/>
      </w:pPr>
    </w:lvl>
    <w:lvl w:ilvl="6" w:tplc="0418000F" w:tentative="1">
      <w:start w:val="1"/>
      <w:numFmt w:val="decimal"/>
      <w:lvlText w:val="%7."/>
      <w:lvlJc w:val="left"/>
      <w:pPr>
        <w:ind w:left="5714" w:hanging="360"/>
      </w:pPr>
    </w:lvl>
    <w:lvl w:ilvl="7" w:tplc="04180019" w:tentative="1">
      <w:start w:val="1"/>
      <w:numFmt w:val="lowerLetter"/>
      <w:lvlText w:val="%8."/>
      <w:lvlJc w:val="left"/>
      <w:pPr>
        <w:ind w:left="6434" w:hanging="360"/>
      </w:pPr>
    </w:lvl>
    <w:lvl w:ilvl="8" w:tplc="0418001B" w:tentative="1">
      <w:start w:val="1"/>
      <w:numFmt w:val="lowerRoman"/>
      <w:lvlText w:val="%9."/>
      <w:lvlJc w:val="right"/>
      <w:pPr>
        <w:ind w:left="7154" w:hanging="180"/>
      </w:pPr>
    </w:lvl>
  </w:abstractNum>
  <w:abstractNum w:abstractNumId="23" w15:restartNumberingAfterBreak="0">
    <w:nsid w:val="7F0C53FB"/>
    <w:multiLevelType w:val="hybridMultilevel"/>
    <w:tmpl w:val="443E713E"/>
    <w:lvl w:ilvl="0" w:tplc="744E3CF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7"/>
  </w:num>
  <w:num w:numId="3">
    <w:abstractNumId w:val="1"/>
  </w:num>
  <w:num w:numId="4">
    <w:abstractNumId w:val="3"/>
  </w:num>
  <w:num w:numId="5">
    <w:abstractNumId w:val="20"/>
  </w:num>
  <w:num w:numId="6">
    <w:abstractNumId w:val="21"/>
  </w:num>
  <w:num w:numId="7">
    <w:abstractNumId w:val="18"/>
  </w:num>
  <w:num w:numId="8">
    <w:abstractNumId w:val="13"/>
  </w:num>
  <w:num w:numId="9">
    <w:abstractNumId w:val="11"/>
  </w:num>
  <w:num w:numId="10">
    <w:abstractNumId w:val="8"/>
  </w:num>
  <w:num w:numId="11">
    <w:abstractNumId w:val="14"/>
  </w:num>
  <w:num w:numId="12">
    <w:abstractNumId w:val="4"/>
  </w:num>
  <w:num w:numId="13">
    <w:abstractNumId w:val="17"/>
  </w:num>
  <w:num w:numId="14">
    <w:abstractNumId w:val="12"/>
  </w:num>
  <w:num w:numId="15">
    <w:abstractNumId w:val="0"/>
  </w:num>
  <w:num w:numId="16">
    <w:abstractNumId w:val="6"/>
  </w:num>
  <w:num w:numId="17">
    <w:abstractNumId w:val="9"/>
  </w:num>
  <w:num w:numId="18">
    <w:abstractNumId w:val="2"/>
  </w:num>
  <w:num w:numId="19">
    <w:abstractNumId w:val="5"/>
  </w:num>
  <w:num w:numId="20">
    <w:abstractNumId w:val="7"/>
    <w:lvlOverride w:ilvl="0">
      <w:startOverride w:val="1"/>
    </w:lvlOverride>
  </w:num>
  <w:num w:numId="21">
    <w:abstractNumId w:val="15"/>
  </w:num>
  <w:num w:numId="22">
    <w:abstractNumId w:val="16"/>
  </w:num>
  <w:num w:numId="23">
    <w:abstractNumId w:val="23"/>
  </w:num>
  <w:num w:numId="24">
    <w:abstractNumId w:val="22"/>
  </w:num>
  <w:num w:numId="25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158721">
      <o:colormenu v:ext="edit" fillcolor="blue"/>
    </o:shapedefaults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39EF"/>
    <w:rsid w:val="00000084"/>
    <w:rsid w:val="00000855"/>
    <w:rsid w:val="00001AE8"/>
    <w:rsid w:val="00004F8F"/>
    <w:rsid w:val="0000554B"/>
    <w:rsid w:val="00007459"/>
    <w:rsid w:val="0001061B"/>
    <w:rsid w:val="00012F40"/>
    <w:rsid w:val="00012F6F"/>
    <w:rsid w:val="0001387E"/>
    <w:rsid w:val="00014685"/>
    <w:rsid w:val="00014E1C"/>
    <w:rsid w:val="0001674E"/>
    <w:rsid w:val="0002280F"/>
    <w:rsid w:val="00022D26"/>
    <w:rsid w:val="00023C2C"/>
    <w:rsid w:val="00027144"/>
    <w:rsid w:val="00027464"/>
    <w:rsid w:val="00027EE5"/>
    <w:rsid w:val="00031BB9"/>
    <w:rsid w:val="000323A8"/>
    <w:rsid w:val="00035645"/>
    <w:rsid w:val="0003682F"/>
    <w:rsid w:val="00036FE8"/>
    <w:rsid w:val="000373D1"/>
    <w:rsid w:val="00040064"/>
    <w:rsid w:val="0004119A"/>
    <w:rsid w:val="000420AA"/>
    <w:rsid w:val="000450E9"/>
    <w:rsid w:val="0004592D"/>
    <w:rsid w:val="00045CE0"/>
    <w:rsid w:val="00047D69"/>
    <w:rsid w:val="000504C8"/>
    <w:rsid w:val="00051B9D"/>
    <w:rsid w:val="00052A11"/>
    <w:rsid w:val="00052F88"/>
    <w:rsid w:val="00053E7A"/>
    <w:rsid w:val="000573D3"/>
    <w:rsid w:val="00063D7C"/>
    <w:rsid w:val="00064997"/>
    <w:rsid w:val="00064CFC"/>
    <w:rsid w:val="00066F31"/>
    <w:rsid w:val="000677D3"/>
    <w:rsid w:val="000730DC"/>
    <w:rsid w:val="00074FDC"/>
    <w:rsid w:val="000769CC"/>
    <w:rsid w:val="00081EE0"/>
    <w:rsid w:val="000823FC"/>
    <w:rsid w:val="00082A08"/>
    <w:rsid w:val="000830FB"/>
    <w:rsid w:val="0008446A"/>
    <w:rsid w:val="00091B33"/>
    <w:rsid w:val="000924A0"/>
    <w:rsid w:val="000934E9"/>
    <w:rsid w:val="00095F95"/>
    <w:rsid w:val="000970C4"/>
    <w:rsid w:val="000A4172"/>
    <w:rsid w:val="000A6296"/>
    <w:rsid w:val="000A6716"/>
    <w:rsid w:val="000A7061"/>
    <w:rsid w:val="000A7DE3"/>
    <w:rsid w:val="000B274C"/>
    <w:rsid w:val="000B2F80"/>
    <w:rsid w:val="000B2FCA"/>
    <w:rsid w:val="000B5E5F"/>
    <w:rsid w:val="000B6589"/>
    <w:rsid w:val="000B780E"/>
    <w:rsid w:val="000C0180"/>
    <w:rsid w:val="000C16CB"/>
    <w:rsid w:val="000C2F0D"/>
    <w:rsid w:val="000C3C24"/>
    <w:rsid w:val="000C7669"/>
    <w:rsid w:val="000C79E4"/>
    <w:rsid w:val="000C7F69"/>
    <w:rsid w:val="000D0ADD"/>
    <w:rsid w:val="000D1109"/>
    <w:rsid w:val="000D281A"/>
    <w:rsid w:val="000D2E99"/>
    <w:rsid w:val="000D35B3"/>
    <w:rsid w:val="000D3EDD"/>
    <w:rsid w:val="000D46CE"/>
    <w:rsid w:val="000D62B9"/>
    <w:rsid w:val="000D797D"/>
    <w:rsid w:val="000E05E6"/>
    <w:rsid w:val="000E14FA"/>
    <w:rsid w:val="000E15C3"/>
    <w:rsid w:val="000E4660"/>
    <w:rsid w:val="000E4A5C"/>
    <w:rsid w:val="000E4C8D"/>
    <w:rsid w:val="000E57EF"/>
    <w:rsid w:val="000E68C3"/>
    <w:rsid w:val="000E7CF4"/>
    <w:rsid w:val="000E7FBF"/>
    <w:rsid w:val="000F021D"/>
    <w:rsid w:val="000F1ABB"/>
    <w:rsid w:val="000F36EA"/>
    <w:rsid w:val="000F57D5"/>
    <w:rsid w:val="000F7811"/>
    <w:rsid w:val="0010259E"/>
    <w:rsid w:val="00102D53"/>
    <w:rsid w:val="001054AA"/>
    <w:rsid w:val="001058E9"/>
    <w:rsid w:val="00105CE7"/>
    <w:rsid w:val="001067DE"/>
    <w:rsid w:val="001108D7"/>
    <w:rsid w:val="001138EC"/>
    <w:rsid w:val="001144A8"/>
    <w:rsid w:val="00116043"/>
    <w:rsid w:val="00120462"/>
    <w:rsid w:val="00120B1E"/>
    <w:rsid w:val="00127A59"/>
    <w:rsid w:val="001316E8"/>
    <w:rsid w:val="001331BD"/>
    <w:rsid w:val="00134997"/>
    <w:rsid w:val="00136995"/>
    <w:rsid w:val="00140A6A"/>
    <w:rsid w:val="0014260E"/>
    <w:rsid w:val="00142682"/>
    <w:rsid w:val="00143A1F"/>
    <w:rsid w:val="00145896"/>
    <w:rsid w:val="00146E16"/>
    <w:rsid w:val="00147009"/>
    <w:rsid w:val="0015382E"/>
    <w:rsid w:val="00155C81"/>
    <w:rsid w:val="0015613C"/>
    <w:rsid w:val="001561B6"/>
    <w:rsid w:val="00156AD0"/>
    <w:rsid w:val="00156EB5"/>
    <w:rsid w:val="00160642"/>
    <w:rsid w:val="00161174"/>
    <w:rsid w:val="0016323C"/>
    <w:rsid w:val="0016772F"/>
    <w:rsid w:val="00170280"/>
    <w:rsid w:val="00172724"/>
    <w:rsid w:val="001734D4"/>
    <w:rsid w:val="00183E22"/>
    <w:rsid w:val="0018572C"/>
    <w:rsid w:val="001862AC"/>
    <w:rsid w:val="001868D5"/>
    <w:rsid w:val="0018755D"/>
    <w:rsid w:val="0019343D"/>
    <w:rsid w:val="00193454"/>
    <w:rsid w:val="001943A5"/>
    <w:rsid w:val="0019599E"/>
    <w:rsid w:val="0019781F"/>
    <w:rsid w:val="00197FE6"/>
    <w:rsid w:val="001A17C3"/>
    <w:rsid w:val="001A355B"/>
    <w:rsid w:val="001A4E35"/>
    <w:rsid w:val="001A7117"/>
    <w:rsid w:val="001B11D4"/>
    <w:rsid w:val="001B145B"/>
    <w:rsid w:val="001B16F6"/>
    <w:rsid w:val="001B27A5"/>
    <w:rsid w:val="001B4622"/>
    <w:rsid w:val="001B5A60"/>
    <w:rsid w:val="001B5ECA"/>
    <w:rsid w:val="001B6F56"/>
    <w:rsid w:val="001B6FEA"/>
    <w:rsid w:val="001B772F"/>
    <w:rsid w:val="001C0D15"/>
    <w:rsid w:val="001C532F"/>
    <w:rsid w:val="001C56BC"/>
    <w:rsid w:val="001C78E8"/>
    <w:rsid w:val="001D6E19"/>
    <w:rsid w:val="001D7210"/>
    <w:rsid w:val="001E25F8"/>
    <w:rsid w:val="001E4611"/>
    <w:rsid w:val="001E46A6"/>
    <w:rsid w:val="001E619D"/>
    <w:rsid w:val="001E64A9"/>
    <w:rsid w:val="001E64E2"/>
    <w:rsid w:val="001F4DD1"/>
    <w:rsid w:val="001F5719"/>
    <w:rsid w:val="001F7742"/>
    <w:rsid w:val="001F7A1C"/>
    <w:rsid w:val="002002D6"/>
    <w:rsid w:val="00201440"/>
    <w:rsid w:val="00202020"/>
    <w:rsid w:val="0020291C"/>
    <w:rsid w:val="00204E6C"/>
    <w:rsid w:val="00205D84"/>
    <w:rsid w:val="00207EED"/>
    <w:rsid w:val="0021063C"/>
    <w:rsid w:val="002106E0"/>
    <w:rsid w:val="002128C8"/>
    <w:rsid w:val="00213375"/>
    <w:rsid w:val="00215456"/>
    <w:rsid w:val="002170E8"/>
    <w:rsid w:val="0021786D"/>
    <w:rsid w:val="00220AA8"/>
    <w:rsid w:val="00221B61"/>
    <w:rsid w:val="00221F68"/>
    <w:rsid w:val="002220EB"/>
    <w:rsid w:val="0022301D"/>
    <w:rsid w:val="00223345"/>
    <w:rsid w:val="002235C9"/>
    <w:rsid w:val="00223868"/>
    <w:rsid w:val="00226008"/>
    <w:rsid w:val="00226F10"/>
    <w:rsid w:val="0022758D"/>
    <w:rsid w:val="00230157"/>
    <w:rsid w:val="002307C3"/>
    <w:rsid w:val="0023105F"/>
    <w:rsid w:val="0023214A"/>
    <w:rsid w:val="00232FBB"/>
    <w:rsid w:val="00234DA2"/>
    <w:rsid w:val="00235BA2"/>
    <w:rsid w:val="00237630"/>
    <w:rsid w:val="002378C6"/>
    <w:rsid w:val="00240E0A"/>
    <w:rsid w:val="00241A4C"/>
    <w:rsid w:val="00241CF6"/>
    <w:rsid w:val="0024223E"/>
    <w:rsid w:val="00242B5F"/>
    <w:rsid w:val="00246119"/>
    <w:rsid w:val="00246EBF"/>
    <w:rsid w:val="002504CD"/>
    <w:rsid w:val="00252E11"/>
    <w:rsid w:val="00254EFD"/>
    <w:rsid w:val="002558DD"/>
    <w:rsid w:val="0025649C"/>
    <w:rsid w:val="002602C4"/>
    <w:rsid w:val="00264172"/>
    <w:rsid w:val="002654FA"/>
    <w:rsid w:val="00270176"/>
    <w:rsid w:val="00271A91"/>
    <w:rsid w:val="002722CC"/>
    <w:rsid w:val="00272B30"/>
    <w:rsid w:val="00272C6A"/>
    <w:rsid w:val="0027373B"/>
    <w:rsid w:val="002741C6"/>
    <w:rsid w:val="002742E6"/>
    <w:rsid w:val="00275DE4"/>
    <w:rsid w:val="00280B1B"/>
    <w:rsid w:val="00280B1E"/>
    <w:rsid w:val="00281C31"/>
    <w:rsid w:val="00282A58"/>
    <w:rsid w:val="002852AD"/>
    <w:rsid w:val="00290333"/>
    <w:rsid w:val="002903AA"/>
    <w:rsid w:val="00290453"/>
    <w:rsid w:val="00293D20"/>
    <w:rsid w:val="0029790A"/>
    <w:rsid w:val="00297E11"/>
    <w:rsid w:val="002A2AC6"/>
    <w:rsid w:val="002A3B7D"/>
    <w:rsid w:val="002A5640"/>
    <w:rsid w:val="002A5936"/>
    <w:rsid w:val="002A59D1"/>
    <w:rsid w:val="002A7578"/>
    <w:rsid w:val="002B13FD"/>
    <w:rsid w:val="002B1B83"/>
    <w:rsid w:val="002B261D"/>
    <w:rsid w:val="002B6014"/>
    <w:rsid w:val="002B6277"/>
    <w:rsid w:val="002B7FCB"/>
    <w:rsid w:val="002C1A87"/>
    <w:rsid w:val="002C29C9"/>
    <w:rsid w:val="002C386E"/>
    <w:rsid w:val="002C4124"/>
    <w:rsid w:val="002C4F4D"/>
    <w:rsid w:val="002C550F"/>
    <w:rsid w:val="002C5E0F"/>
    <w:rsid w:val="002C68D3"/>
    <w:rsid w:val="002C77CC"/>
    <w:rsid w:val="002C7EA8"/>
    <w:rsid w:val="002D0EC7"/>
    <w:rsid w:val="002D1681"/>
    <w:rsid w:val="002D2B2D"/>
    <w:rsid w:val="002D3412"/>
    <w:rsid w:val="002D41DE"/>
    <w:rsid w:val="002D4EF9"/>
    <w:rsid w:val="002E1E88"/>
    <w:rsid w:val="002E382B"/>
    <w:rsid w:val="002E3D00"/>
    <w:rsid w:val="002E5627"/>
    <w:rsid w:val="002E6803"/>
    <w:rsid w:val="002F0C43"/>
    <w:rsid w:val="002F2864"/>
    <w:rsid w:val="002F28CD"/>
    <w:rsid w:val="002F2CEC"/>
    <w:rsid w:val="002F3996"/>
    <w:rsid w:val="002F4D8F"/>
    <w:rsid w:val="002F5279"/>
    <w:rsid w:val="002F568F"/>
    <w:rsid w:val="002F7382"/>
    <w:rsid w:val="003061A8"/>
    <w:rsid w:val="00306AA4"/>
    <w:rsid w:val="003110D1"/>
    <w:rsid w:val="003112D6"/>
    <w:rsid w:val="00312443"/>
    <w:rsid w:val="00312C7E"/>
    <w:rsid w:val="00314959"/>
    <w:rsid w:val="00314A63"/>
    <w:rsid w:val="00316389"/>
    <w:rsid w:val="00316D96"/>
    <w:rsid w:val="00320E09"/>
    <w:rsid w:val="003231C8"/>
    <w:rsid w:val="0032354D"/>
    <w:rsid w:val="00325984"/>
    <w:rsid w:val="00327F4D"/>
    <w:rsid w:val="003312B3"/>
    <w:rsid w:val="00331F52"/>
    <w:rsid w:val="003323F5"/>
    <w:rsid w:val="003335E9"/>
    <w:rsid w:val="003352B4"/>
    <w:rsid w:val="00335A34"/>
    <w:rsid w:val="00336735"/>
    <w:rsid w:val="00337049"/>
    <w:rsid w:val="00342BF1"/>
    <w:rsid w:val="003506C0"/>
    <w:rsid w:val="003507BB"/>
    <w:rsid w:val="003534A9"/>
    <w:rsid w:val="003536EF"/>
    <w:rsid w:val="00354204"/>
    <w:rsid w:val="003549C3"/>
    <w:rsid w:val="003573D5"/>
    <w:rsid w:val="00361051"/>
    <w:rsid w:val="003619BA"/>
    <w:rsid w:val="0036353E"/>
    <w:rsid w:val="00370E25"/>
    <w:rsid w:val="00372146"/>
    <w:rsid w:val="0037465E"/>
    <w:rsid w:val="00374A78"/>
    <w:rsid w:val="00375305"/>
    <w:rsid w:val="00375839"/>
    <w:rsid w:val="00376D9A"/>
    <w:rsid w:val="00376DE1"/>
    <w:rsid w:val="003807B7"/>
    <w:rsid w:val="00380E50"/>
    <w:rsid w:val="0038106C"/>
    <w:rsid w:val="00381134"/>
    <w:rsid w:val="0038228B"/>
    <w:rsid w:val="0038521B"/>
    <w:rsid w:val="00385FF4"/>
    <w:rsid w:val="00387B06"/>
    <w:rsid w:val="003906A6"/>
    <w:rsid w:val="0039081D"/>
    <w:rsid w:val="00390ECD"/>
    <w:rsid w:val="00391B30"/>
    <w:rsid w:val="0039281B"/>
    <w:rsid w:val="0039297D"/>
    <w:rsid w:val="00393447"/>
    <w:rsid w:val="00393852"/>
    <w:rsid w:val="003945DF"/>
    <w:rsid w:val="003949EC"/>
    <w:rsid w:val="00394A31"/>
    <w:rsid w:val="00394B19"/>
    <w:rsid w:val="00397B77"/>
    <w:rsid w:val="003A4939"/>
    <w:rsid w:val="003A5579"/>
    <w:rsid w:val="003A6DB5"/>
    <w:rsid w:val="003A6ED4"/>
    <w:rsid w:val="003B01B0"/>
    <w:rsid w:val="003B0321"/>
    <w:rsid w:val="003B0F54"/>
    <w:rsid w:val="003B1B45"/>
    <w:rsid w:val="003B1F6E"/>
    <w:rsid w:val="003B2CCF"/>
    <w:rsid w:val="003B30D6"/>
    <w:rsid w:val="003B3C8C"/>
    <w:rsid w:val="003B4606"/>
    <w:rsid w:val="003B48C1"/>
    <w:rsid w:val="003B65DD"/>
    <w:rsid w:val="003B7D25"/>
    <w:rsid w:val="003C01AD"/>
    <w:rsid w:val="003C04AF"/>
    <w:rsid w:val="003C0DA7"/>
    <w:rsid w:val="003C1098"/>
    <w:rsid w:val="003C274B"/>
    <w:rsid w:val="003C2B4B"/>
    <w:rsid w:val="003C3AA9"/>
    <w:rsid w:val="003D1811"/>
    <w:rsid w:val="003D1F62"/>
    <w:rsid w:val="003D2547"/>
    <w:rsid w:val="003D2C2C"/>
    <w:rsid w:val="003D4590"/>
    <w:rsid w:val="003D58B9"/>
    <w:rsid w:val="003D66ED"/>
    <w:rsid w:val="003D718D"/>
    <w:rsid w:val="003E16AD"/>
    <w:rsid w:val="003E3A44"/>
    <w:rsid w:val="003E3A67"/>
    <w:rsid w:val="003E48B7"/>
    <w:rsid w:val="003E565F"/>
    <w:rsid w:val="00405555"/>
    <w:rsid w:val="00405871"/>
    <w:rsid w:val="00406E50"/>
    <w:rsid w:val="00407023"/>
    <w:rsid w:val="00407906"/>
    <w:rsid w:val="00407AAB"/>
    <w:rsid w:val="004100BA"/>
    <w:rsid w:val="00410FCA"/>
    <w:rsid w:val="004126D4"/>
    <w:rsid w:val="00413FD7"/>
    <w:rsid w:val="004141CC"/>
    <w:rsid w:val="00416318"/>
    <w:rsid w:val="00424321"/>
    <w:rsid w:val="004255D0"/>
    <w:rsid w:val="00425760"/>
    <w:rsid w:val="00425C65"/>
    <w:rsid w:val="00425DC3"/>
    <w:rsid w:val="00426B74"/>
    <w:rsid w:val="0043171A"/>
    <w:rsid w:val="00433C17"/>
    <w:rsid w:val="004354AA"/>
    <w:rsid w:val="00437682"/>
    <w:rsid w:val="0044080D"/>
    <w:rsid w:val="00442766"/>
    <w:rsid w:val="004430F6"/>
    <w:rsid w:val="00447EF9"/>
    <w:rsid w:val="00447FFD"/>
    <w:rsid w:val="00455D9D"/>
    <w:rsid w:val="00456875"/>
    <w:rsid w:val="004571B0"/>
    <w:rsid w:val="00462183"/>
    <w:rsid w:val="00462C09"/>
    <w:rsid w:val="00465B09"/>
    <w:rsid w:val="00467CD4"/>
    <w:rsid w:val="004704A7"/>
    <w:rsid w:val="00471191"/>
    <w:rsid w:val="0047219C"/>
    <w:rsid w:val="004722A2"/>
    <w:rsid w:val="00475689"/>
    <w:rsid w:val="0048016F"/>
    <w:rsid w:val="004806F9"/>
    <w:rsid w:val="00482D72"/>
    <w:rsid w:val="00483459"/>
    <w:rsid w:val="004865C1"/>
    <w:rsid w:val="004906BE"/>
    <w:rsid w:val="00491E3C"/>
    <w:rsid w:val="00492592"/>
    <w:rsid w:val="00493B1A"/>
    <w:rsid w:val="004942F0"/>
    <w:rsid w:val="00497EBC"/>
    <w:rsid w:val="004A10EA"/>
    <w:rsid w:val="004A408B"/>
    <w:rsid w:val="004A423A"/>
    <w:rsid w:val="004A5AC8"/>
    <w:rsid w:val="004A659A"/>
    <w:rsid w:val="004A6E29"/>
    <w:rsid w:val="004B00CE"/>
    <w:rsid w:val="004B1EF5"/>
    <w:rsid w:val="004B3E1D"/>
    <w:rsid w:val="004B5451"/>
    <w:rsid w:val="004B5A49"/>
    <w:rsid w:val="004B65D6"/>
    <w:rsid w:val="004B699F"/>
    <w:rsid w:val="004B6B8C"/>
    <w:rsid w:val="004C2844"/>
    <w:rsid w:val="004C3247"/>
    <w:rsid w:val="004C5048"/>
    <w:rsid w:val="004D145A"/>
    <w:rsid w:val="004D1EA0"/>
    <w:rsid w:val="004D2436"/>
    <w:rsid w:val="004D386A"/>
    <w:rsid w:val="004D38C5"/>
    <w:rsid w:val="004D4140"/>
    <w:rsid w:val="004D4272"/>
    <w:rsid w:val="004D494C"/>
    <w:rsid w:val="004D5C14"/>
    <w:rsid w:val="004D5D02"/>
    <w:rsid w:val="004D7D2E"/>
    <w:rsid w:val="004E0235"/>
    <w:rsid w:val="004E058A"/>
    <w:rsid w:val="004E059F"/>
    <w:rsid w:val="004E1123"/>
    <w:rsid w:val="004E2198"/>
    <w:rsid w:val="004E232D"/>
    <w:rsid w:val="004E51E3"/>
    <w:rsid w:val="004E55C0"/>
    <w:rsid w:val="004E6467"/>
    <w:rsid w:val="004F0974"/>
    <w:rsid w:val="004F1BC9"/>
    <w:rsid w:val="004F33DC"/>
    <w:rsid w:val="004F44BD"/>
    <w:rsid w:val="004F4F77"/>
    <w:rsid w:val="004F69B0"/>
    <w:rsid w:val="004F7B8F"/>
    <w:rsid w:val="005026A4"/>
    <w:rsid w:val="00503650"/>
    <w:rsid w:val="00503A77"/>
    <w:rsid w:val="0050640E"/>
    <w:rsid w:val="00506E8E"/>
    <w:rsid w:val="005070B9"/>
    <w:rsid w:val="00507A41"/>
    <w:rsid w:val="00507ED8"/>
    <w:rsid w:val="00510B17"/>
    <w:rsid w:val="00510EC1"/>
    <w:rsid w:val="00511A47"/>
    <w:rsid w:val="00511DAC"/>
    <w:rsid w:val="00512D9E"/>
    <w:rsid w:val="00513372"/>
    <w:rsid w:val="00513AAD"/>
    <w:rsid w:val="00514114"/>
    <w:rsid w:val="005142FF"/>
    <w:rsid w:val="0051605A"/>
    <w:rsid w:val="0052137A"/>
    <w:rsid w:val="00522F56"/>
    <w:rsid w:val="00523387"/>
    <w:rsid w:val="0052374F"/>
    <w:rsid w:val="00525CA3"/>
    <w:rsid w:val="005267FA"/>
    <w:rsid w:val="0052761F"/>
    <w:rsid w:val="00527E60"/>
    <w:rsid w:val="00530CC8"/>
    <w:rsid w:val="00531054"/>
    <w:rsid w:val="00531064"/>
    <w:rsid w:val="0053471F"/>
    <w:rsid w:val="00535782"/>
    <w:rsid w:val="00536CFD"/>
    <w:rsid w:val="005433EC"/>
    <w:rsid w:val="00544E5D"/>
    <w:rsid w:val="0054533D"/>
    <w:rsid w:val="00546C7C"/>
    <w:rsid w:val="00547734"/>
    <w:rsid w:val="00547CF0"/>
    <w:rsid w:val="00547FAA"/>
    <w:rsid w:val="0055053E"/>
    <w:rsid w:val="005525EB"/>
    <w:rsid w:val="00552855"/>
    <w:rsid w:val="00555F57"/>
    <w:rsid w:val="00556738"/>
    <w:rsid w:val="00556C18"/>
    <w:rsid w:val="005601CD"/>
    <w:rsid w:val="00560202"/>
    <w:rsid w:val="0056325B"/>
    <w:rsid w:val="00563AF4"/>
    <w:rsid w:val="005658C4"/>
    <w:rsid w:val="005659E3"/>
    <w:rsid w:val="0056626E"/>
    <w:rsid w:val="00570DC5"/>
    <w:rsid w:val="00572937"/>
    <w:rsid w:val="00572CD7"/>
    <w:rsid w:val="00573AF3"/>
    <w:rsid w:val="0057577A"/>
    <w:rsid w:val="005812B0"/>
    <w:rsid w:val="005814EF"/>
    <w:rsid w:val="00582139"/>
    <w:rsid w:val="00582515"/>
    <w:rsid w:val="00583619"/>
    <w:rsid w:val="005844D3"/>
    <w:rsid w:val="00585B2E"/>
    <w:rsid w:val="0058680C"/>
    <w:rsid w:val="0058692B"/>
    <w:rsid w:val="00590CE5"/>
    <w:rsid w:val="005947FA"/>
    <w:rsid w:val="00594F73"/>
    <w:rsid w:val="00596288"/>
    <w:rsid w:val="0059652D"/>
    <w:rsid w:val="005974ED"/>
    <w:rsid w:val="00597569"/>
    <w:rsid w:val="00597B4F"/>
    <w:rsid w:val="005A0BCC"/>
    <w:rsid w:val="005A1CC2"/>
    <w:rsid w:val="005A1EEE"/>
    <w:rsid w:val="005A32F1"/>
    <w:rsid w:val="005A4A3C"/>
    <w:rsid w:val="005A55F0"/>
    <w:rsid w:val="005A5C35"/>
    <w:rsid w:val="005B169E"/>
    <w:rsid w:val="005B1742"/>
    <w:rsid w:val="005B1BCB"/>
    <w:rsid w:val="005B3961"/>
    <w:rsid w:val="005B52AC"/>
    <w:rsid w:val="005B7C71"/>
    <w:rsid w:val="005C5EDE"/>
    <w:rsid w:val="005C5F25"/>
    <w:rsid w:val="005C5F48"/>
    <w:rsid w:val="005C70EE"/>
    <w:rsid w:val="005C78AB"/>
    <w:rsid w:val="005D37B7"/>
    <w:rsid w:val="005D6CEA"/>
    <w:rsid w:val="005D7309"/>
    <w:rsid w:val="005E0DD5"/>
    <w:rsid w:val="005E0E69"/>
    <w:rsid w:val="005E128C"/>
    <w:rsid w:val="005E25CA"/>
    <w:rsid w:val="005E26BB"/>
    <w:rsid w:val="005E4187"/>
    <w:rsid w:val="005E6F3F"/>
    <w:rsid w:val="005E76FF"/>
    <w:rsid w:val="005F1AAA"/>
    <w:rsid w:val="005F2A10"/>
    <w:rsid w:val="005F3B44"/>
    <w:rsid w:val="005F44BF"/>
    <w:rsid w:val="005F48FD"/>
    <w:rsid w:val="005F517F"/>
    <w:rsid w:val="005F5E77"/>
    <w:rsid w:val="005F75B7"/>
    <w:rsid w:val="006019E9"/>
    <w:rsid w:val="006022F1"/>
    <w:rsid w:val="00602C1F"/>
    <w:rsid w:val="006039EF"/>
    <w:rsid w:val="00606366"/>
    <w:rsid w:val="00606D6B"/>
    <w:rsid w:val="00610638"/>
    <w:rsid w:val="00610777"/>
    <w:rsid w:val="006109E6"/>
    <w:rsid w:val="006139E7"/>
    <w:rsid w:val="00613E56"/>
    <w:rsid w:val="00614172"/>
    <w:rsid w:val="00614D7A"/>
    <w:rsid w:val="00620BC2"/>
    <w:rsid w:val="006223D8"/>
    <w:rsid w:val="00623169"/>
    <w:rsid w:val="00623768"/>
    <w:rsid w:val="006307D2"/>
    <w:rsid w:val="00630854"/>
    <w:rsid w:val="00630FC7"/>
    <w:rsid w:val="006316B9"/>
    <w:rsid w:val="0063184B"/>
    <w:rsid w:val="0063207D"/>
    <w:rsid w:val="00635682"/>
    <w:rsid w:val="00635E64"/>
    <w:rsid w:val="00637F3B"/>
    <w:rsid w:val="00641046"/>
    <w:rsid w:val="00641646"/>
    <w:rsid w:val="006425C5"/>
    <w:rsid w:val="00643178"/>
    <w:rsid w:val="00645480"/>
    <w:rsid w:val="0064567B"/>
    <w:rsid w:val="006463F9"/>
    <w:rsid w:val="0065071A"/>
    <w:rsid w:val="00652709"/>
    <w:rsid w:val="006547B3"/>
    <w:rsid w:val="006547B8"/>
    <w:rsid w:val="006560C1"/>
    <w:rsid w:val="00660CCF"/>
    <w:rsid w:val="00662A2B"/>
    <w:rsid w:val="00662FAE"/>
    <w:rsid w:val="006642F3"/>
    <w:rsid w:val="00665102"/>
    <w:rsid w:val="00666CAD"/>
    <w:rsid w:val="00680EE9"/>
    <w:rsid w:val="006826AC"/>
    <w:rsid w:val="00682D12"/>
    <w:rsid w:val="0068353F"/>
    <w:rsid w:val="00683925"/>
    <w:rsid w:val="006841FD"/>
    <w:rsid w:val="00684F5C"/>
    <w:rsid w:val="006853DE"/>
    <w:rsid w:val="00686145"/>
    <w:rsid w:val="00691186"/>
    <w:rsid w:val="006911D3"/>
    <w:rsid w:val="006913AC"/>
    <w:rsid w:val="00691CE4"/>
    <w:rsid w:val="00691EAE"/>
    <w:rsid w:val="006935E6"/>
    <w:rsid w:val="006947D8"/>
    <w:rsid w:val="00696BA5"/>
    <w:rsid w:val="006A103A"/>
    <w:rsid w:val="006A1999"/>
    <w:rsid w:val="006A34E0"/>
    <w:rsid w:val="006A3555"/>
    <w:rsid w:val="006A4688"/>
    <w:rsid w:val="006A4CA9"/>
    <w:rsid w:val="006A6A3C"/>
    <w:rsid w:val="006B03DA"/>
    <w:rsid w:val="006B1B78"/>
    <w:rsid w:val="006B2600"/>
    <w:rsid w:val="006B33B8"/>
    <w:rsid w:val="006B3F14"/>
    <w:rsid w:val="006B5313"/>
    <w:rsid w:val="006C1EA5"/>
    <w:rsid w:val="006C295D"/>
    <w:rsid w:val="006C3275"/>
    <w:rsid w:val="006C3A79"/>
    <w:rsid w:val="006C3BDE"/>
    <w:rsid w:val="006C41AB"/>
    <w:rsid w:val="006C6A0C"/>
    <w:rsid w:val="006D307D"/>
    <w:rsid w:val="006D4917"/>
    <w:rsid w:val="006D4ED4"/>
    <w:rsid w:val="006D5E90"/>
    <w:rsid w:val="006D5EA1"/>
    <w:rsid w:val="006D73F0"/>
    <w:rsid w:val="006E3336"/>
    <w:rsid w:val="006E36A2"/>
    <w:rsid w:val="006E4CA7"/>
    <w:rsid w:val="006E6024"/>
    <w:rsid w:val="006E65C8"/>
    <w:rsid w:val="006E7BC5"/>
    <w:rsid w:val="006E7CA4"/>
    <w:rsid w:val="006F25CC"/>
    <w:rsid w:val="006F2EEB"/>
    <w:rsid w:val="006F305C"/>
    <w:rsid w:val="006F3DC1"/>
    <w:rsid w:val="006F47DE"/>
    <w:rsid w:val="006F56DA"/>
    <w:rsid w:val="006F70A3"/>
    <w:rsid w:val="006F7983"/>
    <w:rsid w:val="007001CD"/>
    <w:rsid w:val="00701C06"/>
    <w:rsid w:val="00701D02"/>
    <w:rsid w:val="00705E55"/>
    <w:rsid w:val="0070706C"/>
    <w:rsid w:val="00707EBA"/>
    <w:rsid w:val="00710C8E"/>
    <w:rsid w:val="00711647"/>
    <w:rsid w:val="007122B4"/>
    <w:rsid w:val="00713468"/>
    <w:rsid w:val="00716011"/>
    <w:rsid w:val="0071759E"/>
    <w:rsid w:val="00721E12"/>
    <w:rsid w:val="007227C5"/>
    <w:rsid w:val="0072293A"/>
    <w:rsid w:val="00722AF0"/>
    <w:rsid w:val="00723875"/>
    <w:rsid w:val="00723C8B"/>
    <w:rsid w:val="007244ED"/>
    <w:rsid w:val="00724B8C"/>
    <w:rsid w:val="00725740"/>
    <w:rsid w:val="00726EEE"/>
    <w:rsid w:val="00727256"/>
    <w:rsid w:val="00727F50"/>
    <w:rsid w:val="0073161B"/>
    <w:rsid w:val="00733271"/>
    <w:rsid w:val="0073424A"/>
    <w:rsid w:val="00736A17"/>
    <w:rsid w:val="007419B0"/>
    <w:rsid w:val="00744C99"/>
    <w:rsid w:val="00744D60"/>
    <w:rsid w:val="007454F7"/>
    <w:rsid w:val="00745A08"/>
    <w:rsid w:val="00745D28"/>
    <w:rsid w:val="00747205"/>
    <w:rsid w:val="007527F5"/>
    <w:rsid w:val="00752AAF"/>
    <w:rsid w:val="00753C08"/>
    <w:rsid w:val="00760111"/>
    <w:rsid w:val="00760EC4"/>
    <w:rsid w:val="007611CD"/>
    <w:rsid w:val="00761CC5"/>
    <w:rsid w:val="00761D98"/>
    <w:rsid w:val="007630E9"/>
    <w:rsid w:val="007641DC"/>
    <w:rsid w:val="0076474E"/>
    <w:rsid w:val="007663A4"/>
    <w:rsid w:val="00766D6A"/>
    <w:rsid w:val="00767B0B"/>
    <w:rsid w:val="00770884"/>
    <w:rsid w:val="00774A81"/>
    <w:rsid w:val="00776800"/>
    <w:rsid w:val="007806EB"/>
    <w:rsid w:val="00783D08"/>
    <w:rsid w:val="00784462"/>
    <w:rsid w:val="00787827"/>
    <w:rsid w:val="00787F86"/>
    <w:rsid w:val="007905FE"/>
    <w:rsid w:val="0079068A"/>
    <w:rsid w:val="007924F2"/>
    <w:rsid w:val="00793191"/>
    <w:rsid w:val="007939E5"/>
    <w:rsid w:val="00795013"/>
    <w:rsid w:val="00796289"/>
    <w:rsid w:val="00796777"/>
    <w:rsid w:val="007967E1"/>
    <w:rsid w:val="007A047B"/>
    <w:rsid w:val="007A37F6"/>
    <w:rsid w:val="007A394C"/>
    <w:rsid w:val="007A3D0C"/>
    <w:rsid w:val="007A414E"/>
    <w:rsid w:val="007A4303"/>
    <w:rsid w:val="007A44FE"/>
    <w:rsid w:val="007B03B6"/>
    <w:rsid w:val="007B0FD6"/>
    <w:rsid w:val="007B1444"/>
    <w:rsid w:val="007B46FC"/>
    <w:rsid w:val="007B7297"/>
    <w:rsid w:val="007B73CC"/>
    <w:rsid w:val="007C1B97"/>
    <w:rsid w:val="007C276A"/>
    <w:rsid w:val="007C2943"/>
    <w:rsid w:val="007C5F91"/>
    <w:rsid w:val="007C60CD"/>
    <w:rsid w:val="007C7C2A"/>
    <w:rsid w:val="007D02EE"/>
    <w:rsid w:val="007D4474"/>
    <w:rsid w:val="007D4781"/>
    <w:rsid w:val="007D4F3A"/>
    <w:rsid w:val="007D654B"/>
    <w:rsid w:val="007D7855"/>
    <w:rsid w:val="007E143E"/>
    <w:rsid w:val="007E1B23"/>
    <w:rsid w:val="007E25D1"/>
    <w:rsid w:val="007E348F"/>
    <w:rsid w:val="007E6FA0"/>
    <w:rsid w:val="007E7EFE"/>
    <w:rsid w:val="007F0A54"/>
    <w:rsid w:val="007F16DE"/>
    <w:rsid w:val="007F1E52"/>
    <w:rsid w:val="007F3BC4"/>
    <w:rsid w:val="007F4D4E"/>
    <w:rsid w:val="007F5276"/>
    <w:rsid w:val="0080056C"/>
    <w:rsid w:val="0080152B"/>
    <w:rsid w:val="00801723"/>
    <w:rsid w:val="008023A3"/>
    <w:rsid w:val="00804ABD"/>
    <w:rsid w:val="00804B9E"/>
    <w:rsid w:val="0080524A"/>
    <w:rsid w:val="008064E6"/>
    <w:rsid w:val="00806E64"/>
    <w:rsid w:val="00807CEA"/>
    <w:rsid w:val="00810834"/>
    <w:rsid w:val="00811047"/>
    <w:rsid w:val="00812677"/>
    <w:rsid w:val="00814CDA"/>
    <w:rsid w:val="0081720E"/>
    <w:rsid w:val="0081738F"/>
    <w:rsid w:val="00817C94"/>
    <w:rsid w:val="0082097D"/>
    <w:rsid w:val="00821557"/>
    <w:rsid w:val="00822F5D"/>
    <w:rsid w:val="0082383D"/>
    <w:rsid w:val="00824206"/>
    <w:rsid w:val="00831CFF"/>
    <w:rsid w:val="00832A42"/>
    <w:rsid w:val="00832D3B"/>
    <w:rsid w:val="00833220"/>
    <w:rsid w:val="008334F7"/>
    <w:rsid w:val="00833CFB"/>
    <w:rsid w:val="00834647"/>
    <w:rsid w:val="00834749"/>
    <w:rsid w:val="00835FFF"/>
    <w:rsid w:val="0083633B"/>
    <w:rsid w:val="00837449"/>
    <w:rsid w:val="008404F1"/>
    <w:rsid w:val="00841163"/>
    <w:rsid w:val="00841A7F"/>
    <w:rsid w:val="008422D4"/>
    <w:rsid w:val="00842E47"/>
    <w:rsid w:val="00845112"/>
    <w:rsid w:val="00845C2B"/>
    <w:rsid w:val="00847D05"/>
    <w:rsid w:val="00850970"/>
    <w:rsid w:val="00850993"/>
    <w:rsid w:val="00850D6B"/>
    <w:rsid w:val="008513F6"/>
    <w:rsid w:val="00851E2E"/>
    <w:rsid w:val="008521C4"/>
    <w:rsid w:val="00852870"/>
    <w:rsid w:val="00853964"/>
    <w:rsid w:val="008552DB"/>
    <w:rsid w:val="00855F68"/>
    <w:rsid w:val="00856418"/>
    <w:rsid w:val="008614E5"/>
    <w:rsid w:val="008653EE"/>
    <w:rsid w:val="00865679"/>
    <w:rsid w:val="00866267"/>
    <w:rsid w:val="008729D1"/>
    <w:rsid w:val="008738D6"/>
    <w:rsid w:val="008814D2"/>
    <w:rsid w:val="00882CC9"/>
    <w:rsid w:val="0088711D"/>
    <w:rsid w:val="0089003A"/>
    <w:rsid w:val="008903DE"/>
    <w:rsid w:val="0089059A"/>
    <w:rsid w:val="00893A5B"/>
    <w:rsid w:val="0089594F"/>
    <w:rsid w:val="00896C8D"/>
    <w:rsid w:val="008A3C33"/>
    <w:rsid w:val="008A660E"/>
    <w:rsid w:val="008B07E9"/>
    <w:rsid w:val="008B1FDF"/>
    <w:rsid w:val="008B40F7"/>
    <w:rsid w:val="008B6A56"/>
    <w:rsid w:val="008B777E"/>
    <w:rsid w:val="008C0757"/>
    <w:rsid w:val="008C70C4"/>
    <w:rsid w:val="008C70E6"/>
    <w:rsid w:val="008C7D9C"/>
    <w:rsid w:val="008D135B"/>
    <w:rsid w:val="008D1607"/>
    <w:rsid w:val="008D1A2F"/>
    <w:rsid w:val="008D4D53"/>
    <w:rsid w:val="008D6EBC"/>
    <w:rsid w:val="008E0267"/>
    <w:rsid w:val="008E05CB"/>
    <w:rsid w:val="008E2506"/>
    <w:rsid w:val="008E2ACC"/>
    <w:rsid w:val="008E2E83"/>
    <w:rsid w:val="008E3C80"/>
    <w:rsid w:val="008E466C"/>
    <w:rsid w:val="008E46CC"/>
    <w:rsid w:val="008E5970"/>
    <w:rsid w:val="008E6400"/>
    <w:rsid w:val="008E7084"/>
    <w:rsid w:val="008F32F7"/>
    <w:rsid w:val="008F3AED"/>
    <w:rsid w:val="008F69DD"/>
    <w:rsid w:val="008F75E4"/>
    <w:rsid w:val="00902344"/>
    <w:rsid w:val="00902673"/>
    <w:rsid w:val="00902FA2"/>
    <w:rsid w:val="00903733"/>
    <w:rsid w:val="0090577F"/>
    <w:rsid w:val="00905A27"/>
    <w:rsid w:val="00911644"/>
    <w:rsid w:val="00915AA9"/>
    <w:rsid w:val="009164E3"/>
    <w:rsid w:val="00926463"/>
    <w:rsid w:val="00926553"/>
    <w:rsid w:val="00926A8E"/>
    <w:rsid w:val="00926D69"/>
    <w:rsid w:val="00931057"/>
    <w:rsid w:val="00932CCE"/>
    <w:rsid w:val="00936C72"/>
    <w:rsid w:val="00937092"/>
    <w:rsid w:val="00940157"/>
    <w:rsid w:val="009401DE"/>
    <w:rsid w:val="00940C7A"/>
    <w:rsid w:val="009442F5"/>
    <w:rsid w:val="00944717"/>
    <w:rsid w:val="009454B3"/>
    <w:rsid w:val="00946C84"/>
    <w:rsid w:val="00947806"/>
    <w:rsid w:val="00947F11"/>
    <w:rsid w:val="00950A06"/>
    <w:rsid w:val="00951BCA"/>
    <w:rsid w:val="00951EEE"/>
    <w:rsid w:val="00952765"/>
    <w:rsid w:val="00952B7C"/>
    <w:rsid w:val="00957E56"/>
    <w:rsid w:val="00960959"/>
    <w:rsid w:val="009611D1"/>
    <w:rsid w:val="0096225C"/>
    <w:rsid w:val="00965878"/>
    <w:rsid w:val="0096695D"/>
    <w:rsid w:val="00971A5A"/>
    <w:rsid w:val="00971EFD"/>
    <w:rsid w:val="00975C64"/>
    <w:rsid w:val="009764E5"/>
    <w:rsid w:val="009768BC"/>
    <w:rsid w:val="00976AB2"/>
    <w:rsid w:val="00984701"/>
    <w:rsid w:val="00986DCF"/>
    <w:rsid w:val="00987D79"/>
    <w:rsid w:val="00994A0A"/>
    <w:rsid w:val="009961FE"/>
    <w:rsid w:val="00997077"/>
    <w:rsid w:val="009A1AB4"/>
    <w:rsid w:val="009A1BE2"/>
    <w:rsid w:val="009A21F3"/>
    <w:rsid w:val="009A224A"/>
    <w:rsid w:val="009A2E80"/>
    <w:rsid w:val="009A6573"/>
    <w:rsid w:val="009B042F"/>
    <w:rsid w:val="009B2F49"/>
    <w:rsid w:val="009B30C1"/>
    <w:rsid w:val="009B482A"/>
    <w:rsid w:val="009B519F"/>
    <w:rsid w:val="009B51EC"/>
    <w:rsid w:val="009B569C"/>
    <w:rsid w:val="009B679F"/>
    <w:rsid w:val="009C1277"/>
    <w:rsid w:val="009C2190"/>
    <w:rsid w:val="009C28CD"/>
    <w:rsid w:val="009C3D64"/>
    <w:rsid w:val="009C43C2"/>
    <w:rsid w:val="009D0281"/>
    <w:rsid w:val="009D1686"/>
    <w:rsid w:val="009D2618"/>
    <w:rsid w:val="009D57EC"/>
    <w:rsid w:val="009D79D4"/>
    <w:rsid w:val="009D7B2D"/>
    <w:rsid w:val="009E0726"/>
    <w:rsid w:val="009E27C2"/>
    <w:rsid w:val="009E3ADE"/>
    <w:rsid w:val="009E5979"/>
    <w:rsid w:val="009E733B"/>
    <w:rsid w:val="009F247D"/>
    <w:rsid w:val="009F4090"/>
    <w:rsid w:val="009F5B5C"/>
    <w:rsid w:val="009F60F8"/>
    <w:rsid w:val="009F6254"/>
    <w:rsid w:val="009F7640"/>
    <w:rsid w:val="009F7F17"/>
    <w:rsid w:val="00A00352"/>
    <w:rsid w:val="00A049F9"/>
    <w:rsid w:val="00A05EED"/>
    <w:rsid w:val="00A061B1"/>
    <w:rsid w:val="00A06AF1"/>
    <w:rsid w:val="00A10886"/>
    <w:rsid w:val="00A11846"/>
    <w:rsid w:val="00A11BDA"/>
    <w:rsid w:val="00A11C38"/>
    <w:rsid w:val="00A146D4"/>
    <w:rsid w:val="00A16F50"/>
    <w:rsid w:val="00A20795"/>
    <w:rsid w:val="00A21CCE"/>
    <w:rsid w:val="00A222D1"/>
    <w:rsid w:val="00A23694"/>
    <w:rsid w:val="00A24975"/>
    <w:rsid w:val="00A25A60"/>
    <w:rsid w:val="00A27D67"/>
    <w:rsid w:val="00A3004D"/>
    <w:rsid w:val="00A31A09"/>
    <w:rsid w:val="00A32762"/>
    <w:rsid w:val="00A32FFF"/>
    <w:rsid w:val="00A3443C"/>
    <w:rsid w:val="00A35E53"/>
    <w:rsid w:val="00A36526"/>
    <w:rsid w:val="00A40236"/>
    <w:rsid w:val="00A4110E"/>
    <w:rsid w:val="00A43556"/>
    <w:rsid w:val="00A52D06"/>
    <w:rsid w:val="00A55A9B"/>
    <w:rsid w:val="00A56209"/>
    <w:rsid w:val="00A56403"/>
    <w:rsid w:val="00A60EB2"/>
    <w:rsid w:val="00A61352"/>
    <w:rsid w:val="00A62A18"/>
    <w:rsid w:val="00A62F6D"/>
    <w:rsid w:val="00A63521"/>
    <w:rsid w:val="00A647D7"/>
    <w:rsid w:val="00A656BD"/>
    <w:rsid w:val="00A66EE7"/>
    <w:rsid w:val="00A67123"/>
    <w:rsid w:val="00A67B7E"/>
    <w:rsid w:val="00A71B9A"/>
    <w:rsid w:val="00A72D4B"/>
    <w:rsid w:val="00A73E94"/>
    <w:rsid w:val="00A748EC"/>
    <w:rsid w:val="00A752B3"/>
    <w:rsid w:val="00A804DA"/>
    <w:rsid w:val="00A81155"/>
    <w:rsid w:val="00A813DF"/>
    <w:rsid w:val="00A8188F"/>
    <w:rsid w:val="00A82A5E"/>
    <w:rsid w:val="00A841A8"/>
    <w:rsid w:val="00A8564E"/>
    <w:rsid w:val="00A87E7C"/>
    <w:rsid w:val="00A965C9"/>
    <w:rsid w:val="00A96BCC"/>
    <w:rsid w:val="00A97550"/>
    <w:rsid w:val="00AA1307"/>
    <w:rsid w:val="00AA193F"/>
    <w:rsid w:val="00AA2245"/>
    <w:rsid w:val="00AA2492"/>
    <w:rsid w:val="00AA2F01"/>
    <w:rsid w:val="00AA3B7D"/>
    <w:rsid w:val="00AA3F64"/>
    <w:rsid w:val="00AA41A5"/>
    <w:rsid w:val="00AA6671"/>
    <w:rsid w:val="00AA7C65"/>
    <w:rsid w:val="00AB0334"/>
    <w:rsid w:val="00AB0962"/>
    <w:rsid w:val="00AB41C0"/>
    <w:rsid w:val="00AB5069"/>
    <w:rsid w:val="00AB6F27"/>
    <w:rsid w:val="00AC082B"/>
    <w:rsid w:val="00AC13FE"/>
    <w:rsid w:val="00AC1AE1"/>
    <w:rsid w:val="00AC26B5"/>
    <w:rsid w:val="00AC26BA"/>
    <w:rsid w:val="00AC6A73"/>
    <w:rsid w:val="00AD09F9"/>
    <w:rsid w:val="00AD0C7C"/>
    <w:rsid w:val="00AD135C"/>
    <w:rsid w:val="00AD22F7"/>
    <w:rsid w:val="00AD26EB"/>
    <w:rsid w:val="00AD2748"/>
    <w:rsid w:val="00AD4540"/>
    <w:rsid w:val="00AD7738"/>
    <w:rsid w:val="00AD78A0"/>
    <w:rsid w:val="00AE2018"/>
    <w:rsid w:val="00AE3898"/>
    <w:rsid w:val="00AE3AB5"/>
    <w:rsid w:val="00AE436E"/>
    <w:rsid w:val="00AE5221"/>
    <w:rsid w:val="00AE6D09"/>
    <w:rsid w:val="00AE7453"/>
    <w:rsid w:val="00AE7A9E"/>
    <w:rsid w:val="00AF1E1C"/>
    <w:rsid w:val="00AF658D"/>
    <w:rsid w:val="00B00AAD"/>
    <w:rsid w:val="00B02750"/>
    <w:rsid w:val="00B05310"/>
    <w:rsid w:val="00B110F9"/>
    <w:rsid w:val="00B12B65"/>
    <w:rsid w:val="00B1692E"/>
    <w:rsid w:val="00B16C14"/>
    <w:rsid w:val="00B2297B"/>
    <w:rsid w:val="00B30359"/>
    <w:rsid w:val="00B304C3"/>
    <w:rsid w:val="00B308E9"/>
    <w:rsid w:val="00B31778"/>
    <w:rsid w:val="00B318E6"/>
    <w:rsid w:val="00B31DD5"/>
    <w:rsid w:val="00B34D93"/>
    <w:rsid w:val="00B35A51"/>
    <w:rsid w:val="00B37207"/>
    <w:rsid w:val="00B37975"/>
    <w:rsid w:val="00B404F5"/>
    <w:rsid w:val="00B4094F"/>
    <w:rsid w:val="00B434C1"/>
    <w:rsid w:val="00B453F4"/>
    <w:rsid w:val="00B47851"/>
    <w:rsid w:val="00B5160F"/>
    <w:rsid w:val="00B52961"/>
    <w:rsid w:val="00B53527"/>
    <w:rsid w:val="00B53CF4"/>
    <w:rsid w:val="00B54A12"/>
    <w:rsid w:val="00B57015"/>
    <w:rsid w:val="00B57311"/>
    <w:rsid w:val="00B60A9E"/>
    <w:rsid w:val="00B64B88"/>
    <w:rsid w:val="00B66B8C"/>
    <w:rsid w:val="00B67DCF"/>
    <w:rsid w:val="00B67EF8"/>
    <w:rsid w:val="00B72159"/>
    <w:rsid w:val="00B75663"/>
    <w:rsid w:val="00B82281"/>
    <w:rsid w:val="00B84FED"/>
    <w:rsid w:val="00B86EDA"/>
    <w:rsid w:val="00B87BF8"/>
    <w:rsid w:val="00B90DFA"/>
    <w:rsid w:val="00B91DAF"/>
    <w:rsid w:val="00B92914"/>
    <w:rsid w:val="00B937D0"/>
    <w:rsid w:val="00B9387B"/>
    <w:rsid w:val="00B93C87"/>
    <w:rsid w:val="00B951B8"/>
    <w:rsid w:val="00B971FC"/>
    <w:rsid w:val="00B9788B"/>
    <w:rsid w:val="00BA0B00"/>
    <w:rsid w:val="00BA0DFC"/>
    <w:rsid w:val="00BA11C2"/>
    <w:rsid w:val="00BA143B"/>
    <w:rsid w:val="00BA1781"/>
    <w:rsid w:val="00BA1D71"/>
    <w:rsid w:val="00BA4993"/>
    <w:rsid w:val="00BA5396"/>
    <w:rsid w:val="00BA5464"/>
    <w:rsid w:val="00BA65D6"/>
    <w:rsid w:val="00BA6657"/>
    <w:rsid w:val="00BA690F"/>
    <w:rsid w:val="00BB1059"/>
    <w:rsid w:val="00BB51D0"/>
    <w:rsid w:val="00BB550E"/>
    <w:rsid w:val="00BB60B4"/>
    <w:rsid w:val="00BB67E5"/>
    <w:rsid w:val="00BB773C"/>
    <w:rsid w:val="00BC0D3C"/>
    <w:rsid w:val="00BC1815"/>
    <w:rsid w:val="00BC3112"/>
    <w:rsid w:val="00BC32EA"/>
    <w:rsid w:val="00BC3C78"/>
    <w:rsid w:val="00BC456F"/>
    <w:rsid w:val="00BD0587"/>
    <w:rsid w:val="00BD070D"/>
    <w:rsid w:val="00BD0E2D"/>
    <w:rsid w:val="00BD0F73"/>
    <w:rsid w:val="00BD13A9"/>
    <w:rsid w:val="00BD235D"/>
    <w:rsid w:val="00BD28D5"/>
    <w:rsid w:val="00BD3DEE"/>
    <w:rsid w:val="00BD3FC0"/>
    <w:rsid w:val="00BD480C"/>
    <w:rsid w:val="00BD4B33"/>
    <w:rsid w:val="00BD6A3C"/>
    <w:rsid w:val="00BD6A8F"/>
    <w:rsid w:val="00BE0430"/>
    <w:rsid w:val="00BE20F7"/>
    <w:rsid w:val="00BE5D39"/>
    <w:rsid w:val="00BE630C"/>
    <w:rsid w:val="00BE70A5"/>
    <w:rsid w:val="00BE746D"/>
    <w:rsid w:val="00BF1FCC"/>
    <w:rsid w:val="00BF30DD"/>
    <w:rsid w:val="00BF4521"/>
    <w:rsid w:val="00BF4973"/>
    <w:rsid w:val="00BF67DE"/>
    <w:rsid w:val="00BF7246"/>
    <w:rsid w:val="00C00304"/>
    <w:rsid w:val="00C01920"/>
    <w:rsid w:val="00C01AA9"/>
    <w:rsid w:val="00C04F8A"/>
    <w:rsid w:val="00C0632A"/>
    <w:rsid w:val="00C068CA"/>
    <w:rsid w:val="00C07344"/>
    <w:rsid w:val="00C0766F"/>
    <w:rsid w:val="00C07D5F"/>
    <w:rsid w:val="00C1362B"/>
    <w:rsid w:val="00C13FB4"/>
    <w:rsid w:val="00C157C6"/>
    <w:rsid w:val="00C16EC9"/>
    <w:rsid w:val="00C21536"/>
    <w:rsid w:val="00C21923"/>
    <w:rsid w:val="00C22622"/>
    <w:rsid w:val="00C248D0"/>
    <w:rsid w:val="00C262FB"/>
    <w:rsid w:val="00C279EA"/>
    <w:rsid w:val="00C30BAC"/>
    <w:rsid w:val="00C31473"/>
    <w:rsid w:val="00C325E4"/>
    <w:rsid w:val="00C34121"/>
    <w:rsid w:val="00C35FE1"/>
    <w:rsid w:val="00C3702C"/>
    <w:rsid w:val="00C40149"/>
    <w:rsid w:val="00C4151A"/>
    <w:rsid w:val="00C41F41"/>
    <w:rsid w:val="00C42AF8"/>
    <w:rsid w:val="00C44997"/>
    <w:rsid w:val="00C44ABE"/>
    <w:rsid w:val="00C451BE"/>
    <w:rsid w:val="00C45668"/>
    <w:rsid w:val="00C46D00"/>
    <w:rsid w:val="00C47694"/>
    <w:rsid w:val="00C50250"/>
    <w:rsid w:val="00C503AD"/>
    <w:rsid w:val="00C55459"/>
    <w:rsid w:val="00C5773F"/>
    <w:rsid w:val="00C5790C"/>
    <w:rsid w:val="00C616C4"/>
    <w:rsid w:val="00C66EA9"/>
    <w:rsid w:val="00C67397"/>
    <w:rsid w:val="00C70AFF"/>
    <w:rsid w:val="00C71EEE"/>
    <w:rsid w:val="00C72FC2"/>
    <w:rsid w:val="00C73245"/>
    <w:rsid w:val="00C73BE7"/>
    <w:rsid w:val="00C745EA"/>
    <w:rsid w:val="00C763F4"/>
    <w:rsid w:val="00C76962"/>
    <w:rsid w:val="00C8004E"/>
    <w:rsid w:val="00C82828"/>
    <w:rsid w:val="00C835E9"/>
    <w:rsid w:val="00C83F5C"/>
    <w:rsid w:val="00C867D8"/>
    <w:rsid w:val="00C92607"/>
    <w:rsid w:val="00C95AD6"/>
    <w:rsid w:val="00C9614D"/>
    <w:rsid w:val="00C976FD"/>
    <w:rsid w:val="00CA0FE1"/>
    <w:rsid w:val="00CA1835"/>
    <w:rsid w:val="00CA3552"/>
    <w:rsid w:val="00CB160B"/>
    <w:rsid w:val="00CB449B"/>
    <w:rsid w:val="00CB50AF"/>
    <w:rsid w:val="00CC0B56"/>
    <w:rsid w:val="00CC0BD3"/>
    <w:rsid w:val="00CC0FE4"/>
    <w:rsid w:val="00CC14AF"/>
    <w:rsid w:val="00CC2182"/>
    <w:rsid w:val="00CC38C5"/>
    <w:rsid w:val="00CC4894"/>
    <w:rsid w:val="00CC58C8"/>
    <w:rsid w:val="00CD00BC"/>
    <w:rsid w:val="00CD0BB6"/>
    <w:rsid w:val="00CD0F8A"/>
    <w:rsid w:val="00CD20A2"/>
    <w:rsid w:val="00CD259F"/>
    <w:rsid w:val="00CD474E"/>
    <w:rsid w:val="00CD52ED"/>
    <w:rsid w:val="00CD53DF"/>
    <w:rsid w:val="00CD727E"/>
    <w:rsid w:val="00CD7412"/>
    <w:rsid w:val="00CD7D28"/>
    <w:rsid w:val="00CE1B8E"/>
    <w:rsid w:val="00CE24CA"/>
    <w:rsid w:val="00CE2BD3"/>
    <w:rsid w:val="00CE7112"/>
    <w:rsid w:val="00CF0173"/>
    <w:rsid w:val="00CF04AF"/>
    <w:rsid w:val="00CF180F"/>
    <w:rsid w:val="00CF4A47"/>
    <w:rsid w:val="00CF53A6"/>
    <w:rsid w:val="00CF6BB4"/>
    <w:rsid w:val="00CF7910"/>
    <w:rsid w:val="00D02038"/>
    <w:rsid w:val="00D11132"/>
    <w:rsid w:val="00D15480"/>
    <w:rsid w:val="00D159FB"/>
    <w:rsid w:val="00D160D4"/>
    <w:rsid w:val="00D16422"/>
    <w:rsid w:val="00D21719"/>
    <w:rsid w:val="00D22CF9"/>
    <w:rsid w:val="00D22EE4"/>
    <w:rsid w:val="00D25107"/>
    <w:rsid w:val="00D25571"/>
    <w:rsid w:val="00D26A14"/>
    <w:rsid w:val="00D30E70"/>
    <w:rsid w:val="00D31C36"/>
    <w:rsid w:val="00D329D6"/>
    <w:rsid w:val="00D32BD0"/>
    <w:rsid w:val="00D36BB6"/>
    <w:rsid w:val="00D41FD2"/>
    <w:rsid w:val="00D44A19"/>
    <w:rsid w:val="00D46B04"/>
    <w:rsid w:val="00D46B34"/>
    <w:rsid w:val="00D4710F"/>
    <w:rsid w:val="00D479E3"/>
    <w:rsid w:val="00D50017"/>
    <w:rsid w:val="00D50B53"/>
    <w:rsid w:val="00D51713"/>
    <w:rsid w:val="00D524F9"/>
    <w:rsid w:val="00D52A10"/>
    <w:rsid w:val="00D53089"/>
    <w:rsid w:val="00D53A09"/>
    <w:rsid w:val="00D56F22"/>
    <w:rsid w:val="00D571D0"/>
    <w:rsid w:val="00D61961"/>
    <w:rsid w:val="00D62871"/>
    <w:rsid w:val="00D6319F"/>
    <w:rsid w:val="00D63847"/>
    <w:rsid w:val="00D64AFD"/>
    <w:rsid w:val="00D651D1"/>
    <w:rsid w:val="00D664C6"/>
    <w:rsid w:val="00D66A0B"/>
    <w:rsid w:val="00D715FC"/>
    <w:rsid w:val="00D71BF5"/>
    <w:rsid w:val="00D74ABA"/>
    <w:rsid w:val="00D75678"/>
    <w:rsid w:val="00D7622E"/>
    <w:rsid w:val="00D764FA"/>
    <w:rsid w:val="00D77AF5"/>
    <w:rsid w:val="00D77AF6"/>
    <w:rsid w:val="00D80AE1"/>
    <w:rsid w:val="00D81F44"/>
    <w:rsid w:val="00D83D14"/>
    <w:rsid w:val="00D840EE"/>
    <w:rsid w:val="00D85007"/>
    <w:rsid w:val="00D85A3C"/>
    <w:rsid w:val="00D902EB"/>
    <w:rsid w:val="00D933E6"/>
    <w:rsid w:val="00D9360E"/>
    <w:rsid w:val="00D9381A"/>
    <w:rsid w:val="00D97B2C"/>
    <w:rsid w:val="00DA015A"/>
    <w:rsid w:val="00DA0723"/>
    <w:rsid w:val="00DA0872"/>
    <w:rsid w:val="00DA121C"/>
    <w:rsid w:val="00DA1F74"/>
    <w:rsid w:val="00DA388D"/>
    <w:rsid w:val="00DA3A18"/>
    <w:rsid w:val="00DA4A65"/>
    <w:rsid w:val="00DB13E1"/>
    <w:rsid w:val="00DB2497"/>
    <w:rsid w:val="00DB2639"/>
    <w:rsid w:val="00DB513C"/>
    <w:rsid w:val="00DB6173"/>
    <w:rsid w:val="00DB6A7C"/>
    <w:rsid w:val="00DC3807"/>
    <w:rsid w:val="00DC3E5D"/>
    <w:rsid w:val="00DC3ED1"/>
    <w:rsid w:val="00DC4086"/>
    <w:rsid w:val="00DC4904"/>
    <w:rsid w:val="00DC52C8"/>
    <w:rsid w:val="00DC6AA2"/>
    <w:rsid w:val="00DC6AD7"/>
    <w:rsid w:val="00DD3403"/>
    <w:rsid w:val="00DD38E3"/>
    <w:rsid w:val="00DD476D"/>
    <w:rsid w:val="00DD6486"/>
    <w:rsid w:val="00DD75D0"/>
    <w:rsid w:val="00DD77A0"/>
    <w:rsid w:val="00DE1885"/>
    <w:rsid w:val="00DE1A7B"/>
    <w:rsid w:val="00DE5436"/>
    <w:rsid w:val="00DE5CF4"/>
    <w:rsid w:val="00DE7964"/>
    <w:rsid w:val="00DF08B4"/>
    <w:rsid w:val="00DF46D4"/>
    <w:rsid w:val="00DF513B"/>
    <w:rsid w:val="00DF6180"/>
    <w:rsid w:val="00DF7E90"/>
    <w:rsid w:val="00E01329"/>
    <w:rsid w:val="00E01C85"/>
    <w:rsid w:val="00E032E8"/>
    <w:rsid w:val="00E042FA"/>
    <w:rsid w:val="00E06428"/>
    <w:rsid w:val="00E07D71"/>
    <w:rsid w:val="00E113C3"/>
    <w:rsid w:val="00E155D8"/>
    <w:rsid w:val="00E16227"/>
    <w:rsid w:val="00E170BF"/>
    <w:rsid w:val="00E179EC"/>
    <w:rsid w:val="00E20C8D"/>
    <w:rsid w:val="00E236BC"/>
    <w:rsid w:val="00E23F33"/>
    <w:rsid w:val="00E24D2A"/>
    <w:rsid w:val="00E24E53"/>
    <w:rsid w:val="00E26612"/>
    <w:rsid w:val="00E2781B"/>
    <w:rsid w:val="00E318F8"/>
    <w:rsid w:val="00E33D4E"/>
    <w:rsid w:val="00E3501E"/>
    <w:rsid w:val="00E35C13"/>
    <w:rsid w:val="00E3661F"/>
    <w:rsid w:val="00E373C3"/>
    <w:rsid w:val="00E42BF0"/>
    <w:rsid w:val="00E43819"/>
    <w:rsid w:val="00E4475A"/>
    <w:rsid w:val="00E45127"/>
    <w:rsid w:val="00E46FC2"/>
    <w:rsid w:val="00E50B7C"/>
    <w:rsid w:val="00E5328D"/>
    <w:rsid w:val="00E534FD"/>
    <w:rsid w:val="00E5367F"/>
    <w:rsid w:val="00E5466C"/>
    <w:rsid w:val="00E5528B"/>
    <w:rsid w:val="00E57879"/>
    <w:rsid w:val="00E57A77"/>
    <w:rsid w:val="00E64635"/>
    <w:rsid w:val="00E66204"/>
    <w:rsid w:val="00E70571"/>
    <w:rsid w:val="00E70EEE"/>
    <w:rsid w:val="00E74CA9"/>
    <w:rsid w:val="00E74F0E"/>
    <w:rsid w:val="00E753AF"/>
    <w:rsid w:val="00E75955"/>
    <w:rsid w:val="00E75B06"/>
    <w:rsid w:val="00E76026"/>
    <w:rsid w:val="00E7691F"/>
    <w:rsid w:val="00E7738D"/>
    <w:rsid w:val="00E77A15"/>
    <w:rsid w:val="00E812F4"/>
    <w:rsid w:val="00E81B8B"/>
    <w:rsid w:val="00E82E0A"/>
    <w:rsid w:val="00E855A1"/>
    <w:rsid w:val="00E8680E"/>
    <w:rsid w:val="00E8709E"/>
    <w:rsid w:val="00E8769A"/>
    <w:rsid w:val="00E907E0"/>
    <w:rsid w:val="00E92F07"/>
    <w:rsid w:val="00E93CE9"/>
    <w:rsid w:val="00E941D2"/>
    <w:rsid w:val="00E959C5"/>
    <w:rsid w:val="00EA03CF"/>
    <w:rsid w:val="00EA12B3"/>
    <w:rsid w:val="00EA25F9"/>
    <w:rsid w:val="00EA2B91"/>
    <w:rsid w:val="00EA3C18"/>
    <w:rsid w:val="00EA58EF"/>
    <w:rsid w:val="00EA65ED"/>
    <w:rsid w:val="00EA66FB"/>
    <w:rsid w:val="00EA7E37"/>
    <w:rsid w:val="00EB4FC7"/>
    <w:rsid w:val="00EC34D9"/>
    <w:rsid w:val="00EC54A4"/>
    <w:rsid w:val="00EC5A86"/>
    <w:rsid w:val="00EC614B"/>
    <w:rsid w:val="00EC6737"/>
    <w:rsid w:val="00EC675A"/>
    <w:rsid w:val="00EC6A12"/>
    <w:rsid w:val="00ED35BC"/>
    <w:rsid w:val="00ED4997"/>
    <w:rsid w:val="00EE0323"/>
    <w:rsid w:val="00EE075E"/>
    <w:rsid w:val="00EE2077"/>
    <w:rsid w:val="00EE2148"/>
    <w:rsid w:val="00EE25FE"/>
    <w:rsid w:val="00EE435F"/>
    <w:rsid w:val="00EE6DB0"/>
    <w:rsid w:val="00EE76D6"/>
    <w:rsid w:val="00EF1E2D"/>
    <w:rsid w:val="00EF2CE2"/>
    <w:rsid w:val="00EF4009"/>
    <w:rsid w:val="00EF5B40"/>
    <w:rsid w:val="00EF6EFF"/>
    <w:rsid w:val="00EF7F44"/>
    <w:rsid w:val="00F0072F"/>
    <w:rsid w:val="00F03BF0"/>
    <w:rsid w:val="00F05CAE"/>
    <w:rsid w:val="00F063B4"/>
    <w:rsid w:val="00F1123B"/>
    <w:rsid w:val="00F1150C"/>
    <w:rsid w:val="00F13886"/>
    <w:rsid w:val="00F1427C"/>
    <w:rsid w:val="00F15ABE"/>
    <w:rsid w:val="00F219CB"/>
    <w:rsid w:val="00F228B0"/>
    <w:rsid w:val="00F22C4D"/>
    <w:rsid w:val="00F238ED"/>
    <w:rsid w:val="00F24C72"/>
    <w:rsid w:val="00F25A6A"/>
    <w:rsid w:val="00F25DA5"/>
    <w:rsid w:val="00F26952"/>
    <w:rsid w:val="00F27E56"/>
    <w:rsid w:val="00F30A8C"/>
    <w:rsid w:val="00F30FC1"/>
    <w:rsid w:val="00F3379D"/>
    <w:rsid w:val="00F33AA9"/>
    <w:rsid w:val="00F34E82"/>
    <w:rsid w:val="00F411C8"/>
    <w:rsid w:val="00F41C8C"/>
    <w:rsid w:val="00F41E88"/>
    <w:rsid w:val="00F4323C"/>
    <w:rsid w:val="00F452E9"/>
    <w:rsid w:val="00F50D9F"/>
    <w:rsid w:val="00F50ED7"/>
    <w:rsid w:val="00F513F1"/>
    <w:rsid w:val="00F51EE0"/>
    <w:rsid w:val="00F52E12"/>
    <w:rsid w:val="00F5376D"/>
    <w:rsid w:val="00F5480A"/>
    <w:rsid w:val="00F569C1"/>
    <w:rsid w:val="00F60585"/>
    <w:rsid w:val="00F64256"/>
    <w:rsid w:val="00F64469"/>
    <w:rsid w:val="00F64A76"/>
    <w:rsid w:val="00F64EB1"/>
    <w:rsid w:val="00F65A84"/>
    <w:rsid w:val="00F67246"/>
    <w:rsid w:val="00F71929"/>
    <w:rsid w:val="00F71CA6"/>
    <w:rsid w:val="00F73712"/>
    <w:rsid w:val="00F7436B"/>
    <w:rsid w:val="00F74583"/>
    <w:rsid w:val="00F75310"/>
    <w:rsid w:val="00F753ED"/>
    <w:rsid w:val="00F77080"/>
    <w:rsid w:val="00F80710"/>
    <w:rsid w:val="00F82921"/>
    <w:rsid w:val="00F86A37"/>
    <w:rsid w:val="00F8710B"/>
    <w:rsid w:val="00F90473"/>
    <w:rsid w:val="00F91EFC"/>
    <w:rsid w:val="00F94D06"/>
    <w:rsid w:val="00F95170"/>
    <w:rsid w:val="00F975C5"/>
    <w:rsid w:val="00FA13B9"/>
    <w:rsid w:val="00FA2707"/>
    <w:rsid w:val="00FA2920"/>
    <w:rsid w:val="00FA29D3"/>
    <w:rsid w:val="00FA329C"/>
    <w:rsid w:val="00FA34F7"/>
    <w:rsid w:val="00FA38EE"/>
    <w:rsid w:val="00FA68FC"/>
    <w:rsid w:val="00FA72A5"/>
    <w:rsid w:val="00FB097E"/>
    <w:rsid w:val="00FB166E"/>
    <w:rsid w:val="00FB171D"/>
    <w:rsid w:val="00FB1D7F"/>
    <w:rsid w:val="00FB4E78"/>
    <w:rsid w:val="00FB7D05"/>
    <w:rsid w:val="00FB7D33"/>
    <w:rsid w:val="00FC0862"/>
    <w:rsid w:val="00FC1394"/>
    <w:rsid w:val="00FC141C"/>
    <w:rsid w:val="00FC1F2F"/>
    <w:rsid w:val="00FC2D39"/>
    <w:rsid w:val="00FC3BBE"/>
    <w:rsid w:val="00FC4535"/>
    <w:rsid w:val="00FC4953"/>
    <w:rsid w:val="00FC57A3"/>
    <w:rsid w:val="00FC5EA4"/>
    <w:rsid w:val="00FC6364"/>
    <w:rsid w:val="00FC68FF"/>
    <w:rsid w:val="00FD0AF1"/>
    <w:rsid w:val="00FD1772"/>
    <w:rsid w:val="00FD1C9A"/>
    <w:rsid w:val="00FD59F2"/>
    <w:rsid w:val="00FE1676"/>
    <w:rsid w:val="00FE2497"/>
    <w:rsid w:val="00FE3414"/>
    <w:rsid w:val="00FE5646"/>
    <w:rsid w:val="00FE5B89"/>
    <w:rsid w:val="00FF09BE"/>
    <w:rsid w:val="00FF09FC"/>
    <w:rsid w:val="00FF14B4"/>
    <w:rsid w:val="00FF14DA"/>
    <w:rsid w:val="00FF29BF"/>
    <w:rsid w:val="00FF2B45"/>
    <w:rsid w:val="00FF2E29"/>
    <w:rsid w:val="00FF343D"/>
    <w:rsid w:val="00FF506D"/>
    <w:rsid w:val="00FF52B1"/>
    <w:rsid w:val="00FF5992"/>
    <w:rsid w:val="00F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>
      <o:colormenu v:ext="edit" fillcolor="blue"/>
    </o:shapedefaults>
    <o:shapelayout v:ext="edit">
      <o:idmap v:ext="edit" data="1"/>
    </o:shapelayout>
  </w:shapeDefaults>
  <w:decimalSymbol w:val="."/>
  <w:listSeparator w:val=","/>
  <w14:docId w14:val="389DCB2B"/>
  <w15:docId w15:val="{4857AE2B-4F8C-4044-A36E-A79209BB7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017"/>
    <w:pPr>
      <w:spacing w:line="240" w:lineRule="atLeast"/>
      <w:jc w:val="both"/>
    </w:pPr>
    <w:rPr>
      <w:rFonts w:ascii="Arial" w:hAnsi="Arial"/>
      <w:sz w:val="22"/>
    </w:rPr>
  </w:style>
  <w:style w:type="paragraph" w:styleId="Heading1">
    <w:name w:val="heading 1"/>
    <w:basedOn w:val="TESTO1"/>
    <w:next w:val="NormalIndent"/>
    <w:autoRedefine/>
    <w:qFormat/>
    <w:rsid w:val="00C0632A"/>
    <w:pPr>
      <w:spacing w:after="0"/>
      <w:ind w:left="674" w:right="0"/>
      <w:jc w:val="left"/>
      <w:outlineLvl w:val="0"/>
    </w:pPr>
    <w:rPr>
      <w:noProof/>
      <w:sz w:val="24"/>
      <w:szCs w:val="24"/>
    </w:rPr>
  </w:style>
  <w:style w:type="paragraph" w:styleId="Heading2">
    <w:name w:val="heading 2"/>
    <w:basedOn w:val="TESTO1"/>
    <w:next w:val="NormalIndent"/>
    <w:autoRedefine/>
    <w:qFormat/>
    <w:rsid w:val="005C5F48"/>
    <w:pPr>
      <w:numPr>
        <w:numId w:val="1"/>
      </w:numPr>
      <w:spacing w:after="0"/>
      <w:ind w:left="641" w:right="170" w:hanging="357"/>
      <w:jc w:val="left"/>
      <w:outlineLvl w:val="1"/>
    </w:pPr>
    <w:rPr>
      <w:b/>
    </w:rPr>
  </w:style>
  <w:style w:type="paragraph" w:styleId="Heading3">
    <w:name w:val="heading 3"/>
    <w:basedOn w:val="TESTO1"/>
    <w:next w:val="NormalIndent"/>
    <w:qFormat/>
    <w:rsid w:val="00547734"/>
    <w:pPr>
      <w:numPr>
        <w:numId w:val="2"/>
      </w:numPr>
      <w:spacing w:after="0"/>
      <w:ind w:left="527" w:right="170" w:hanging="357"/>
      <w:outlineLvl w:val="2"/>
    </w:pPr>
    <w:rPr>
      <w:b/>
    </w:rPr>
  </w:style>
  <w:style w:type="paragraph" w:styleId="Heading4">
    <w:name w:val="heading 4"/>
    <w:basedOn w:val="TESTO1"/>
    <w:next w:val="NormalIndent"/>
    <w:qFormat/>
    <w:rsid w:val="006C295D"/>
    <w:pPr>
      <w:numPr>
        <w:numId w:val="3"/>
      </w:numPr>
      <w:spacing w:after="0"/>
      <w:ind w:left="641" w:right="170" w:hanging="357"/>
      <w:outlineLvl w:val="3"/>
    </w:pPr>
    <w:rPr>
      <w:rFonts w:cs="Arial"/>
      <w:b/>
      <w:color w:val="000000" w:themeColor="text1"/>
    </w:rPr>
  </w:style>
  <w:style w:type="paragraph" w:styleId="Heading5">
    <w:name w:val="heading 5"/>
    <w:basedOn w:val="TESTO1"/>
    <w:next w:val="NormalIndent"/>
    <w:autoRedefine/>
    <w:qFormat/>
    <w:rsid w:val="00787F86"/>
    <w:pPr>
      <w:numPr>
        <w:numId w:val="5"/>
      </w:numPr>
      <w:spacing w:after="0"/>
      <w:ind w:left="567" w:right="170" w:hanging="283"/>
      <w:outlineLvl w:val="4"/>
    </w:pPr>
    <w:rPr>
      <w:b/>
    </w:rPr>
  </w:style>
  <w:style w:type="paragraph" w:styleId="Heading6">
    <w:name w:val="heading 6"/>
    <w:basedOn w:val="TESTO1"/>
    <w:next w:val="NormalIndent"/>
    <w:autoRedefine/>
    <w:qFormat/>
    <w:rsid w:val="002852AD"/>
    <w:pPr>
      <w:numPr>
        <w:numId w:val="6"/>
      </w:numPr>
      <w:spacing w:after="0"/>
      <w:ind w:left="641" w:right="170" w:hanging="357"/>
      <w:outlineLvl w:val="5"/>
    </w:pPr>
    <w:rPr>
      <w:b/>
    </w:rPr>
  </w:style>
  <w:style w:type="paragraph" w:styleId="Heading7">
    <w:name w:val="heading 7"/>
    <w:basedOn w:val="TESTO1"/>
    <w:next w:val="NormalIndent"/>
    <w:autoRedefine/>
    <w:qFormat/>
    <w:rsid w:val="0044080D"/>
    <w:pPr>
      <w:numPr>
        <w:numId w:val="7"/>
      </w:numPr>
      <w:spacing w:after="0"/>
      <w:ind w:left="641" w:right="170" w:hanging="357"/>
      <w:outlineLvl w:val="6"/>
    </w:pPr>
    <w:rPr>
      <w:rFonts w:ascii="Arial Bold,Bold" w:hAnsi="Arial Bold,Bold" w:cs="Arial Bold,Bold"/>
      <w:b/>
      <w:bCs/>
      <w:szCs w:val="22"/>
    </w:rPr>
  </w:style>
  <w:style w:type="paragraph" w:styleId="Heading8">
    <w:name w:val="heading 8"/>
    <w:basedOn w:val="TESTO1"/>
    <w:next w:val="NormalIndent"/>
    <w:autoRedefine/>
    <w:qFormat/>
    <w:rsid w:val="002A7578"/>
    <w:pPr>
      <w:numPr>
        <w:numId w:val="8"/>
      </w:numPr>
      <w:spacing w:after="0"/>
      <w:ind w:left="641" w:right="170" w:hanging="357"/>
      <w:outlineLvl w:val="7"/>
    </w:pPr>
    <w:rPr>
      <w:rFonts w:ascii="Arial Bold,Bold" w:hAnsi="Arial Bold,Bold" w:cs="Arial Bold,Bold"/>
      <w:b/>
      <w:bCs/>
      <w:szCs w:val="22"/>
    </w:rPr>
  </w:style>
  <w:style w:type="paragraph" w:styleId="Heading9">
    <w:name w:val="heading 9"/>
    <w:basedOn w:val="TESTO1"/>
    <w:next w:val="NormalIndent"/>
    <w:autoRedefine/>
    <w:qFormat/>
    <w:rsid w:val="0039297D"/>
    <w:pPr>
      <w:numPr>
        <w:numId w:val="9"/>
      </w:numPr>
      <w:spacing w:after="0"/>
      <w:ind w:left="641" w:right="170" w:hanging="357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O1">
    <w:name w:val="TESTO 1"/>
    <w:basedOn w:val="Normal"/>
    <w:rsid w:val="00EA3C18"/>
    <w:pPr>
      <w:spacing w:after="120" w:line="360" w:lineRule="auto"/>
      <w:ind w:left="851" w:right="396"/>
    </w:pPr>
    <w:rPr>
      <w:lang w:val="en-GB"/>
    </w:rPr>
  </w:style>
  <w:style w:type="paragraph" w:styleId="NormalIndent">
    <w:name w:val="Normal Indent"/>
    <w:basedOn w:val="TESTO1"/>
    <w:rsid w:val="00EA3C18"/>
  </w:style>
  <w:style w:type="paragraph" w:styleId="TOC2">
    <w:name w:val="toc 2"/>
    <w:basedOn w:val="TESTO1"/>
    <w:uiPriority w:val="39"/>
    <w:rsid w:val="00EA3C18"/>
    <w:pPr>
      <w:tabs>
        <w:tab w:val="right" w:leader="dot" w:pos="9498"/>
        <w:tab w:val="right" w:pos="10319"/>
      </w:tabs>
      <w:spacing w:before="120"/>
      <w:ind w:left="1134" w:right="821" w:hanging="708"/>
      <w:jc w:val="left"/>
    </w:pPr>
    <w:rPr>
      <w:noProof/>
    </w:rPr>
  </w:style>
  <w:style w:type="paragraph" w:styleId="TOC1">
    <w:name w:val="toc 1"/>
    <w:basedOn w:val="TESTO1"/>
    <w:autoRedefine/>
    <w:uiPriority w:val="39"/>
    <w:rsid w:val="00FC2D39"/>
    <w:pPr>
      <w:tabs>
        <w:tab w:val="right" w:leader="dot" w:pos="9498"/>
        <w:tab w:val="right" w:pos="10319"/>
      </w:tabs>
      <w:spacing w:after="0" w:line="240" w:lineRule="auto"/>
      <w:ind w:left="284" w:right="142" w:hanging="284"/>
    </w:pPr>
    <w:rPr>
      <w:b/>
      <w:caps/>
    </w:rPr>
  </w:style>
  <w:style w:type="paragraph" w:styleId="Footer">
    <w:name w:val="footer"/>
    <w:basedOn w:val="TESTO1"/>
    <w:link w:val="FooterChar"/>
    <w:uiPriority w:val="99"/>
    <w:rsid w:val="00EA3C18"/>
    <w:pPr>
      <w:tabs>
        <w:tab w:val="left" w:pos="4253"/>
        <w:tab w:val="left" w:pos="7938"/>
      </w:tabs>
      <w:spacing w:line="240" w:lineRule="auto"/>
      <w:ind w:left="0" w:right="0"/>
    </w:pPr>
    <w:rPr>
      <w:sz w:val="8"/>
    </w:rPr>
  </w:style>
  <w:style w:type="paragraph" w:styleId="Header">
    <w:name w:val="header"/>
    <w:basedOn w:val="TESTO1"/>
    <w:link w:val="HeaderChar"/>
    <w:rsid w:val="00EA3C18"/>
    <w:pPr>
      <w:spacing w:line="240" w:lineRule="auto"/>
      <w:ind w:left="0" w:right="0"/>
    </w:pPr>
    <w:rPr>
      <w:sz w:val="8"/>
    </w:rPr>
  </w:style>
  <w:style w:type="character" w:styleId="FootnoteReference">
    <w:name w:val="footnote reference"/>
    <w:basedOn w:val="DefaultParagraphFont"/>
    <w:semiHidden/>
    <w:rsid w:val="00EA3C18"/>
    <w:rPr>
      <w:position w:val="6"/>
      <w:sz w:val="16"/>
    </w:rPr>
  </w:style>
  <w:style w:type="paragraph" w:styleId="FootnoteText">
    <w:name w:val="footnote text"/>
    <w:basedOn w:val="Normal"/>
    <w:semiHidden/>
    <w:rsid w:val="00EA3C18"/>
    <w:rPr>
      <w:sz w:val="20"/>
    </w:rPr>
  </w:style>
  <w:style w:type="paragraph" w:styleId="TOC4">
    <w:name w:val="toc 4"/>
    <w:basedOn w:val="TOC3"/>
    <w:uiPriority w:val="39"/>
    <w:rsid w:val="00EA3C18"/>
  </w:style>
  <w:style w:type="paragraph" w:styleId="TOC3">
    <w:name w:val="toc 3"/>
    <w:basedOn w:val="TESTO1"/>
    <w:uiPriority w:val="39"/>
    <w:rsid w:val="00EA3C18"/>
    <w:pPr>
      <w:tabs>
        <w:tab w:val="right" w:leader="dot" w:pos="7938"/>
        <w:tab w:val="right" w:pos="8618"/>
        <w:tab w:val="right" w:pos="9639"/>
        <w:tab w:val="right" w:pos="10319"/>
      </w:tabs>
      <w:spacing w:before="120"/>
      <w:ind w:left="2381" w:right="2835"/>
      <w:jc w:val="left"/>
    </w:pPr>
  </w:style>
  <w:style w:type="paragraph" w:styleId="TOC5">
    <w:name w:val="toc 5"/>
    <w:basedOn w:val="TOC3"/>
    <w:uiPriority w:val="39"/>
    <w:rsid w:val="00EA3C18"/>
  </w:style>
  <w:style w:type="paragraph" w:styleId="TOC6">
    <w:name w:val="toc 6"/>
    <w:basedOn w:val="TOC3"/>
    <w:uiPriority w:val="39"/>
    <w:rsid w:val="00EA3C18"/>
  </w:style>
  <w:style w:type="paragraph" w:styleId="TOC7">
    <w:name w:val="toc 7"/>
    <w:basedOn w:val="TOC3"/>
    <w:uiPriority w:val="39"/>
    <w:rsid w:val="00EA3C18"/>
  </w:style>
  <w:style w:type="paragraph" w:styleId="TOC8">
    <w:name w:val="toc 8"/>
    <w:basedOn w:val="TOC3"/>
    <w:uiPriority w:val="39"/>
    <w:rsid w:val="00EA3C18"/>
  </w:style>
  <w:style w:type="paragraph" w:styleId="TOC9">
    <w:name w:val="toc 9"/>
    <w:basedOn w:val="TOC3"/>
    <w:uiPriority w:val="39"/>
    <w:rsid w:val="00EA3C18"/>
  </w:style>
  <w:style w:type="character" w:styleId="PageNumber">
    <w:name w:val="page number"/>
    <w:basedOn w:val="DefaultParagraphFont"/>
    <w:rsid w:val="00EA3C18"/>
  </w:style>
  <w:style w:type="paragraph" w:customStyle="1" w:styleId="TESTO2">
    <w:name w:val="TESTO 2"/>
    <w:basedOn w:val="Normal"/>
    <w:autoRedefine/>
    <w:rsid w:val="00EA3C18"/>
    <w:pPr>
      <w:spacing w:after="120" w:line="360" w:lineRule="auto"/>
      <w:ind w:left="1985" w:right="851"/>
    </w:pPr>
  </w:style>
  <w:style w:type="paragraph" w:customStyle="1" w:styleId="From">
    <w:name w:val="From"/>
    <w:basedOn w:val="Normal"/>
    <w:rsid w:val="00EA3C18"/>
    <w:pPr>
      <w:spacing w:before="360" w:line="240" w:lineRule="auto"/>
      <w:jc w:val="left"/>
    </w:pPr>
    <w:rPr>
      <w:sz w:val="36"/>
      <w:lang w:val="it-IT"/>
    </w:rPr>
  </w:style>
  <w:style w:type="paragraph" w:customStyle="1" w:styleId="TESTO">
    <w:name w:val="TESTO"/>
    <w:basedOn w:val="Normal"/>
    <w:rsid w:val="00EA3C18"/>
    <w:pPr>
      <w:ind w:left="1560" w:right="851" w:hanging="1135"/>
    </w:pPr>
    <w:rPr>
      <w:lang w:val="en-GB"/>
    </w:rPr>
  </w:style>
  <w:style w:type="paragraph" w:customStyle="1" w:styleId="aa">
    <w:name w:val="aa"/>
    <w:basedOn w:val="TESTO"/>
    <w:rsid w:val="00EA3C18"/>
    <w:pPr>
      <w:ind w:left="1843" w:hanging="283"/>
    </w:pPr>
  </w:style>
  <w:style w:type="paragraph" w:customStyle="1" w:styleId="ax">
    <w:name w:val="ax"/>
    <w:basedOn w:val="TESTO"/>
    <w:rsid w:val="00EA3C18"/>
    <w:pPr>
      <w:ind w:left="2127" w:hanging="567"/>
    </w:pPr>
  </w:style>
  <w:style w:type="paragraph" w:customStyle="1" w:styleId="am">
    <w:name w:val="am"/>
    <w:basedOn w:val="TESTO"/>
    <w:rsid w:val="00EA3C18"/>
    <w:pPr>
      <w:tabs>
        <w:tab w:val="left" w:pos="1560"/>
      </w:tabs>
      <w:ind w:left="2410" w:hanging="283"/>
    </w:pPr>
  </w:style>
  <w:style w:type="paragraph" w:customStyle="1" w:styleId="mu">
    <w:name w:val="mu"/>
    <w:basedOn w:val="ax"/>
    <w:rsid w:val="00EA3C18"/>
    <w:pPr>
      <w:ind w:hanging="284"/>
    </w:pPr>
  </w:style>
  <w:style w:type="paragraph" w:customStyle="1" w:styleId="xx">
    <w:name w:val="xx"/>
    <w:basedOn w:val="TESTO"/>
    <w:rsid w:val="00EA3C18"/>
    <w:pPr>
      <w:ind w:left="2410" w:hanging="283"/>
    </w:pPr>
  </w:style>
  <w:style w:type="paragraph" w:customStyle="1" w:styleId="and">
    <w:name w:val="and"/>
    <w:basedOn w:val="TESTO"/>
    <w:rsid w:val="00EA3C18"/>
    <w:pPr>
      <w:ind w:left="2694" w:hanging="284"/>
    </w:pPr>
  </w:style>
  <w:style w:type="paragraph" w:customStyle="1" w:styleId="bb">
    <w:name w:val="bb"/>
    <w:basedOn w:val="TESTO"/>
    <w:rsid w:val="00EA3C18"/>
    <w:pPr>
      <w:ind w:left="2127" w:hanging="567"/>
    </w:pPr>
  </w:style>
  <w:style w:type="paragraph" w:customStyle="1" w:styleId="an">
    <w:name w:val="an"/>
    <w:basedOn w:val="bb"/>
    <w:rsid w:val="00EA3C18"/>
    <w:pPr>
      <w:ind w:left="2552" w:hanging="425"/>
    </w:pPr>
  </w:style>
  <w:style w:type="paragraph" w:customStyle="1" w:styleId="r">
    <w:name w:val="r"/>
    <w:basedOn w:val="TESTO"/>
    <w:rsid w:val="00EA3C18"/>
    <w:pPr>
      <w:ind w:left="1985" w:hanging="425"/>
    </w:pPr>
  </w:style>
  <w:style w:type="paragraph" w:customStyle="1" w:styleId="ay">
    <w:name w:val="ay"/>
    <w:basedOn w:val="TESTO"/>
    <w:rsid w:val="00EA3C18"/>
    <w:pPr>
      <w:tabs>
        <w:tab w:val="left" w:pos="1560"/>
      </w:tabs>
      <w:ind w:left="2268" w:hanging="141"/>
    </w:pPr>
  </w:style>
  <w:style w:type="paragraph" w:customStyle="1" w:styleId="document">
    <w:name w:val="document"/>
    <w:basedOn w:val="Heading3"/>
    <w:rsid w:val="00EA3C18"/>
    <w:pPr>
      <w:keepNext/>
      <w:widowControl w:val="0"/>
      <w:tabs>
        <w:tab w:val="left" w:pos="454"/>
      </w:tabs>
      <w:ind w:left="454" w:right="0" w:firstLine="0"/>
      <w:outlineLvl w:val="9"/>
    </w:pPr>
    <w:rPr>
      <w:rFonts w:ascii="Small Fonts" w:hAnsi="Small Fonts"/>
      <w:snapToGrid w:val="0"/>
    </w:rPr>
  </w:style>
  <w:style w:type="paragraph" w:styleId="Index1">
    <w:name w:val="index 1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200" w:hanging="200"/>
      <w:jc w:val="left"/>
    </w:pPr>
    <w:rPr>
      <w:snapToGrid w:val="0"/>
    </w:rPr>
  </w:style>
  <w:style w:type="paragraph" w:customStyle="1" w:styleId="doc">
    <w:name w:val="doc"/>
    <w:basedOn w:val="document"/>
    <w:rsid w:val="00EA3C18"/>
  </w:style>
  <w:style w:type="paragraph" w:styleId="Index2">
    <w:name w:val="index 2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1560"/>
      <w:jc w:val="left"/>
    </w:pPr>
    <w:rPr>
      <w:b/>
      <w:bCs/>
      <w:snapToGrid w:val="0"/>
    </w:rPr>
  </w:style>
  <w:style w:type="paragraph" w:styleId="Index3">
    <w:name w:val="index 3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600" w:hanging="200"/>
      <w:jc w:val="left"/>
    </w:pPr>
    <w:rPr>
      <w:snapToGrid w:val="0"/>
    </w:rPr>
  </w:style>
  <w:style w:type="paragraph" w:styleId="Index4">
    <w:name w:val="index 4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800" w:hanging="200"/>
      <w:jc w:val="left"/>
    </w:pPr>
    <w:rPr>
      <w:snapToGrid w:val="0"/>
    </w:rPr>
  </w:style>
  <w:style w:type="paragraph" w:styleId="Index5">
    <w:name w:val="index 5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1000" w:hanging="200"/>
      <w:jc w:val="left"/>
    </w:pPr>
    <w:rPr>
      <w:snapToGrid w:val="0"/>
    </w:rPr>
  </w:style>
  <w:style w:type="paragraph" w:styleId="Index6">
    <w:name w:val="index 6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1200" w:hanging="200"/>
      <w:jc w:val="left"/>
    </w:pPr>
    <w:rPr>
      <w:snapToGrid w:val="0"/>
    </w:rPr>
  </w:style>
  <w:style w:type="paragraph" w:styleId="Index7">
    <w:name w:val="index 7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1400" w:hanging="200"/>
      <w:jc w:val="left"/>
    </w:pPr>
    <w:rPr>
      <w:snapToGrid w:val="0"/>
    </w:rPr>
  </w:style>
  <w:style w:type="paragraph" w:styleId="Index8">
    <w:name w:val="index 8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1600" w:hanging="200"/>
      <w:jc w:val="left"/>
    </w:pPr>
    <w:rPr>
      <w:snapToGrid w:val="0"/>
    </w:rPr>
  </w:style>
  <w:style w:type="paragraph" w:styleId="Index9">
    <w:name w:val="index 9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1800" w:hanging="200"/>
      <w:jc w:val="left"/>
    </w:pPr>
    <w:rPr>
      <w:snapToGrid w:val="0"/>
    </w:rPr>
  </w:style>
  <w:style w:type="paragraph" w:styleId="IndexHeading">
    <w:name w:val="index heading"/>
    <w:basedOn w:val="Normal"/>
    <w:next w:val="Index1"/>
    <w:semiHidden/>
    <w:rsid w:val="00EA3C18"/>
    <w:pPr>
      <w:widowControl w:val="0"/>
      <w:spacing w:before="120" w:after="120" w:line="240" w:lineRule="auto"/>
      <w:jc w:val="left"/>
    </w:pPr>
    <w:rPr>
      <w:b/>
      <w:i/>
      <w:snapToGrid w:val="0"/>
    </w:rPr>
  </w:style>
  <w:style w:type="paragraph" w:styleId="BodyText">
    <w:name w:val="Body Text"/>
    <w:basedOn w:val="Normal"/>
    <w:rsid w:val="00EA3C18"/>
    <w:pPr>
      <w:widowControl w:val="0"/>
      <w:numPr>
        <w:ilvl w:val="12"/>
      </w:numPr>
      <w:spacing w:line="360" w:lineRule="auto"/>
    </w:pPr>
    <w:rPr>
      <w:rFonts w:ascii="Small Fonts" w:hAnsi="Small Fonts"/>
      <w:snapToGrid w:val="0"/>
    </w:rPr>
  </w:style>
  <w:style w:type="paragraph" w:styleId="BodyTextIndent">
    <w:name w:val="Body Text Indent"/>
    <w:basedOn w:val="Normal"/>
    <w:rsid w:val="00EA3C18"/>
    <w:pPr>
      <w:widowControl w:val="0"/>
      <w:numPr>
        <w:ilvl w:val="12"/>
      </w:numPr>
      <w:spacing w:line="360" w:lineRule="auto"/>
      <w:ind w:firstLine="915"/>
    </w:pPr>
    <w:rPr>
      <w:snapToGrid w:val="0"/>
    </w:rPr>
  </w:style>
  <w:style w:type="paragraph" w:styleId="BodyTextIndent2">
    <w:name w:val="Body Text Indent 2"/>
    <w:basedOn w:val="Normal"/>
    <w:rsid w:val="00EA3C18"/>
    <w:pPr>
      <w:widowControl w:val="0"/>
      <w:numPr>
        <w:ilvl w:val="12"/>
      </w:numPr>
      <w:spacing w:line="360" w:lineRule="auto"/>
      <w:ind w:left="915"/>
    </w:pPr>
    <w:rPr>
      <w:b/>
      <w:snapToGrid w:val="0"/>
    </w:rPr>
  </w:style>
  <w:style w:type="paragraph" w:styleId="BodyTextIndent3">
    <w:name w:val="Body Text Indent 3"/>
    <w:basedOn w:val="Normal"/>
    <w:rsid w:val="00EA3C18"/>
    <w:pPr>
      <w:widowControl w:val="0"/>
      <w:spacing w:line="360" w:lineRule="auto"/>
      <w:ind w:firstLine="908"/>
    </w:pPr>
    <w:rPr>
      <w:snapToGrid w:val="0"/>
      <w:color w:val="000000"/>
    </w:rPr>
  </w:style>
  <w:style w:type="paragraph" w:customStyle="1" w:styleId="MessageHeaderFirst">
    <w:name w:val="Message Header First"/>
    <w:basedOn w:val="MessageHeader"/>
    <w:next w:val="MessageHeader"/>
    <w:rsid w:val="00EA3C18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  <w:tab w:val="left" w:pos="4320"/>
        <w:tab w:val="left" w:pos="5040"/>
        <w:tab w:val="right" w:pos="8640"/>
      </w:tabs>
      <w:overflowPunct w:val="0"/>
      <w:autoSpaceDE w:val="0"/>
      <w:autoSpaceDN w:val="0"/>
      <w:adjustRightInd w:val="0"/>
      <w:spacing w:after="40" w:line="440" w:lineRule="atLeast"/>
      <w:ind w:left="720" w:hanging="720"/>
      <w:jc w:val="left"/>
      <w:textAlignment w:val="baseline"/>
    </w:pPr>
    <w:rPr>
      <w:rFonts w:cs="Times New Roman"/>
      <w:spacing w:val="-5"/>
      <w:sz w:val="20"/>
      <w:szCs w:val="20"/>
    </w:rPr>
  </w:style>
  <w:style w:type="paragraph" w:styleId="MessageHeader">
    <w:name w:val="Message Header"/>
    <w:basedOn w:val="Normal"/>
    <w:rsid w:val="00EA3C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Cs w:val="24"/>
    </w:rPr>
  </w:style>
  <w:style w:type="paragraph" w:styleId="PlainText">
    <w:name w:val="Plain Text"/>
    <w:basedOn w:val="Normal"/>
    <w:rsid w:val="00EA3C18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Courier New" w:hAnsi="Courier New"/>
      <w:sz w:val="20"/>
    </w:rPr>
  </w:style>
  <w:style w:type="paragraph" w:styleId="BodyText2">
    <w:name w:val="Body Text 2"/>
    <w:basedOn w:val="Normal"/>
    <w:rsid w:val="00EA3C18"/>
    <w:pPr>
      <w:overflowPunct w:val="0"/>
      <w:autoSpaceDE w:val="0"/>
      <w:autoSpaceDN w:val="0"/>
      <w:adjustRightInd w:val="0"/>
      <w:spacing w:line="360" w:lineRule="auto"/>
      <w:ind w:firstLine="720"/>
      <w:textAlignment w:val="baseline"/>
    </w:pPr>
    <w:rPr>
      <w:lang w:val="ro-RO"/>
    </w:rPr>
  </w:style>
  <w:style w:type="paragraph" w:styleId="BodyText3">
    <w:name w:val="Body Text 3"/>
    <w:basedOn w:val="Normal"/>
    <w:rsid w:val="00EA3C18"/>
    <w:pPr>
      <w:autoSpaceDE w:val="0"/>
      <w:autoSpaceDN w:val="0"/>
      <w:spacing w:line="240" w:lineRule="auto"/>
    </w:pPr>
    <w:rPr>
      <w:rFonts w:cs="Arial"/>
      <w:sz w:val="20"/>
      <w:szCs w:val="24"/>
    </w:rPr>
  </w:style>
  <w:style w:type="paragraph" w:styleId="BalloonText">
    <w:name w:val="Balloon Text"/>
    <w:basedOn w:val="Normal"/>
    <w:semiHidden/>
    <w:rsid w:val="0069118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4F5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84F5C"/>
    <w:rPr>
      <w:rFonts w:ascii="Arial" w:hAnsi="Arial"/>
      <w:sz w:val="8"/>
      <w:lang w:val="en-GB"/>
    </w:rPr>
  </w:style>
  <w:style w:type="character" w:styleId="Emphasis">
    <w:name w:val="Emphasis"/>
    <w:basedOn w:val="DefaultParagraphFont"/>
    <w:qFormat/>
    <w:rsid w:val="00696BA5"/>
    <w:rPr>
      <w:i/>
      <w:iCs/>
    </w:rPr>
  </w:style>
  <w:style w:type="character" w:customStyle="1" w:styleId="hps">
    <w:name w:val="hps"/>
    <w:basedOn w:val="DefaultParagraphFont"/>
    <w:rsid w:val="000E15C3"/>
  </w:style>
  <w:style w:type="character" w:styleId="Hyperlink">
    <w:name w:val="Hyperlink"/>
    <w:basedOn w:val="DefaultParagraphFont"/>
    <w:uiPriority w:val="99"/>
    <w:unhideWhenUsed/>
    <w:rsid w:val="009D168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D1686"/>
  </w:style>
  <w:style w:type="character" w:styleId="Strong">
    <w:name w:val="Strong"/>
    <w:basedOn w:val="DefaultParagraphFont"/>
    <w:qFormat/>
    <w:rsid w:val="000B6589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B0334"/>
    <w:pPr>
      <w:numPr>
        <w:numId w:val="10"/>
      </w:numPr>
      <w:ind w:left="641" w:right="170" w:hanging="357"/>
      <w:outlineLvl w:val="1"/>
    </w:pPr>
    <w:rPr>
      <w:rFonts w:eastAsiaTheme="majorEastAsia" w:cstheme="majorBidi"/>
      <w:b/>
      <w:szCs w:val="24"/>
    </w:rPr>
  </w:style>
  <w:style w:type="character" w:customStyle="1" w:styleId="SubtitleChar">
    <w:name w:val="Subtitle Char"/>
    <w:basedOn w:val="DefaultParagraphFont"/>
    <w:link w:val="Subtitle"/>
    <w:rsid w:val="00AB0334"/>
    <w:rPr>
      <w:rFonts w:ascii="Arial" w:eastAsiaTheme="majorEastAsia" w:hAnsi="Arial" w:cstheme="majorBidi"/>
      <w:b/>
      <w:sz w:val="22"/>
      <w:szCs w:val="24"/>
    </w:rPr>
  </w:style>
  <w:style w:type="paragraph" w:styleId="ListParagraph">
    <w:name w:val="List Paragraph"/>
    <w:basedOn w:val="Normal"/>
    <w:uiPriority w:val="34"/>
    <w:qFormat/>
    <w:rsid w:val="0039297D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271A91"/>
    <w:rPr>
      <w:color w:val="808080"/>
    </w:rPr>
  </w:style>
  <w:style w:type="paragraph" w:customStyle="1" w:styleId="Style1">
    <w:name w:val="Style 1"/>
    <w:basedOn w:val="Normal"/>
    <w:rsid w:val="00155C81"/>
    <w:pPr>
      <w:widowControl w:val="0"/>
      <w:spacing w:line="240" w:lineRule="auto"/>
      <w:ind w:firstLine="720"/>
      <w:jc w:val="left"/>
    </w:pPr>
    <w:rPr>
      <w:rFonts w:ascii="Times New Roman" w:hAnsi="Times New Roman"/>
      <w:noProof/>
      <w:color w:val="000000"/>
      <w:sz w:val="20"/>
    </w:rPr>
  </w:style>
  <w:style w:type="paragraph" w:customStyle="1" w:styleId="Style2">
    <w:name w:val="Style 2"/>
    <w:basedOn w:val="Normal"/>
    <w:rsid w:val="00155C81"/>
    <w:pPr>
      <w:widowControl w:val="0"/>
      <w:spacing w:line="240" w:lineRule="auto"/>
      <w:ind w:left="144" w:right="144" w:firstLine="648"/>
      <w:jc w:val="left"/>
    </w:pPr>
    <w:rPr>
      <w:rFonts w:ascii="Times New Roman" w:hAnsi="Times New Roman"/>
      <w:noProof/>
      <w:color w:val="000000"/>
      <w:sz w:val="20"/>
    </w:rPr>
  </w:style>
  <w:style w:type="character" w:customStyle="1" w:styleId="HeaderChar">
    <w:name w:val="Header Char"/>
    <w:basedOn w:val="DefaultParagraphFont"/>
    <w:link w:val="Header"/>
    <w:rsid w:val="004E6467"/>
    <w:rPr>
      <w:rFonts w:ascii="Arial" w:hAnsi="Arial"/>
      <w:sz w:val="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0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Modelli\Altri%20documenti\PROTOTIP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B1FB5D8-7364-43BB-9A98-95BE0948E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PROTOTIPO.dot</Template>
  <TotalTime>1752</TotalTime>
  <Pages>4</Pages>
  <Words>417</Words>
  <Characters>2380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R.K. Conductă pompare ţiţei Æ 8” de la Secţia 1 Seciu la Depozitul Central</vt:lpstr>
      <vt:lpstr>R.K. Conductă pompare ţiţei Æ 8” de la Secţia 1 Seciu la Depozitul Central</vt:lpstr>
    </vt:vector>
  </TitlesOfParts>
  <Manager>Ghitescu Eugen</Manager>
  <Company>Team Oil s.r.l.</Company>
  <LinksUpToDate>false</LinksUpToDate>
  <CharactersWithSpaces>2792</CharactersWithSpaces>
  <SharedDoc>false</SharedDoc>
  <HLinks>
    <vt:vector size="48" baseType="variant">
      <vt:variant>
        <vt:i4>6291564</vt:i4>
      </vt:variant>
      <vt:variant>
        <vt:i4>198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195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7733351</vt:i4>
      </vt:variant>
      <vt:variant>
        <vt:i4>192</vt:i4>
      </vt:variant>
      <vt:variant>
        <vt:i4>0</vt:i4>
      </vt:variant>
      <vt:variant>
        <vt:i4>5</vt:i4>
      </vt:variant>
      <vt:variant>
        <vt:lpwstr>http://hallo.ro/search.do?l=en&amp;d=en&amp;query=town</vt:lpwstr>
      </vt:variant>
      <vt:variant>
        <vt:lpwstr/>
      </vt:variant>
      <vt:variant>
        <vt:i4>2031632</vt:i4>
      </vt:variant>
      <vt:variant>
        <vt:i4>189</vt:i4>
      </vt:variant>
      <vt:variant>
        <vt:i4>0</vt:i4>
      </vt:variant>
      <vt:variant>
        <vt:i4>5</vt:i4>
      </vt:variant>
      <vt:variant>
        <vt:lpwstr>http://hallo.ro/search.do?l=en&amp;d=en&amp;query=the</vt:lpwstr>
      </vt:variant>
      <vt:variant>
        <vt:lpwstr/>
      </vt:variant>
      <vt:variant>
        <vt:i4>1114123</vt:i4>
      </vt:variant>
      <vt:variant>
        <vt:i4>186</vt:i4>
      </vt:variant>
      <vt:variant>
        <vt:i4>0</vt:i4>
      </vt:variant>
      <vt:variant>
        <vt:i4>5</vt:i4>
      </vt:variant>
      <vt:variant>
        <vt:lpwstr>http://hallo.ro/search.do?l=en&amp;d=en&amp;query=of</vt:lpwstr>
      </vt:variant>
      <vt:variant>
        <vt:lpwstr/>
      </vt:variant>
      <vt:variant>
        <vt:i4>262161</vt:i4>
      </vt:variant>
      <vt:variant>
        <vt:i4>183</vt:i4>
      </vt:variant>
      <vt:variant>
        <vt:i4>0</vt:i4>
      </vt:variant>
      <vt:variant>
        <vt:i4>5</vt:i4>
      </vt:variant>
      <vt:variant>
        <vt:lpwstr>http://hallo.ro/search.do?l=en&amp;d=en&amp;query=limits</vt:lpwstr>
      </vt:variant>
      <vt:variant>
        <vt:lpwstr/>
      </vt:variant>
      <vt:variant>
        <vt:i4>2031632</vt:i4>
      </vt:variant>
      <vt:variant>
        <vt:i4>180</vt:i4>
      </vt:variant>
      <vt:variant>
        <vt:i4>0</vt:i4>
      </vt:variant>
      <vt:variant>
        <vt:i4>5</vt:i4>
      </vt:variant>
      <vt:variant>
        <vt:lpwstr>http://hallo.ro/search.do?l=en&amp;d=en&amp;query=the</vt:lpwstr>
      </vt:variant>
      <vt:variant>
        <vt:lpwstr/>
      </vt:variant>
      <vt:variant>
        <vt:i4>1572878</vt:i4>
      </vt:variant>
      <vt:variant>
        <vt:i4>177</vt:i4>
      </vt:variant>
      <vt:variant>
        <vt:i4>0</vt:i4>
      </vt:variant>
      <vt:variant>
        <vt:i4>5</vt:i4>
      </vt:variant>
      <vt:variant>
        <vt:lpwstr>http://hallo.ro/search.do?l=en&amp;d=en&amp;query=within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R.K. Conductă pompare ţiţei Æ 8” de la Secţia 1 Seciu la Depozitul Central</dc:title>
  <dc:subject>Memoriul Tehnic RK</dc:subject>
  <dc:creator>Stefan Mihai</dc:creator>
  <cp:keywords/>
  <dc:description/>
  <cp:lastModifiedBy>Piping 04 Team Oil</cp:lastModifiedBy>
  <cp:revision>252</cp:revision>
  <cp:lastPrinted>2015-03-20T07:17:00Z</cp:lastPrinted>
  <dcterms:created xsi:type="dcterms:W3CDTF">2013-08-09T10:47:00Z</dcterms:created>
  <dcterms:modified xsi:type="dcterms:W3CDTF">2022-05-25T11:45:00Z</dcterms:modified>
</cp:coreProperties>
</file>